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7811F" w14:textId="6598ECEB" w:rsidR="000E5D49" w:rsidRPr="00510F6E" w:rsidRDefault="00597670" w:rsidP="000E5D49">
      <w:pPr>
        <w:pStyle w:val="Heading1"/>
        <w:numPr>
          <w:ilvl w:val="0"/>
          <w:numId w:val="0"/>
        </w:numPr>
        <w:spacing w:line="0" w:lineRule="atLeast"/>
        <w:ind w:left="709" w:hanging="709"/>
        <w:rPr>
          <w:szCs w:val="18"/>
        </w:rPr>
      </w:pPr>
      <w:r>
        <w:rPr>
          <w:szCs w:val="18"/>
        </w:rPr>
        <w:t>2</w:t>
      </w:r>
      <w:r w:rsidR="00B955DC">
        <w:rPr>
          <w:szCs w:val="18"/>
        </w:rPr>
        <w:t>9</w:t>
      </w:r>
      <w:r w:rsidR="000E5D49" w:rsidRPr="00510F6E">
        <w:rPr>
          <w:szCs w:val="18"/>
        </w:rPr>
        <w:t xml:space="preserve">. </w:t>
      </w:r>
      <w:r>
        <w:rPr>
          <w:szCs w:val="18"/>
        </w:rPr>
        <w:t>novem</w:t>
      </w:r>
      <w:r w:rsidR="00F87362">
        <w:rPr>
          <w:szCs w:val="18"/>
        </w:rPr>
        <w:t>ber</w:t>
      </w:r>
      <w:r w:rsidR="000E5D49" w:rsidRPr="00510F6E">
        <w:rPr>
          <w:szCs w:val="18"/>
        </w:rPr>
        <w:t xml:space="preserve"> 202</w:t>
      </w:r>
      <w:r>
        <w:rPr>
          <w:szCs w:val="18"/>
        </w:rPr>
        <w:t>3</w:t>
      </w:r>
    </w:p>
    <w:p w14:paraId="75DFD26C" w14:textId="2698711F" w:rsidR="000E5D49" w:rsidRPr="00510F6E" w:rsidRDefault="000E5D49" w:rsidP="000E5D49">
      <w:pPr>
        <w:rPr>
          <w:lang w:val="et-EE"/>
        </w:rPr>
      </w:pPr>
    </w:p>
    <w:p w14:paraId="41387DB7" w14:textId="07FF6BBF" w:rsidR="000E5D49" w:rsidRPr="00510F6E" w:rsidRDefault="00F87362" w:rsidP="000E5D49">
      <w:pPr>
        <w:rPr>
          <w:b/>
          <w:bCs/>
          <w:lang w:val="et-EE"/>
        </w:rPr>
      </w:pPr>
      <w:r>
        <w:rPr>
          <w:b/>
          <w:bCs/>
          <w:lang w:val="et-EE"/>
        </w:rPr>
        <w:t xml:space="preserve">Riigimetsa Majandamise Keskus </w:t>
      </w:r>
    </w:p>
    <w:p w14:paraId="6C3C016C" w14:textId="671812CF" w:rsidR="000E5D49" w:rsidRPr="00510F6E" w:rsidRDefault="00C13875" w:rsidP="000E5D49">
      <w:pPr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Sagadi</w:t>
      </w:r>
      <w:proofErr w:type="spellEnd"/>
      <w:r>
        <w:rPr>
          <w:b/>
          <w:bCs/>
          <w:lang w:val="et-EE"/>
        </w:rPr>
        <w:t xml:space="preserve"> küla, Haljala vald, 45</w:t>
      </w:r>
      <w:r w:rsidR="00427776">
        <w:rPr>
          <w:b/>
          <w:bCs/>
          <w:lang w:val="et-EE"/>
        </w:rPr>
        <w:t>403 Lääne-Viru maakond</w:t>
      </w:r>
    </w:p>
    <w:p w14:paraId="4476DE0B" w14:textId="419B7AEF" w:rsidR="005E5747" w:rsidRPr="00510F6E" w:rsidRDefault="005E5747" w:rsidP="000E5D49">
      <w:pPr>
        <w:rPr>
          <w:b/>
          <w:bCs/>
          <w:lang w:val="et-EE"/>
        </w:rPr>
      </w:pPr>
      <w:r w:rsidRPr="00510F6E">
        <w:rPr>
          <w:b/>
          <w:bCs/>
          <w:lang w:val="et-EE"/>
        </w:rPr>
        <w:t>E-post:</w:t>
      </w:r>
      <w:r w:rsidR="00427776">
        <w:rPr>
          <w:b/>
          <w:bCs/>
          <w:lang w:val="et-EE"/>
        </w:rPr>
        <w:t xml:space="preserve"> </w:t>
      </w:r>
      <w:r w:rsidR="00B955DC">
        <w:fldChar w:fldCharType="begin"/>
      </w:r>
      <w:r w:rsidR="00B955DC" w:rsidRPr="00B955DC">
        <w:rPr>
          <w:lang w:val="fr-FR"/>
        </w:rPr>
        <w:instrText>HYPERLINK "mailto:hiiumaa@rmk.ee"</w:instrText>
      </w:r>
      <w:r w:rsidR="00B955DC">
        <w:fldChar w:fldCharType="separate"/>
      </w:r>
      <w:r w:rsidR="00427776" w:rsidRPr="002F2DC9">
        <w:rPr>
          <w:rStyle w:val="Hyperlink"/>
          <w:b/>
          <w:bCs/>
          <w:lang w:val="et-EE"/>
        </w:rPr>
        <w:t>hiiumaa@rmk.ee</w:t>
      </w:r>
      <w:r w:rsidR="00B955DC">
        <w:rPr>
          <w:rStyle w:val="Hyperlink"/>
          <w:b/>
          <w:bCs/>
          <w:lang w:val="et-EE"/>
        </w:rPr>
        <w:fldChar w:fldCharType="end"/>
      </w:r>
      <w:r w:rsidR="0003708C">
        <w:rPr>
          <w:b/>
          <w:bCs/>
          <w:lang w:val="et-EE"/>
        </w:rPr>
        <w:t xml:space="preserve">; </w:t>
      </w:r>
      <w:r w:rsidR="00B955DC">
        <w:fldChar w:fldCharType="begin"/>
      </w:r>
      <w:r w:rsidR="00B955DC" w:rsidRPr="00B955DC">
        <w:rPr>
          <w:lang w:val="fr-FR"/>
        </w:rPr>
        <w:instrText>HYPERLINK "mailto:andres.tammeveski@rmk.ee"</w:instrText>
      </w:r>
      <w:r w:rsidR="00B955DC">
        <w:fldChar w:fldCharType="separate"/>
      </w:r>
      <w:r w:rsidR="00DB35A8" w:rsidRPr="002F2DC9">
        <w:rPr>
          <w:rStyle w:val="Hyperlink"/>
          <w:b/>
          <w:bCs/>
          <w:lang w:val="et-EE"/>
        </w:rPr>
        <w:t>andres.tammeveski@rmk.ee</w:t>
      </w:r>
      <w:r w:rsidR="00B955DC">
        <w:rPr>
          <w:rStyle w:val="Hyperlink"/>
          <w:b/>
          <w:bCs/>
          <w:lang w:val="et-EE"/>
        </w:rPr>
        <w:fldChar w:fldCharType="end"/>
      </w:r>
      <w:r w:rsidR="0003708C">
        <w:rPr>
          <w:b/>
          <w:bCs/>
          <w:lang w:val="et-EE"/>
        </w:rPr>
        <w:t xml:space="preserve"> </w:t>
      </w:r>
    </w:p>
    <w:p w14:paraId="15A9A0D1" w14:textId="34319BEB" w:rsidR="002635C4" w:rsidRDefault="002635C4" w:rsidP="000E5D49">
      <w:pPr>
        <w:rPr>
          <w:lang w:val="et-EE"/>
        </w:rPr>
      </w:pPr>
    </w:p>
    <w:p w14:paraId="05C8420F" w14:textId="77777777" w:rsidR="006D1996" w:rsidRPr="00510F6E" w:rsidRDefault="006D1996" w:rsidP="000E5D49">
      <w:pPr>
        <w:rPr>
          <w:lang w:val="et-EE"/>
        </w:rPr>
      </w:pPr>
    </w:p>
    <w:p w14:paraId="4B286A57" w14:textId="44D58813" w:rsidR="005E5747" w:rsidRPr="00510F6E" w:rsidRDefault="00DD756D" w:rsidP="000E5D49">
      <w:pPr>
        <w:rPr>
          <w:b/>
          <w:bCs/>
          <w:lang w:val="et-EE"/>
        </w:rPr>
      </w:pPr>
      <w:r>
        <w:rPr>
          <w:b/>
          <w:bCs/>
          <w:lang w:val="et-EE"/>
        </w:rPr>
        <w:t>TEADE</w:t>
      </w:r>
    </w:p>
    <w:p w14:paraId="657C4EEA" w14:textId="2CEC8E8E" w:rsidR="005E5747" w:rsidRPr="00510F6E" w:rsidRDefault="006D1996" w:rsidP="000E5D49">
      <w:pPr>
        <w:rPr>
          <w:b/>
          <w:bCs/>
          <w:lang w:val="et-EE"/>
        </w:rPr>
      </w:pPr>
      <w:r>
        <w:rPr>
          <w:b/>
          <w:bCs/>
          <w:lang w:val="et-EE"/>
        </w:rPr>
        <w:t xml:space="preserve">seonduvalt </w:t>
      </w:r>
      <w:r w:rsidR="00DD756D">
        <w:rPr>
          <w:b/>
          <w:bCs/>
          <w:lang w:val="et-EE"/>
        </w:rPr>
        <w:t>ulukikahjustuste kindlaksmääramiseks</w:t>
      </w:r>
      <w:r w:rsidR="004B6666">
        <w:rPr>
          <w:b/>
          <w:bCs/>
          <w:lang w:val="et-EE"/>
        </w:rPr>
        <w:t xml:space="preserve"> </w:t>
      </w:r>
      <w:r w:rsidR="00237D3F">
        <w:rPr>
          <w:b/>
          <w:bCs/>
          <w:lang w:val="et-EE"/>
        </w:rPr>
        <w:t>ekspert</w:t>
      </w:r>
      <w:r w:rsidR="00597670">
        <w:rPr>
          <w:b/>
          <w:bCs/>
          <w:lang w:val="et-EE"/>
        </w:rPr>
        <w:t>iisi tegemisega</w:t>
      </w:r>
    </w:p>
    <w:p w14:paraId="160E5E4D" w14:textId="77777777" w:rsidR="00B966B5" w:rsidRPr="00510F6E" w:rsidRDefault="00B966B5" w:rsidP="000E5D49">
      <w:pPr>
        <w:rPr>
          <w:lang w:val="et-EE"/>
        </w:rPr>
      </w:pPr>
    </w:p>
    <w:p w14:paraId="37B4BF62" w14:textId="2C1EEDCA" w:rsidR="0034242E" w:rsidRPr="00510F6E" w:rsidRDefault="0034242E" w:rsidP="000E5D49">
      <w:pPr>
        <w:rPr>
          <w:lang w:val="et-EE"/>
        </w:rPr>
      </w:pPr>
    </w:p>
    <w:p w14:paraId="39953A65" w14:textId="7274AEC3" w:rsidR="0034242E" w:rsidRPr="00510F6E" w:rsidRDefault="0034242E" w:rsidP="000E5D49">
      <w:pPr>
        <w:rPr>
          <w:lang w:val="et-EE"/>
        </w:rPr>
      </w:pPr>
      <w:r w:rsidRPr="00510F6E">
        <w:rPr>
          <w:lang w:val="et-EE"/>
        </w:rPr>
        <w:t xml:space="preserve">Lugupeetud </w:t>
      </w:r>
      <w:r w:rsidR="00427776">
        <w:rPr>
          <w:lang w:val="et-EE"/>
        </w:rPr>
        <w:t>Riigimetsa Majandamise Keskus</w:t>
      </w:r>
      <w:r w:rsidRPr="00510F6E">
        <w:rPr>
          <w:lang w:val="et-EE"/>
        </w:rPr>
        <w:t>,</w:t>
      </w:r>
    </w:p>
    <w:p w14:paraId="2845FE61" w14:textId="203C918D" w:rsidR="0034242E" w:rsidRPr="00510F6E" w:rsidRDefault="0034242E" w:rsidP="000E5D49">
      <w:pPr>
        <w:rPr>
          <w:lang w:val="et-EE"/>
        </w:rPr>
      </w:pPr>
    </w:p>
    <w:p w14:paraId="4EA89E8C" w14:textId="481DFF39" w:rsidR="0034242E" w:rsidRPr="00510F6E" w:rsidRDefault="007C1CF5" w:rsidP="000E5D49">
      <w:pPr>
        <w:rPr>
          <w:lang w:val="et-EE"/>
        </w:rPr>
      </w:pPr>
      <w:r w:rsidRPr="00510F6E">
        <w:rPr>
          <w:lang w:val="et-EE"/>
        </w:rPr>
        <w:t xml:space="preserve">Pöördume Teie poole meie </w:t>
      </w:r>
      <w:r w:rsidR="0000293D">
        <w:rPr>
          <w:lang w:val="et-EE"/>
        </w:rPr>
        <w:t>kliendi</w:t>
      </w:r>
      <w:r w:rsidRPr="00510F6E">
        <w:rPr>
          <w:lang w:val="et-EE"/>
        </w:rPr>
        <w:t xml:space="preserve"> </w:t>
      </w:r>
      <w:r w:rsidR="008050A3">
        <w:rPr>
          <w:lang w:val="et-EE"/>
        </w:rPr>
        <w:t>MTÜ Leluselja Jahiselts</w:t>
      </w:r>
      <w:r w:rsidR="00B950BF" w:rsidRPr="00510F6E">
        <w:rPr>
          <w:lang w:val="et-EE"/>
        </w:rPr>
        <w:t xml:space="preserve"> (edaspidi </w:t>
      </w:r>
      <w:r w:rsidR="0000293D">
        <w:rPr>
          <w:b/>
          <w:bCs/>
          <w:lang w:val="et-EE"/>
        </w:rPr>
        <w:t>Klient</w:t>
      </w:r>
      <w:r w:rsidR="00B950BF" w:rsidRPr="00510F6E">
        <w:rPr>
          <w:lang w:val="et-EE"/>
        </w:rPr>
        <w:t xml:space="preserve">) nimel ja ülesandel </w:t>
      </w:r>
      <w:r w:rsidR="00597670">
        <w:rPr>
          <w:lang w:val="et-EE"/>
        </w:rPr>
        <w:t>seoses varasemalt</w:t>
      </w:r>
      <w:r w:rsidR="00DB35A8">
        <w:rPr>
          <w:lang w:val="et-EE"/>
        </w:rPr>
        <w:t xml:space="preserve"> </w:t>
      </w:r>
      <w:r w:rsidR="008050A3">
        <w:rPr>
          <w:lang w:val="et-EE"/>
        </w:rPr>
        <w:t>Riigimetsa Majandamise Keskuse</w:t>
      </w:r>
      <w:r w:rsidR="00597670">
        <w:rPr>
          <w:lang w:val="et-EE"/>
        </w:rPr>
        <w:t>ga</w:t>
      </w:r>
      <w:r w:rsidR="008050A3">
        <w:rPr>
          <w:lang w:val="et-EE"/>
        </w:rPr>
        <w:t xml:space="preserve"> (edaspidi </w:t>
      </w:r>
      <w:r w:rsidR="008050A3" w:rsidRPr="008050A3">
        <w:rPr>
          <w:b/>
          <w:bCs/>
          <w:lang w:val="et-EE"/>
        </w:rPr>
        <w:t>RMK</w:t>
      </w:r>
      <w:r w:rsidR="008050A3">
        <w:rPr>
          <w:lang w:val="et-EE"/>
        </w:rPr>
        <w:t xml:space="preserve">) </w:t>
      </w:r>
      <w:r w:rsidR="00597670">
        <w:rPr>
          <w:lang w:val="et-EE"/>
        </w:rPr>
        <w:t xml:space="preserve">kooskõlastatud </w:t>
      </w:r>
      <w:r w:rsidR="0035378E">
        <w:rPr>
          <w:lang w:val="et-EE"/>
        </w:rPr>
        <w:t>eksperdi teostatava ekspertiisiga</w:t>
      </w:r>
      <w:r w:rsidR="00A57C55">
        <w:rPr>
          <w:lang w:val="et-EE"/>
        </w:rPr>
        <w:t xml:space="preserve"> ulukikahjustuste kindlakstegemiseks</w:t>
      </w:r>
      <w:r w:rsidR="00B32D53" w:rsidRPr="00510F6E">
        <w:rPr>
          <w:lang w:val="et-EE"/>
        </w:rPr>
        <w:t>.</w:t>
      </w:r>
    </w:p>
    <w:p w14:paraId="4D9391E2" w14:textId="3E5C21BA" w:rsidR="00BA10E7" w:rsidRPr="00510F6E" w:rsidRDefault="00BA10E7" w:rsidP="00127581">
      <w:pPr>
        <w:pStyle w:val="Heading1"/>
        <w:numPr>
          <w:ilvl w:val="0"/>
          <w:numId w:val="0"/>
        </w:numPr>
        <w:spacing w:line="0" w:lineRule="atLeast"/>
        <w:rPr>
          <w:szCs w:val="18"/>
        </w:rPr>
      </w:pPr>
    </w:p>
    <w:p w14:paraId="2242120C" w14:textId="3E1A2A7C" w:rsidR="00A57C55" w:rsidRDefault="00A57C55" w:rsidP="001746DD">
      <w:pPr>
        <w:pStyle w:val="Level1"/>
        <w:spacing w:line="0" w:lineRule="atLeast"/>
      </w:pPr>
      <w:r>
        <w:t xml:space="preserve">22.11.2023 pöördus Klient (juhatuse liige Rein Urman) </w:t>
      </w:r>
      <w:r w:rsidR="00E47452">
        <w:t xml:space="preserve">RMK poole ning </w:t>
      </w:r>
      <w:r w:rsidR="0082479D">
        <w:t xml:space="preserve">pakkus poolte vahel sõlmitud maakasutuslepingu punkti 3.4 alusel välja, et </w:t>
      </w:r>
      <w:r w:rsidR="00CF4AC5">
        <w:t xml:space="preserve">ulukikahjude kindlakstegemiseks kasutataks metsakorraldajat Eero </w:t>
      </w:r>
      <w:proofErr w:type="spellStart"/>
      <w:r w:rsidR="00CF4AC5">
        <w:t>Jesminit</w:t>
      </w:r>
      <w:proofErr w:type="spellEnd"/>
      <w:r w:rsidR="00CF4AC5">
        <w:t xml:space="preserve">. </w:t>
      </w:r>
    </w:p>
    <w:p w14:paraId="0A44088D" w14:textId="681D2D8D" w:rsidR="00373CC4" w:rsidRDefault="00373CC4" w:rsidP="00373CC4">
      <w:pPr>
        <w:pStyle w:val="Level1"/>
        <w:numPr>
          <w:ilvl w:val="0"/>
          <w:numId w:val="0"/>
        </w:numPr>
        <w:spacing w:line="0" w:lineRule="atLeast"/>
        <w:ind w:left="397"/>
      </w:pPr>
    </w:p>
    <w:p w14:paraId="0A22DFF4" w14:textId="4861806D" w:rsidR="00373CC4" w:rsidRDefault="00373CC4" w:rsidP="001746DD">
      <w:pPr>
        <w:pStyle w:val="Level1"/>
        <w:spacing w:line="0" w:lineRule="atLeast"/>
      </w:pPr>
      <w:r>
        <w:t xml:space="preserve">24.11.2023 </w:t>
      </w:r>
      <w:r w:rsidR="00265849">
        <w:t xml:space="preserve">(reede) </w:t>
      </w:r>
      <w:r>
        <w:t xml:space="preserve">kooskõlastas RMK eksperdi valiku. </w:t>
      </w:r>
    </w:p>
    <w:p w14:paraId="255F0EC4" w14:textId="77777777" w:rsidR="00373CC4" w:rsidRPr="00B955DC" w:rsidRDefault="00373CC4" w:rsidP="00373CC4">
      <w:pPr>
        <w:pStyle w:val="ListParagraph"/>
        <w:rPr>
          <w:lang w:val="fi-FI"/>
        </w:rPr>
      </w:pPr>
    </w:p>
    <w:p w14:paraId="4632C93D" w14:textId="662754AC" w:rsidR="00373CC4" w:rsidRDefault="00265849" w:rsidP="001746DD">
      <w:pPr>
        <w:pStyle w:val="Level1"/>
        <w:spacing w:line="0" w:lineRule="atLeast"/>
      </w:pPr>
      <w:r>
        <w:t xml:space="preserve">Kooskõlastamisele järgneval nädalavahetusel sadas kogu Hiiumaal maha ligi 20 cm paksune lumekate, mis </w:t>
      </w:r>
      <w:r w:rsidR="002953F5">
        <w:t>ei võimalda ekspertiisi läbiviimist</w:t>
      </w:r>
      <w:r w:rsidR="00751870">
        <w:t xml:space="preserve">, st </w:t>
      </w:r>
      <w:r w:rsidR="002953F5">
        <w:t>elujõuliste taimede ja ulukikahjustuste kindlakstegemine on raskendatud või võimatu.</w:t>
      </w:r>
      <w:r w:rsidR="00751870">
        <w:t xml:space="preserve"> </w:t>
      </w:r>
      <w:r w:rsidR="002953F5">
        <w:t xml:space="preserve"> </w:t>
      </w:r>
    </w:p>
    <w:p w14:paraId="0F442B80" w14:textId="77777777" w:rsidR="00373CC4" w:rsidRPr="00B955DC" w:rsidRDefault="00373CC4" w:rsidP="00373CC4">
      <w:pPr>
        <w:pStyle w:val="ListParagraph"/>
        <w:rPr>
          <w:lang w:val="fi-FI"/>
        </w:rPr>
      </w:pPr>
    </w:p>
    <w:p w14:paraId="3189E16C" w14:textId="6F339B3F" w:rsidR="008F7CD0" w:rsidRDefault="00751870" w:rsidP="000B3A44">
      <w:pPr>
        <w:pStyle w:val="Level1"/>
        <w:spacing w:line="0" w:lineRule="atLeast"/>
      </w:pPr>
      <w:r>
        <w:t>Eelnevast</w:t>
      </w:r>
      <w:r w:rsidR="00AC0DFE">
        <w:t xml:space="preserve"> tulenevalt</w:t>
      </w:r>
      <w:r w:rsidR="005126EC">
        <w:t xml:space="preserve"> teeb Klient ettepaneku, et ekspertiisi teostamine lükata edasi seniks, kuni </w:t>
      </w:r>
      <w:r w:rsidR="003914B3">
        <w:t xml:space="preserve">ilmastikuolud võimaldavad ulukikahjustusi hinnata. </w:t>
      </w:r>
    </w:p>
    <w:p w14:paraId="52BD9D73" w14:textId="77777777" w:rsidR="000B3A44" w:rsidRDefault="000B3A44" w:rsidP="000B3A44">
      <w:pPr>
        <w:pStyle w:val="Level1"/>
        <w:numPr>
          <w:ilvl w:val="0"/>
          <w:numId w:val="0"/>
        </w:numPr>
        <w:spacing w:line="0" w:lineRule="atLeast"/>
      </w:pPr>
    </w:p>
    <w:p w14:paraId="17701077" w14:textId="51107CF3" w:rsidR="009F3A5E" w:rsidRPr="0038175B" w:rsidRDefault="00086101" w:rsidP="009F3A5E">
      <w:pPr>
        <w:pStyle w:val="Level1"/>
        <w:spacing w:line="0" w:lineRule="atLeast"/>
      </w:pPr>
      <w:r>
        <w:rPr>
          <w:b/>
          <w:bCs w:val="0"/>
        </w:rPr>
        <w:t>Sellega seonduvalt palub allakirjutanu RMK-</w:t>
      </w:r>
      <w:proofErr w:type="spellStart"/>
      <w:r>
        <w:rPr>
          <w:b/>
          <w:bCs w:val="0"/>
        </w:rPr>
        <w:t>lt</w:t>
      </w:r>
      <w:proofErr w:type="spellEnd"/>
      <w:r>
        <w:rPr>
          <w:b/>
          <w:bCs w:val="0"/>
        </w:rPr>
        <w:t xml:space="preserve"> kinnitust, et </w:t>
      </w:r>
      <w:r w:rsidR="009F3A5E">
        <w:rPr>
          <w:b/>
          <w:bCs w:val="0"/>
        </w:rPr>
        <w:t xml:space="preserve">RMK nõustub hindamise läbi viima </w:t>
      </w:r>
      <w:r w:rsidR="00FE34D9">
        <w:rPr>
          <w:b/>
          <w:bCs w:val="0"/>
        </w:rPr>
        <w:t xml:space="preserve">kolme tööpäeva jooksul pärast Kliendi poolt edastatud teavitust, et eksperdi hinnangul on võimalik ulukikahjustusi hinnata ning hiljemalt </w:t>
      </w:r>
      <w:r w:rsidR="009F3A5E">
        <w:rPr>
          <w:b/>
          <w:bCs w:val="0"/>
        </w:rPr>
        <w:t xml:space="preserve">2023. aasta kevadel, pärast lumekatte sulamist. </w:t>
      </w:r>
    </w:p>
    <w:p w14:paraId="13E1AB14" w14:textId="77777777" w:rsidR="0038175B" w:rsidRPr="00B955DC" w:rsidRDefault="0038175B" w:rsidP="0038175B">
      <w:pPr>
        <w:pStyle w:val="ListParagraph"/>
        <w:rPr>
          <w:lang w:val="et-EE"/>
        </w:rPr>
      </w:pPr>
    </w:p>
    <w:p w14:paraId="720DBB91" w14:textId="75B12580" w:rsidR="0038175B" w:rsidRDefault="0038175B" w:rsidP="009F3A5E">
      <w:pPr>
        <w:pStyle w:val="Level1"/>
        <w:spacing w:line="0" w:lineRule="atLeast"/>
      </w:pPr>
      <w:r>
        <w:t xml:space="preserve">Juhime tähelepanu, et samamoodi lahendati rasketest lumeoludest tekkinud takistused poolte vahel möödunud aastal, seoses </w:t>
      </w:r>
      <w:r w:rsidR="00064DDA">
        <w:t xml:space="preserve">kvartali PU279 eraldise nr 5 puhul RMK väidetud ulukikahjustuste puhul. </w:t>
      </w:r>
    </w:p>
    <w:p w14:paraId="5F3E54A5" w14:textId="77777777" w:rsidR="009F3A5E" w:rsidRPr="00B955DC" w:rsidRDefault="009F3A5E" w:rsidP="009F3A5E">
      <w:pPr>
        <w:pStyle w:val="ListParagraph"/>
        <w:rPr>
          <w:lang w:val="et-EE"/>
        </w:rPr>
      </w:pPr>
    </w:p>
    <w:p w14:paraId="3FCE0FBB" w14:textId="7F17991A" w:rsidR="009F3A5E" w:rsidRPr="00064DDA" w:rsidRDefault="009F3A5E" w:rsidP="009F3A5E">
      <w:pPr>
        <w:pStyle w:val="Level1"/>
        <w:spacing w:line="0" w:lineRule="atLeast"/>
        <w:rPr>
          <w:b/>
          <w:bCs w:val="0"/>
        </w:rPr>
      </w:pPr>
      <w:r w:rsidRPr="00064DDA">
        <w:rPr>
          <w:b/>
          <w:bCs w:val="0"/>
        </w:rPr>
        <w:t>Palume RM</w:t>
      </w:r>
      <w:r w:rsidR="000D4DA5" w:rsidRPr="00064DDA">
        <w:rPr>
          <w:b/>
          <w:bCs w:val="0"/>
        </w:rPr>
        <w:t>K-</w:t>
      </w:r>
      <w:proofErr w:type="spellStart"/>
      <w:r w:rsidR="000D4DA5" w:rsidRPr="00064DDA">
        <w:rPr>
          <w:b/>
          <w:bCs w:val="0"/>
        </w:rPr>
        <w:t>lt</w:t>
      </w:r>
      <w:proofErr w:type="spellEnd"/>
      <w:r w:rsidR="000D4DA5" w:rsidRPr="00064DDA">
        <w:rPr>
          <w:b/>
          <w:bCs w:val="0"/>
        </w:rPr>
        <w:t xml:space="preserve"> vastust siinses teates toodule hiljemalt </w:t>
      </w:r>
      <w:r w:rsidR="004F2AF7" w:rsidRPr="00064DDA">
        <w:rPr>
          <w:b/>
          <w:bCs w:val="0"/>
        </w:rPr>
        <w:t>05</w:t>
      </w:r>
      <w:r w:rsidR="000D4DA5" w:rsidRPr="00064DDA">
        <w:rPr>
          <w:b/>
          <w:bCs w:val="0"/>
        </w:rPr>
        <w:t>.12.202</w:t>
      </w:r>
      <w:r w:rsidR="004F2AF7" w:rsidRPr="00064DDA">
        <w:rPr>
          <w:b/>
          <w:bCs w:val="0"/>
        </w:rPr>
        <w:t>3</w:t>
      </w:r>
      <w:r w:rsidR="000D4DA5" w:rsidRPr="00064DDA">
        <w:rPr>
          <w:b/>
          <w:bCs w:val="0"/>
        </w:rPr>
        <w:t xml:space="preserve">. </w:t>
      </w:r>
    </w:p>
    <w:p w14:paraId="3A47E0A2" w14:textId="72817466" w:rsidR="00B527A2" w:rsidRPr="00510F6E" w:rsidRDefault="00B527A2" w:rsidP="00127581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</w:p>
    <w:p w14:paraId="69E03054" w14:textId="77777777" w:rsidR="008650AE" w:rsidRPr="00510F6E" w:rsidRDefault="008650AE" w:rsidP="00127581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  <w:r w:rsidRPr="00510F6E">
        <w:rPr>
          <w:rFonts w:ascii="Verdana" w:hAnsi="Verdana" w:cs="Arial"/>
          <w:bCs/>
          <w:color w:val="auto"/>
          <w:sz w:val="18"/>
          <w:szCs w:val="18"/>
        </w:rPr>
        <w:t>Lugupidamisega</w:t>
      </w:r>
    </w:p>
    <w:p w14:paraId="58AAE706" w14:textId="77777777" w:rsidR="008650AE" w:rsidRPr="00510F6E" w:rsidRDefault="008650AE" w:rsidP="00127581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i/>
          <w:color w:val="auto"/>
          <w:sz w:val="18"/>
          <w:szCs w:val="18"/>
        </w:rPr>
      </w:pPr>
    </w:p>
    <w:p w14:paraId="2F6DA939" w14:textId="77777777" w:rsidR="008650AE" w:rsidRPr="00510F6E" w:rsidRDefault="008650AE" w:rsidP="00127581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i/>
          <w:color w:val="auto"/>
          <w:sz w:val="18"/>
          <w:szCs w:val="18"/>
        </w:rPr>
      </w:pPr>
      <w:r w:rsidRPr="00510F6E">
        <w:rPr>
          <w:rFonts w:ascii="Verdana" w:hAnsi="Verdana" w:cs="Arial"/>
          <w:bCs/>
          <w:i/>
          <w:color w:val="auto"/>
          <w:sz w:val="18"/>
          <w:szCs w:val="18"/>
        </w:rPr>
        <w:t>/allkirjastatud digitaalselt/</w:t>
      </w:r>
    </w:p>
    <w:p w14:paraId="1D01B398" w14:textId="77777777" w:rsidR="008650AE" w:rsidRPr="00510F6E" w:rsidRDefault="008650AE" w:rsidP="00127581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</w:p>
    <w:p w14:paraId="6553976C" w14:textId="6FE41ACC" w:rsidR="008650AE" w:rsidRPr="00510F6E" w:rsidRDefault="008650AE" w:rsidP="00127581">
      <w:pPr>
        <w:pStyle w:val="NormalWeb"/>
        <w:tabs>
          <w:tab w:val="left" w:pos="4111"/>
        </w:tabs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  <w:r w:rsidRPr="00510F6E">
        <w:rPr>
          <w:rFonts w:ascii="Verdana" w:hAnsi="Verdana" w:cs="Arial"/>
          <w:bCs/>
          <w:color w:val="auto"/>
          <w:sz w:val="18"/>
          <w:szCs w:val="18"/>
        </w:rPr>
        <w:t>Toomas Pikamä</w:t>
      </w:r>
      <w:r w:rsidR="005A0DE1" w:rsidRPr="00510F6E">
        <w:rPr>
          <w:rFonts w:ascii="Verdana" w:hAnsi="Verdana" w:cs="Arial"/>
          <w:bCs/>
          <w:color w:val="auto"/>
          <w:sz w:val="18"/>
          <w:szCs w:val="18"/>
        </w:rPr>
        <w:t>e</w:t>
      </w:r>
    </w:p>
    <w:p w14:paraId="52E4F5D5" w14:textId="18D4E389" w:rsidR="008650AE" w:rsidRPr="00510F6E" w:rsidRDefault="005A0DE1" w:rsidP="00127581">
      <w:pPr>
        <w:pStyle w:val="NormalWeb"/>
        <w:tabs>
          <w:tab w:val="left" w:pos="4111"/>
        </w:tabs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  <w:r w:rsidRPr="00510F6E">
        <w:rPr>
          <w:rFonts w:ascii="Verdana" w:hAnsi="Verdana" w:cs="Arial"/>
          <w:bCs/>
          <w:color w:val="auto"/>
          <w:sz w:val="18"/>
          <w:szCs w:val="18"/>
        </w:rPr>
        <w:t>v</w:t>
      </w:r>
      <w:r w:rsidR="008650AE" w:rsidRPr="00510F6E">
        <w:rPr>
          <w:rFonts w:ascii="Verdana" w:hAnsi="Verdana" w:cs="Arial"/>
          <w:bCs/>
          <w:color w:val="auto"/>
          <w:sz w:val="18"/>
          <w:szCs w:val="18"/>
        </w:rPr>
        <w:t>andeadvokaat</w:t>
      </w:r>
    </w:p>
    <w:p w14:paraId="4B76140A" w14:textId="3F38DB57" w:rsidR="00041897" w:rsidRPr="00510F6E" w:rsidRDefault="00E67177" w:rsidP="00E67177">
      <w:pPr>
        <w:pStyle w:val="NormalWeb"/>
        <w:spacing w:before="0" w:beforeAutospacing="0" w:after="0" w:afterAutospacing="0" w:line="0" w:lineRule="atLeast"/>
        <w:rPr>
          <w:rFonts w:ascii="Verdana" w:hAnsi="Verdana" w:cs="Arial"/>
          <w:bCs/>
          <w:color w:val="auto"/>
          <w:sz w:val="18"/>
          <w:szCs w:val="18"/>
        </w:rPr>
      </w:pPr>
      <w:r>
        <w:rPr>
          <w:rFonts w:ascii="Verdana" w:hAnsi="Verdana" w:cs="Arial"/>
          <w:bCs/>
          <w:color w:val="auto"/>
          <w:sz w:val="18"/>
          <w:szCs w:val="18"/>
        </w:rPr>
        <w:t>MTÜ Leluselja Jahiselts</w:t>
      </w:r>
      <w:r w:rsidR="001F7832" w:rsidRPr="00510F6E">
        <w:rPr>
          <w:rFonts w:ascii="Verdana" w:hAnsi="Verdana" w:cs="Arial"/>
          <w:bCs/>
          <w:color w:val="auto"/>
          <w:sz w:val="18"/>
          <w:szCs w:val="18"/>
        </w:rPr>
        <w:t xml:space="preserve"> </w:t>
      </w:r>
      <w:r w:rsidR="005A0DE1" w:rsidRPr="00510F6E">
        <w:rPr>
          <w:rFonts w:ascii="Verdana" w:hAnsi="Verdana" w:cs="Arial"/>
          <w:bCs/>
          <w:color w:val="auto"/>
          <w:sz w:val="18"/>
          <w:szCs w:val="18"/>
        </w:rPr>
        <w:t>lepinguline esindaja</w:t>
      </w:r>
      <w:r w:rsidR="00827B7B">
        <w:rPr>
          <w:rFonts w:ascii="Verdana" w:hAnsi="Verdana" w:cs="Arial"/>
          <w:bCs/>
          <w:color w:val="auto"/>
          <w:sz w:val="18"/>
          <w:szCs w:val="18"/>
        </w:rPr>
        <w:t xml:space="preserve"> </w:t>
      </w:r>
    </w:p>
    <w:sectPr w:rsidR="00041897" w:rsidRPr="00510F6E" w:rsidSect="001C6B97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98" w:right="851" w:bottom="1418" w:left="1701" w:header="284" w:footer="454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CB594" w14:textId="77777777" w:rsidR="00E57857" w:rsidRDefault="00E57857" w:rsidP="005D30CA">
      <w:r>
        <w:separator/>
      </w:r>
    </w:p>
  </w:endnote>
  <w:endnote w:type="continuationSeparator" w:id="0">
    <w:p w14:paraId="623E4A2B" w14:textId="77777777" w:rsidR="00E57857" w:rsidRDefault="00E57857" w:rsidP="005D3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 Ext Condensed Bold">
    <w:panose1 w:val="020B09020201040202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F205A" w14:textId="77777777" w:rsidR="00E4572E" w:rsidRDefault="00E4572E" w:rsidP="007400E6">
    <w:pPr>
      <w:pStyle w:val="Footer"/>
      <w:tabs>
        <w:tab w:val="clear" w:pos="4536"/>
      </w:tabs>
      <w:rPr>
        <w:sz w:val="12"/>
      </w:rPr>
    </w:pPr>
  </w:p>
  <w:p w14:paraId="6BD907EA" w14:textId="77777777" w:rsidR="00E4572E" w:rsidRDefault="00E4572E" w:rsidP="00B253B4">
    <w:pPr>
      <w:pStyle w:val="ExtraInfo"/>
      <w:framePr w:w="0" w:hRule="auto" w:hSpace="0" w:wrap="auto" w:vAnchor="margin" w:hAnchor="text" w:xAlign="left" w:yAlign="inline"/>
      <w:spacing w:before="240"/>
    </w:pPr>
  </w:p>
  <w:p w14:paraId="00119984" w14:textId="77777777" w:rsidR="00E4572E" w:rsidRPr="0053419C" w:rsidRDefault="00E4572E" w:rsidP="007400E6">
    <w:pPr>
      <w:pStyle w:val="Footer"/>
      <w:tabs>
        <w:tab w:val="clear" w:pos="4536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6" w:type="dxa"/>
      <w:tblInd w:w="-113" w:type="dxa"/>
      <w:tblLayout w:type="fixed"/>
      <w:tblLook w:val="01E0" w:firstRow="1" w:lastRow="1" w:firstColumn="1" w:lastColumn="1" w:noHBand="0" w:noVBand="0"/>
    </w:tblPr>
    <w:tblGrid>
      <w:gridCol w:w="8051"/>
      <w:gridCol w:w="2295"/>
    </w:tblGrid>
    <w:tr w:rsidR="00E4572E" w:rsidRPr="00BC285F" w14:paraId="47FB2ED0" w14:textId="77777777" w:rsidTr="002C0779">
      <w:trPr>
        <w:trHeight w:val="397"/>
        <w:hidden/>
      </w:trPr>
      <w:tc>
        <w:tcPr>
          <w:tcW w:w="8051" w:type="dxa"/>
          <w:vAlign w:val="bottom"/>
        </w:tcPr>
        <w:p w14:paraId="6C375E83" w14:textId="77777777" w:rsidR="00E4572E" w:rsidRPr="00BC285F" w:rsidRDefault="00E4572E" w:rsidP="00D55CB3">
          <w:pPr>
            <w:pStyle w:val="Footer"/>
            <w:ind w:right="317"/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</w:pPr>
          <w:r w:rsidRPr="00470BBB">
            <w:rPr>
              <w:vanish/>
              <w:sz w:val="10"/>
              <w:szCs w:val="10"/>
            </w:rPr>
            <w:drawing>
              <wp:anchor distT="0" distB="0" distL="114300" distR="114300" simplePos="0" relativeHeight="251671552" behindDoc="0" locked="0" layoutInCell="1" allowOverlap="1" wp14:anchorId="2AD365DD" wp14:editId="0AF794E6">
                <wp:simplePos x="0" y="0"/>
                <wp:positionH relativeFrom="page">
                  <wp:posOffset>822960</wp:posOffset>
                </wp:positionH>
                <wp:positionV relativeFrom="page">
                  <wp:posOffset>10761073</wp:posOffset>
                </wp:positionV>
                <wp:extent cx="895985" cy="2465705"/>
                <wp:effectExtent l="0" t="0" r="0" b="0"/>
                <wp:wrapNone/>
                <wp:docPr id="57" name="Picture 40" descr="Alex NAS Docs:Eversheds:Logos:Output:Logo_V_300dp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lex NAS Docs:Eversheds:Logos:Output:Logo_V_300dp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985" cy="246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 xmlns:arto="http://schemas.microsoft.com/office/word/2006/arto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Verdana"/>
              <w:b/>
              <w:bCs/>
              <w:color w:val="000000"/>
              <w:sz w:val="10"/>
              <w:szCs w:val="10"/>
              <w:lang w:val="et-EE" w:eastAsia="zh-CN"/>
            </w:rPr>
            <w:t>E</w:t>
          </w:r>
          <w:r w:rsidRPr="00DD4593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versheds 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Sutherland </w:t>
          </w:r>
          <w:r w:rsidRPr="00DD4593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Ots &amp; Co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 on </w:t>
          </w:r>
          <w:r w:rsidRPr="00BC285F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Eversheds International Limited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´i liige</w:t>
          </w:r>
        </w:p>
        <w:p w14:paraId="2331BF1A" w14:textId="77777777" w:rsidR="00E4572E" w:rsidRPr="00BC285F" w:rsidRDefault="00E4572E" w:rsidP="00BC285F">
          <w:pPr>
            <w:pStyle w:val="Footer"/>
            <w:ind w:right="317"/>
            <w:rPr>
              <w:sz w:val="10"/>
              <w:szCs w:val="10"/>
            </w:rPr>
          </w:pPr>
        </w:p>
      </w:tc>
      <w:tc>
        <w:tcPr>
          <w:tcW w:w="2295" w:type="dxa"/>
          <w:tcMar>
            <w:left w:w="28" w:type="dxa"/>
          </w:tcMar>
          <w:vAlign w:val="bottom"/>
        </w:tcPr>
        <w:p w14:paraId="467D177F" w14:textId="77777777" w:rsidR="00E4572E" w:rsidRPr="00BC285F" w:rsidRDefault="00E4572E" w:rsidP="007400E6">
          <w:pPr>
            <w:pStyle w:val="Footer"/>
            <w:spacing w:line="216" w:lineRule="auto"/>
            <w:rPr>
              <w:sz w:val="10"/>
              <w:szCs w:val="10"/>
            </w:rPr>
          </w:pPr>
          <w:r w:rsidRPr="00BC285F">
            <w:rPr>
              <w:sz w:val="10"/>
              <w:szCs w:val="10"/>
            </w:rPr>
            <w:t xml:space="preserve"> </w:t>
          </w:r>
        </w:p>
      </w:tc>
    </w:tr>
  </w:tbl>
  <w:p w14:paraId="0A3FCCF0" w14:textId="77777777" w:rsidR="00E4572E" w:rsidRDefault="00E4572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B6D06" w14:textId="77777777" w:rsidR="00E57857" w:rsidRDefault="00E57857" w:rsidP="005D30CA">
      <w:r>
        <w:separator/>
      </w:r>
    </w:p>
  </w:footnote>
  <w:footnote w:type="continuationSeparator" w:id="0">
    <w:p w14:paraId="0D1F4B26" w14:textId="77777777" w:rsidR="00E57857" w:rsidRDefault="00E57857" w:rsidP="005D3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631ED" w14:textId="77777777" w:rsidR="00E4572E" w:rsidRPr="009C44F0" w:rsidRDefault="00E4572E" w:rsidP="00013BAB">
    <w:pPr>
      <w:pStyle w:val="ExtraInfo"/>
      <w:framePr w:wrap="around" w:x="9498"/>
      <w:spacing w:before="240"/>
    </w:pPr>
    <w:r>
      <w:t xml:space="preserve">Page: </w:t>
    </w:r>
    <w:r w:rsidRPr="009C44F0">
      <w:fldChar w:fldCharType="begin"/>
    </w:r>
    <w:r w:rsidRPr="009C44F0">
      <w:instrText xml:space="preserve"> PAGE   \* MERGEFORMAT </w:instrText>
    </w:r>
    <w:r w:rsidRPr="009C44F0">
      <w:fldChar w:fldCharType="separate"/>
    </w:r>
    <w:r>
      <w:rPr>
        <w:noProof/>
      </w:rPr>
      <w:t>2</w:t>
    </w:r>
    <w:r w:rsidRPr="009C44F0">
      <w:rPr>
        <w:noProof/>
      </w:rPr>
      <w:fldChar w:fldCharType="end"/>
    </w:r>
  </w:p>
  <w:p w14:paraId="05761210" w14:textId="77777777" w:rsidR="00E4572E" w:rsidRPr="009C44F0" w:rsidRDefault="00E4572E" w:rsidP="007400E6">
    <w:pPr>
      <w:pStyle w:val="Header"/>
      <w:rPr>
        <w:sz w:val="2"/>
        <w:szCs w:val="2"/>
      </w:rPr>
    </w:pPr>
    <w:r>
      <w:drawing>
        <wp:anchor distT="0" distB="0" distL="114300" distR="114300" simplePos="0" relativeHeight="251681792" behindDoc="0" locked="0" layoutInCell="1" allowOverlap="1" wp14:anchorId="217AAC10" wp14:editId="7A279B21">
          <wp:simplePos x="0" y="0"/>
          <wp:positionH relativeFrom="page">
            <wp:posOffset>115570</wp:posOffset>
          </wp:positionH>
          <wp:positionV relativeFrom="page">
            <wp:posOffset>127635</wp:posOffset>
          </wp:positionV>
          <wp:extent cx="905154" cy="1843200"/>
          <wp:effectExtent l="0" t="0" r="9525" b="5080"/>
          <wp:wrapNone/>
          <wp:docPr id="55" name="Pictur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05154" cy="184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9FB5CC" w14:textId="77777777" w:rsidR="00E4572E" w:rsidRPr="009C44F0" w:rsidRDefault="00E4572E"/>
  <w:p w14:paraId="130E1F9D" w14:textId="77777777" w:rsidR="00E4572E" w:rsidRPr="009C44F0" w:rsidRDefault="00E4572E">
    <w:pPr>
      <w:rPr>
        <w:sz w:val="19"/>
        <w:szCs w:val="19"/>
      </w:rPr>
    </w:pPr>
  </w:p>
  <w:p w14:paraId="1FDF8EF9" w14:textId="77777777" w:rsidR="00E4572E" w:rsidRPr="009C44F0" w:rsidRDefault="00E4572E"/>
  <w:p w14:paraId="5E7C9E21" w14:textId="77777777" w:rsidR="00E4572E" w:rsidRPr="009C44F0" w:rsidRDefault="00E4572E" w:rsidP="00A52F47">
    <w:pPr>
      <w:pStyle w:val="Header"/>
      <w:spacing w:line="360" w:lineRule="auto"/>
    </w:pPr>
  </w:p>
  <w:p w14:paraId="6DCB3040" w14:textId="77777777" w:rsidR="00E4572E" w:rsidRPr="009C44F0" w:rsidRDefault="00E4572E" w:rsidP="00A52F47">
    <w:pPr>
      <w:pStyle w:val="Header"/>
      <w:spacing w:line="360" w:lineRule="auto"/>
    </w:pPr>
  </w:p>
  <w:p w14:paraId="27070668" w14:textId="77777777" w:rsidR="00E4572E" w:rsidRPr="009C44F0" w:rsidRDefault="00E4572E" w:rsidP="007400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3155" w:type="dxa"/>
      <w:tblInd w:w="70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3155"/>
    </w:tblGrid>
    <w:tr w:rsidR="00E4572E" w:rsidRPr="009C44F0" w14:paraId="4B4E3C2C" w14:textId="77777777" w:rsidTr="00CF7EB0">
      <w:trPr>
        <w:trHeight w:val="1928"/>
      </w:trPr>
      <w:tc>
        <w:tcPr>
          <w:tcW w:w="3155" w:type="dxa"/>
        </w:tcPr>
        <w:p w14:paraId="7C620D14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 w:right="-855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OÜ </w:t>
          </w:r>
          <w:r w:rsidRPr="00DD4593">
            <w:rPr>
              <w:b/>
              <w:sz w:val="14"/>
              <w:szCs w:val="14"/>
            </w:rPr>
            <w:t>Advokaadibüroo</w:t>
          </w:r>
        </w:p>
        <w:p w14:paraId="589CA8E2" w14:textId="77777777" w:rsidR="00E4572E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b/>
              <w:sz w:val="14"/>
              <w:szCs w:val="14"/>
            </w:rPr>
          </w:pPr>
          <w:r w:rsidRPr="00DD4593">
            <w:rPr>
              <w:b/>
              <w:sz w:val="14"/>
              <w:szCs w:val="14"/>
            </w:rPr>
            <w:t xml:space="preserve">Eversheds </w:t>
          </w:r>
          <w:r>
            <w:rPr>
              <w:b/>
              <w:sz w:val="14"/>
              <w:szCs w:val="14"/>
            </w:rPr>
            <w:t xml:space="preserve">Sutherland </w:t>
          </w:r>
        </w:p>
        <w:p w14:paraId="0D07C03E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b/>
              <w:sz w:val="14"/>
              <w:szCs w:val="14"/>
            </w:rPr>
          </w:pPr>
          <w:r w:rsidRPr="00DD4593">
            <w:rPr>
              <w:b/>
              <w:sz w:val="14"/>
              <w:szCs w:val="14"/>
            </w:rPr>
            <w:t>Ots &amp; Co</w:t>
          </w:r>
        </w:p>
        <w:p w14:paraId="7D66D1B4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Kentmanni 4/Sakala 10</w:t>
          </w:r>
        </w:p>
        <w:p w14:paraId="6C87D5A8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10116 Tallinn</w:t>
          </w:r>
        </w:p>
        <w:p w14:paraId="321C8432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Eesti</w:t>
          </w:r>
        </w:p>
        <w:p w14:paraId="0B0836E0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</w:p>
        <w:p w14:paraId="552DF881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Registrikood 10639559</w:t>
          </w:r>
        </w:p>
        <w:p w14:paraId="5FA3517E" w14:textId="77777777" w:rsidR="00E4572E" w:rsidRPr="00461D81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</w:p>
        <w:p w14:paraId="177A2671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T: </w:t>
          </w:r>
          <w:r w:rsidRPr="00DD4593">
            <w:rPr>
              <w:sz w:val="14"/>
              <w:szCs w:val="14"/>
            </w:rPr>
            <w:t>622 9990</w:t>
          </w:r>
        </w:p>
        <w:p w14:paraId="44218475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 w:rsidRPr="00DD4593">
            <w:rPr>
              <w:sz w:val="14"/>
              <w:szCs w:val="14"/>
            </w:rPr>
            <w:t>F: 622 9999</w:t>
          </w:r>
        </w:p>
        <w:p w14:paraId="54E35A50" w14:textId="77777777" w:rsidR="00E4572E" w:rsidRPr="00DD4593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</w:p>
        <w:p w14:paraId="310C98CA" w14:textId="77777777" w:rsidR="00E4572E" w:rsidRPr="009C44F0" w:rsidRDefault="00E4572E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>
            <w:rPr>
              <w:sz w:val="14"/>
              <w:szCs w:val="14"/>
            </w:rPr>
            <w:t>e</w:t>
          </w:r>
          <w:r w:rsidRPr="00DD4593">
            <w:rPr>
              <w:sz w:val="14"/>
              <w:szCs w:val="14"/>
            </w:rPr>
            <w:t>versheds</w:t>
          </w:r>
          <w:r>
            <w:rPr>
              <w:sz w:val="14"/>
              <w:szCs w:val="14"/>
            </w:rPr>
            <w:t>-sutherland</w:t>
          </w:r>
          <w:r w:rsidRPr="00DD4593">
            <w:rPr>
              <w:sz w:val="14"/>
              <w:szCs w:val="14"/>
            </w:rPr>
            <w:t>.</w:t>
          </w:r>
          <w:r>
            <w:rPr>
              <w:sz w:val="14"/>
              <w:szCs w:val="14"/>
            </w:rPr>
            <w:t>ee</w:t>
          </w:r>
        </w:p>
      </w:tc>
    </w:tr>
  </w:tbl>
  <w:p w14:paraId="13674612" w14:textId="77777777" w:rsidR="00E4572E" w:rsidRPr="009C44F0" w:rsidRDefault="00E4572E" w:rsidP="007400E6">
    <w:pPr>
      <w:pStyle w:val="Header"/>
      <w:rPr>
        <w:sz w:val="2"/>
        <w:szCs w:val="2"/>
      </w:rPr>
    </w:pPr>
    <w:r>
      <w:drawing>
        <wp:anchor distT="0" distB="0" distL="114300" distR="114300" simplePos="0" relativeHeight="251679744" behindDoc="0" locked="0" layoutInCell="1" allowOverlap="1" wp14:anchorId="5C773F77" wp14:editId="65CAA972">
          <wp:simplePos x="0" y="0"/>
          <wp:positionH relativeFrom="page">
            <wp:posOffset>99061</wp:posOffset>
          </wp:positionH>
          <wp:positionV relativeFrom="page">
            <wp:posOffset>91441</wp:posOffset>
          </wp:positionV>
          <wp:extent cx="905566" cy="1844040"/>
          <wp:effectExtent l="0" t="0" r="8890" b="3810"/>
          <wp:wrapNone/>
          <wp:docPr id="56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0572" cy="1854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6141"/>
    <w:multiLevelType w:val="multilevel"/>
    <w:tmpl w:val="E5C8DE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7002FF0"/>
    <w:multiLevelType w:val="hybridMultilevel"/>
    <w:tmpl w:val="F21EFB4E"/>
    <w:lvl w:ilvl="0" w:tplc="6F86D7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Gill Sans MT Ext Condensed Bold" w:hAnsi="Verdana" w:cs="Gill Sans MT Ext Condensed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C5124"/>
    <w:multiLevelType w:val="hybridMultilevel"/>
    <w:tmpl w:val="505EBDAA"/>
    <w:lvl w:ilvl="0" w:tplc="0B7E30A4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77" w:hanging="360"/>
      </w:pPr>
    </w:lvl>
    <w:lvl w:ilvl="2" w:tplc="0425001B" w:tentative="1">
      <w:start w:val="1"/>
      <w:numFmt w:val="lowerRoman"/>
      <w:lvlText w:val="%3."/>
      <w:lvlJc w:val="right"/>
      <w:pPr>
        <w:ind w:left="2197" w:hanging="180"/>
      </w:pPr>
    </w:lvl>
    <w:lvl w:ilvl="3" w:tplc="0425000F" w:tentative="1">
      <w:start w:val="1"/>
      <w:numFmt w:val="decimal"/>
      <w:lvlText w:val="%4."/>
      <w:lvlJc w:val="left"/>
      <w:pPr>
        <w:ind w:left="2917" w:hanging="360"/>
      </w:pPr>
    </w:lvl>
    <w:lvl w:ilvl="4" w:tplc="04250019" w:tentative="1">
      <w:start w:val="1"/>
      <w:numFmt w:val="lowerLetter"/>
      <w:lvlText w:val="%5."/>
      <w:lvlJc w:val="left"/>
      <w:pPr>
        <w:ind w:left="3637" w:hanging="360"/>
      </w:pPr>
    </w:lvl>
    <w:lvl w:ilvl="5" w:tplc="0425001B" w:tentative="1">
      <w:start w:val="1"/>
      <w:numFmt w:val="lowerRoman"/>
      <w:lvlText w:val="%6."/>
      <w:lvlJc w:val="right"/>
      <w:pPr>
        <w:ind w:left="4357" w:hanging="180"/>
      </w:pPr>
    </w:lvl>
    <w:lvl w:ilvl="6" w:tplc="0425000F" w:tentative="1">
      <w:start w:val="1"/>
      <w:numFmt w:val="decimal"/>
      <w:lvlText w:val="%7."/>
      <w:lvlJc w:val="left"/>
      <w:pPr>
        <w:ind w:left="5077" w:hanging="360"/>
      </w:pPr>
    </w:lvl>
    <w:lvl w:ilvl="7" w:tplc="04250019" w:tentative="1">
      <w:start w:val="1"/>
      <w:numFmt w:val="lowerLetter"/>
      <w:lvlText w:val="%8."/>
      <w:lvlJc w:val="left"/>
      <w:pPr>
        <w:ind w:left="5797" w:hanging="360"/>
      </w:pPr>
    </w:lvl>
    <w:lvl w:ilvl="8" w:tplc="042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 w15:restartNumberingAfterBreak="0">
    <w:nsid w:val="10DA2099"/>
    <w:multiLevelType w:val="hybridMultilevel"/>
    <w:tmpl w:val="E4C87598"/>
    <w:lvl w:ilvl="0" w:tplc="EE62EA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37" w:hanging="360"/>
      </w:pPr>
    </w:lvl>
    <w:lvl w:ilvl="2" w:tplc="0425001B" w:tentative="1">
      <w:start w:val="1"/>
      <w:numFmt w:val="lowerRoman"/>
      <w:lvlText w:val="%3."/>
      <w:lvlJc w:val="right"/>
      <w:pPr>
        <w:ind w:left="2157" w:hanging="180"/>
      </w:pPr>
    </w:lvl>
    <w:lvl w:ilvl="3" w:tplc="0425000F" w:tentative="1">
      <w:start w:val="1"/>
      <w:numFmt w:val="decimal"/>
      <w:lvlText w:val="%4."/>
      <w:lvlJc w:val="left"/>
      <w:pPr>
        <w:ind w:left="2877" w:hanging="360"/>
      </w:pPr>
    </w:lvl>
    <w:lvl w:ilvl="4" w:tplc="04250019" w:tentative="1">
      <w:start w:val="1"/>
      <w:numFmt w:val="lowerLetter"/>
      <w:lvlText w:val="%5."/>
      <w:lvlJc w:val="left"/>
      <w:pPr>
        <w:ind w:left="3597" w:hanging="360"/>
      </w:pPr>
    </w:lvl>
    <w:lvl w:ilvl="5" w:tplc="0425001B" w:tentative="1">
      <w:start w:val="1"/>
      <w:numFmt w:val="lowerRoman"/>
      <w:lvlText w:val="%6."/>
      <w:lvlJc w:val="right"/>
      <w:pPr>
        <w:ind w:left="4317" w:hanging="180"/>
      </w:pPr>
    </w:lvl>
    <w:lvl w:ilvl="6" w:tplc="0425000F" w:tentative="1">
      <w:start w:val="1"/>
      <w:numFmt w:val="decimal"/>
      <w:lvlText w:val="%7."/>
      <w:lvlJc w:val="left"/>
      <w:pPr>
        <w:ind w:left="5037" w:hanging="360"/>
      </w:pPr>
    </w:lvl>
    <w:lvl w:ilvl="7" w:tplc="04250019" w:tentative="1">
      <w:start w:val="1"/>
      <w:numFmt w:val="lowerLetter"/>
      <w:lvlText w:val="%8."/>
      <w:lvlJc w:val="left"/>
      <w:pPr>
        <w:ind w:left="5757" w:hanging="360"/>
      </w:pPr>
    </w:lvl>
    <w:lvl w:ilvl="8" w:tplc="042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54A5C46"/>
    <w:multiLevelType w:val="singleLevel"/>
    <w:tmpl w:val="76B20EBE"/>
    <w:lvl w:ilvl="0">
      <w:start w:val="1"/>
      <w:numFmt w:val="decimal"/>
      <w:pStyle w:val="Schedule"/>
      <w:lvlText w:val="%1"/>
      <w:lvlJc w:val="center"/>
      <w:pPr>
        <w:tabs>
          <w:tab w:val="num" w:pos="0"/>
        </w:tabs>
        <w:ind w:left="0" w:firstLine="0"/>
      </w:pPr>
      <w:rPr>
        <w:rFonts w:hint="default"/>
        <w:vanish/>
      </w:rPr>
    </w:lvl>
  </w:abstractNum>
  <w:abstractNum w:abstractNumId="5" w15:restartNumberingAfterBreak="0">
    <w:nsid w:val="17024C0D"/>
    <w:multiLevelType w:val="multilevel"/>
    <w:tmpl w:val="BB229E12"/>
    <w:lvl w:ilvl="0">
      <w:start w:val="1"/>
      <w:numFmt w:val="decimal"/>
      <w:pStyle w:val="Part"/>
      <w:lvlText w:val="Part 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933730B"/>
    <w:multiLevelType w:val="singleLevel"/>
    <w:tmpl w:val="A7BAF762"/>
    <w:lvl w:ilvl="0">
      <w:start w:val="1"/>
      <w:numFmt w:val="decimal"/>
      <w:pStyle w:val="Parties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7" w15:restartNumberingAfterBreak="0">
    <w:nsid w:val="202557C0"/>
    <w:multiLevelType w:val="multilevel"/>
    <w:tmpl w:val="616CC2A4"/>
    <w:lvl w:ilvl="0">
      <w:start w:val="1"/>
      <w:numFmt w:val="lowerLetter"/>
      <w:pStyle w:val="aBankingDefinition"/>
      <w:lvlText w:val="(%1)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1">
      <w:start w:val="1"/>
      <w:numFmt w:val="lowerRoman"/>
      <w:pStyle w:val="iBankingDefinition"/>
      <w:lvlText w:val="(%2)"/>
      <w:lvlJc w:val="left"/>
      <w:pPr>
        <w:tabs>
          <w:tab w:val="num" w:pos="3119"/>
        </w:tabs>
        <w:ind w:left="3119" w:hanging="1276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4253"/>
        </w:tabs>
        <w:ind w:left="4253" w:hanging="1134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4253"/>
        </w:tabs>
        <w:ind w:left="4253" w:hanging="113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53E7316"/>
    <w:multiLevelType w:val="hybridMultilevel"/>
    <w:tmpl w:val="CEEA8A2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8684C"/>
    <w:multiLevelType w:val="hybridMultilevel"/>
    <w:tmpl w:val="76D06B0A"/>
    <w:lvl w:ilvl="0" w:tplc="B8EA8498">
      <w:start w:val="1"/>
      <w:numFmt w:val="decimal"/>
      <w:pStyle w:val="Muu"/>
      <w:lvlText w:val="%1)"/>
      <w:lvlJc w:val="left"/>
      <w:pPr>
        <w:ind w:left="75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77" w:hanging="360"/>
      </w:pPr>
    </w:lvl>
    <w:lvl w:ilvl="2" w:tplc="0425001B" w:tentative="1">
      <w:start w:val="1"/>
      <w:numFmt w:val="lowerRoman"/>
      <w:lvlText w:val="%3."/>
      <w:lvlJc w:val="right"/>
      <w:pPr>
        <w:ind w:left="2197" w:hanging="180"/>
      </w:pPr>
    </w:lvl>
    <w:lvl w:ilvl="3" w:tplc="0425000F" w:tentative="1">
      <w:start w:val="1"/>
      <w:numFmt w:val="decimal"/>
      <w:lvlText w:val="%4."/>
      <w:lvlJc w:val="left"/>
      <w:pPr>
        <w:ind w:left="2917" w:hanging="360"/>
      </w:pPr>
    </w:lvl>
    <w:lvl w:ilvl="4" w:tplc="04250019" w:tentative="1">
      <w:start w:val="1"/>
      <w:numFmt w:val="lowerLetter"/>
      <w:lvlText w:val="%5."/>
      <w:lvlJc w:val="left"/>
      <w:pPr>
        <w:ind w:left="3637" w:hanging="360"/>
      </w:pPr>
    </w:lvl>
    <w:lvl w:ilvl="5" w:tplc="0425001B" w:tentative="1">
      <w:start w:val="1"/>
      <w:numFmt w:val="lowerRoman"/>
      <w:lvlText w:val="%6."/>
      <w:lvlJc w:val="right"/>
      <w:pPr>
        <w:ind w:left="4357" w:hanging="180"/>
      </w:pPr>
    </w:lvl>
    <w:lvl w:ilvl="6" w:tplc="0425000F" w:tentative="1">
      <w:start w:val="1"/>
      <w:numFmt w:val="decimal"/>
      <w:lvlText w:val="%7."/>
      <w:lvlJc w:val="left"/>
      <w:pPr>
        <w:ind w:left="5077" w:hanging="360"/>
      </w:pPr>
    </w:lvl>
    <w:lvl w:ilvl="7" w:tplc="04250019" w:tentative="1">
      <w:start w:val="1"/>
      <w:numFmt w:val="lowerLetter"/>
      <w:lvlText w:val="%8."/>
      <w:lvlJc w:val="left"/>
      <w:pPr>
        <w:ind w:left="5797" w:hanging="360"/>
      </w:pPr>
    </w:lvl>
    <w:lvl w:ilvl="8" w:tplc="042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 w15:restartNumberingAfterBreak="0">
    <w:nsid w:val="3757382E"/>
    <w:multiLevelType w:val="multilevel"/>
    <w:tmpl w:val="56AA0988"/>
    <w:lvl w:ilvl="0">
      <w:start w:val="1"/>
      <w:numFmt w:val="decimal"/>
      <w:pStyle w:val="Rule1"/>
      <w:lvlText w:val="Rule %1"/>
      <w:lvlJc w:val="left"/>
      <w:pPr>
        <w:tabs>
          <w:tab w:val="num" w:pos="1077"/>
        </w:tabs>
        <w:ind w:left="1077" w:hanging="1077"/>
      </w:pPr>
      <w:rPr>
        <w:rFonts w:hint="default"/>
        <w:b/>
        <w:i w:val="0"/>
      </w:rPr>
    </w:lvl>
    <w:lvl w:ilvl="1">
      <w:start w:val="1"/>
      <w:numFmt w:val="decimal"/>
      <w:pStyle w:val="Rule2"/>
      <w:lvlText w:val="%1.%2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2">
      <w:start w:val="1"/>
      <w:numFmt w:val="decimal"/>
      <w:pStyle w:val="Rule3"/>
      <w:lvlText w:val="%1.%2.%3"/>
      <w:lvlJc w:val="left"/>
      <w:pPr>
        <w:tabs>
          <w:tab w:val="num" w:pos="2211"/>
        </w:tabs>
        <w:ind w:left="2211" w:hanging="1134"/>
      </w:pPr>
      <w:rPr>
        <w:rFonts w:hint="default"/>
      </w:rPr>
    </w:lvl>
    <w:lvl w:ilvl="3">
      <w:start w:val="1"/>
      <w:numFmt w:val="decimal"/>
      <w:pStyle w:val="Rule4"/>
      <w:lvlText w:val="%1.%2.%3.%4"/>
      <w:lvlJc w:val="left"/>
      <w:pPr>
        <w:tabs>
          <w:tab w:val="num" w:pos="3686"/>
        </w:tabs>
        <w:ind w:left="3686" w:hanging="1475"/>
      </w:pPr>
      <w:rPr>
        <w:rFonts w:hint="default"/>
      </w:rPr>
    </w:lvl>
    <w:lvl w:ilvl="4">
      <w:start w:val="1"/>
      <w:numFmt w:val="decimal"/>
      <w:pStyle w:val="Rule5"/>
      <w:lvlText w:val="%1.%2.%3.%4.%5"/>
      <w:lvlJc w:val="left"/>
      <w:pPr>
        <w:tabs>
          <w:tab w:val="num" w:pos="3686"/>
        </w:tabs>
        <w:ind w:left="3686" w:hanging="1475"/>
      </w:pPr>
      <w:rPr>
        <w:rFonts w:hint="default"/>
      </w:rPr>
    </w:lvl>
    <w:lvl w:ilvl="5">
      <w:start w:val="1"/>
      <w:numFmt w:val="none"/>
      <w:lvlText w:val="(Not Defined)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none"/>
      <w:lvlText w:val="(Not Defined)"/>
      <w:lvlJc w:val="left"/>
      <w:pPr>
        <w:tabs>
          <w:tab w:val="num" w:pos="1440"/>
        </w:tabs>
        <w:ind w:left="1296" w:hanging="1296"/>
      </w:pPr>
      <w:rPr>
        <w:rFonts w:hint="default"/>
      </w:rPr>
    </w:lvl>
    <w:lvl w:ilvl="7">
      <w:start w:val="1"/>
      <w:numFmt w:val="none"/>
      <w:lvlText w:val="(Not Defined)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(Not Defined)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1121C39"/>
    <w:multiLevelType w:val="multilevel"/>
    <w:tmpl w:val="F32EB1EC"/>
    <w:lvl w:ilvl="0">
      <w:start w:val="1"/>
      <w:numFmt w:val="none"/>
      <w:pStyle w:val="Body"/>
      <w:suff w:val="nothing"/>
      <w:lvlText w:val="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pStyle w:val="aDefinition"/>
      <w:lvlText w:val="(%2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Roman"/>
      <w:pStyle w:val="iDefinition"/>
      <w:lvlText w:val="( %3)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7071E4D"/>
    <w:multiLevelType w:val="hybridMultilevel"/>
    <w:tmpl w:val="87A8D54A"/>
    <w:lvl w:ilvl="0" w:tplc="ACDE3676">
      <w:start w:val="1"/>
      <w:numFmt w:val="upperRoman"/>
      <w:pStyle w:val="Heading1"/>
      <w:lvlText w:val="%1"/>
      <w:lvlJc w:val="left"/>
      <w:pPr>
        <w:ind w:left="644" w:hanging="360"/>
      </w:pPr>
      <w:rPr>
        <w:rFonts w:ascii="Verdana" w:hAnsi="Verdana" w:hint="default"/>
        <w:b/>
        <w:i w:val="0"/>
        <w:sz w:val="18"/>
      </w:rPr>
    </w:lvl>
    <w:lvl w:ilvl="1" w:tplc="44E21A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D36859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C2E53"/>
    <w:multiLevelType w:val="hybridMultilevel"/>
    <w:tmpl w:val="FAD4256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95370"/>
    <w:multiLevelType w:val="hybridMultilevel"/>
    <w:tmpl w:val="202EC620"/>
    <w:lvl w:ilvl="0" w:tplc="1D3A96C8">
      <w:start w:val="1"/>
      <w:numFmt w:val="bullet"/>
      <w:lvlText w:val="-"/>
      <w:lvlJc w:val="left"/>
      <w:pPr>
        <w:ind w:left="717" w:hanging="360"/>
      </w:pPr>
      <w:rPr>
        <w:rFonts w:ascii="Verdana" w:eastAsia="Times New Roman" w:hAnsi="Verdana" w:cs="Arial" w:hint="default"/>
      </w:rPr>
    </w:lvl>
    <w:lvl w:ilvl="1" w:tplc="042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4D627D1B"/>
    <w:multiLevelType w:val="hybridMultilevel"/>
    <w:tmpl w:val="D3E226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A5CFA"/>
    <w:multiLevelType w:val="hybridMultilevel"/>
    <w:tmpl w:val="904AED00"/>
    <w:lvl w:ilvl="0" w:tplc="3B3CD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8371A2"/>
    <w:multiLevelType w:val="hybridMultilevel"/>
    <w:tmpl w:val="5974396C"/>
    <w:lvl w:ilvl="0" w:tplc="01BE2F78">
      <w:start w:val="1"/>
      <w:numFmt w:val="bullet"/>
      <w:lvlText w:val="-"/>
      <w:lvlJc w:val="left"/>
      <w:pPr>
        <w:ind w:left="1152" w:hanging="360"/>
      </w:pPr>
      <w:rPr>
        <w:rFonts w:ascii="Verdana" w:eastAsia="Times New Roman" w:hAnsi="Verdana" w:cs="Arial" w:hint="default"/>
      </w:rPr>
    </w:lvl>
    <w:lvl w:ilvl="1" w:tplc="042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8" w15:restartNumberingAfterBreak="0">
    <w:nsid w:val="62787184"/>
    <w:multiLevelType w:val="multilevel"/>
    <w:tmpl w:val="34ACF83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u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843" w:hanging="992"/>
      </w:pPr>
      <w:rPr>
        <w:rFonts w:hint="default"/>
        <w:b w:val="0"/>
        <w:i w:val="0"/>
        <w:u w:val="none"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3119"/>
        </w:tabs>
        <w:ind w:left="3119" w:hanging="1276"/>
      </w:pPr>
      <w:rPr>
        <w:rFonts w:hint="default"/>
        <w:b w:val="0"/>
        <w:i w:val="0"/>
        <w:u w:val="none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119"/>
        </w:tabs>
        <w:ind w:left="3119" w:hanging="1276"/>
      </w:pPr>
      <w:rPr>
        <w:rFonts w:hint="default"/>
        <w:b w:val="0"/>
        <w:i w:val="0"/>
        <w:u w:val="none"/>
      </w:rPr>
    </w:lvl>
    <w:lvl w:ilvl="5">
      <w:start w:val="1"/>
      <w:numFmt w:val="none"/>
      <w:lvlText w:val="(Not Defined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none"/>
      <w:lvlText w:val="(Not Defined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(Not Defined)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(Not Defined)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63270F99"/>
    <w:multiLevelType w:val="multilevel"/>
    <w:tmpl w:val="471A0B86"/>
    <w:lvl w:ilvl="0">
      <w:start w:val="1"/>
      <w:numFmt w:val="bullet"/>
      <w:pStyle w:val="Bullet1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  <w:b w:val="0"/>
        <w:i w:val="0"/>
        <w:u w:val="none"/>
      </w:rPr>
    </w:lvl>
    <w:lvl w:ilvl="1">
      <w:start w:val="1"/>
      <w:numFmt w:val="bullet"/>
      <w:pStyle w:val="Bullet2"/>
      <w:lvlText w:val=""/>
      <w:lvlJc w:val="left"/>
      <w:pPr>
        <w:tabs>
          <w:tab w:val="num" w:pos="1843"/>
        </w:tabs>
        <w:ind w:left="1843" w:hanging="992"/>
      </w:pPr>
      <w:rPr>
        <w:rFonts w:ascii="Symbol" w:hAnsi="Symbol" w:hint="default"/>
        <w:b w:val="0"/>
        <w:i w:val="0"/>
        <w:u w:val="none"/>
      </w:rPr>
    </w:lvl>
    <w:lvl w:ilvl="2">
      <w:start w:val="1"/>
      <w:numFmt w:val="bullet"/>
      <w:pStyle w:val="Bullet3"/>
      <w:lvlText w:val=""/>
      <w:lvlJc w:val="left"/>
      <w:pPr>
        <w:tabs>
          <w:tab w:val="num" w:pos="3119"/>
        </w:tabs>
        <w:ind w:left="3119" w:hanging="1276"/>
      </w:pPr>
      <w:rPr>
        <w:rFonts w:ascii="Symbol" w:hAnsi="Symbol" w:hint="default"/>
        <w:b w:val="0"/>
        <w:i w:val="0"/>
        <w:u w:val="none"/>
      </w:rPr>
    </w:lvl>
    <w:lvl w:ilvl="3">
      <w:start w:val="1"/>
      <w:numFmt w:val="lowerLetter"/>
      <w:isLgl/>
      <w:lvlText w:val="%1(Not Defined)"/>
      <w:lvlJc w:val="left"/>
      <w:pPr>
        <w:tabs>
          <w:tab w:val="num" w:pos="4505"/>
        </w:tabs>
        <w:ind w:left="4122" w:hanging="1417"/>
      </w:pPr>
      <w:rPr>
        <w:rFonts w:hint="default"/>
        <w:b w:val="0"/>
        <w:i w:val="0"/>
        <w:u w:val="none"/>
      </w:rPr>
    </w:lvl>
    <w:lvl w:ilvl="4">
      <w:start w:val="1"/>
      <w:numFmt w:val="none"/>
      <w:lvlText w:val="(Not Defined)"/>
      <w:lvlJc w:val="left"/>
      <w:pPr>
        <w:tabs>
          <w:tab w:val="num" w:pos="5562"/>
        </w:tabs>
        <w:ind w:left="4689" w:hanging="567"/>
      </w:pPr>
      <w:rPr>
        <w:rFonts w:hint="default"/>
        <w:b w:val="0"/>
        <w:i w:val="0"/>
        <w:u w:val="none"/>
      </w:rPr>
    </w:lvl>
    <w:lvl w:ilvl="5">
      <w:start w:val="1"/>
      <w:numFmt w:val="none"/>
      <w:lvlText w:val="(Not Defined)"/>
      <w:lvlJc w:val="left"/>
      <w:pPr>
        <w:tabs>
          <w:tab w:val="num" w:pos="6129"/>
        </w:tabs>
        <w:ind w:left="5256" w:hanging="567"/>
      </w:pPr>
      <w:rPr>
        <w:rFonts w:hint="default"/>
        <w:b w:val="0"/>
        <w:i w:val="0"/>
      </w:rPr>
    </w:lvl>
    <w:lvl w:ilvl="6">
      <w:start w:val="1"/>
      <w:numFmt w:val="none"/>
      <w:lvlText w:val="(Not Defined)"/>
      <w:lvlJc w:val="left"/>
      <w:pPr>
        <w:tabs>
          <w:tab w:val="num" w:pos="4320"/>
        </w:tabs>
        <w:ind w:left="3960" w:hanging="1080"/>
      </w:pPr>
      <w:rPr>
        <w:rFonts w:hint="default"/>
        <w:b w:val="0"/>
        <w:i w:val="0"/>
      </w:rPr>
    </w:lvl>
    <w:lvl w:ilvl="7">
      <w:start w:val="1"/>
      <w:numFmt w:val="none"/>
      <w:lvlText w:val="(Not Defined)"/>
      <w:lvlJc w:val="left"/>
      <w:pPr>
        <w:tabs>
          <w:tab w:val="num" w:pos="4680"/>
        </w:tabs>
        <w:ind w:left="4464" w:hanging="1224"/>
      </w:pPr>
      <w:rPr>
        <w:rFonts w:hint="default"/>
        <w:b w:val="0"/>
        <w:i w:val="0"/>
      </w:rPr>
    </w:lvl>
    <w:lvl w:ilvl="8">
      <w:start w:val="1"/>
      <w:numFmt w:val="none"/>
      <w:lvlText w:val="(Not Defined)"/>
      <w:lvlJc w:val="left"/>
      <w:pPr>
        <w:tabs>
          <w:tab w:val="num" w:pos="5040"/>
        </w:tabs>
        <w:ind w:left="5040" w:hanging="1440"/>
      </w:pPr>
      <w:rPr>
        <w:rFonts w:hint="default"/>
        <w:b w:val="0"/>
        <w:i w:val="0"/>
      </w:rPr>
    </w:lvl>
  </w:abstractNum>
  <w:abstractNum w:abstractNumId="20" w15:restartNumberingAfterBreak="0">
    <w:nsid w:val="64B128E5"/>
    <w:multiLevelType w:val="multilevel"/>
    <w:tmpl w:val="6AB2AB34"/>
    <w:lvl w:ilvl="0">
      <w:start w:val="1"/>
      <w:numFmt w:val="decimal"/>
      <w:pStyle w:val="Level1"/>
      <w:lvlText w:val="%1."/>
      <w:lvlJc w:val="left"/>
      <w:pPr>
        <w:tabs>
          <w:tab w:val="num" w:pos="390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20"/>
        </w:tabs>
        <w:ind w:left="680" w:hanging="680"/>
      </w:pPr>
      <w:rPr>
        <w:rFonts w:hint="default"/>
        <w:b/>
        <w:bCs/>
        <w:i w:val="0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68223CFD"/>
    <w:multiLevelType w:val="hybridMultilevel"/>
    <w:tmpl w:val="9A3EA5E8"/>
    <w:lvl w:ilvl="0" w:tplc="BA2008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FC0388A">
      <w:start w:val="1"/>
      <w:numFmt w:val="bullet"/>
      <w:lvlText w:val="-"/>
      <w:lvlJc w:val="left"/>
      <w:pPr>
        <w:ind w:left="1440" w:hanging="360"/>
      </w:pPr>
      <w:rPr>
        <w:rFonts w:ascii="Verdana" w:eastAsia="Calibri" w:hAnsi="Verdana" w:cs="Aria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84518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B9D102E"/>
    <w:multiLevelType w:val="singleLevel"/>
    <w:tmpl w:val="0DD0592C"/>
    <w:lvl w:ilvl="0">
      <w:start w:val="1"/>
      <w:numFmt w:val="upperLetter"/>
      <w:pStyle w:val="Background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24" w15:restartNumberingAfterBreak="0">
    <w:nsid w:val="7F2B7539"/>
    <w:multiLevelType w:val="hybridMultilevel"/>
    <w:tmpl w:val="A63866B2"/>
    <w:lvl w:ilvl="0" w:tplc="48904B16">
      <w:start w:val="1"/>
      <w:numFmt w:val="decimal"/>
      <w:lvlText w:val="%1)"/>
      <w:lvlJc w:val="left"/>
      <w:pPr>
        <w:ind w:left="225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351125">
    <w:abstractNumId w:val="23"/>
  </w:num>
  <w:num w:numId="2" w16cid:durableId="744642973">
    <w:abstractNumId w:val="19"/>
  </w:num>
  <w:num w:numId="3" w16cid:durableId="247932966">
    <w:abstractNumId w:val="18"/>
  </w:num>
  <w:num w:numId="4" w16cid:durableId="912273938">
    <w:abstractNumId w:val="6"/>
  </w:num>
  <w:num w:numId="5" w16cid:durableId="1095906679">
    <w:abstractNumId w:val="10"/>
  </w:num>
  <w:num w:numId="6" w16cid:durableId="1176109970">
    <w:abstractNumId w:val="4"/>
  </w:num>
  <w:num w:numId="7" w16cid:durableId="583299084">
    <w:abstractNumId w:val="5"/>
  </w:num>
  <w:num w:numId="8" w16cid:durableId="1984237772">
    <w:abstractNumId w:val="7"/>
  </w:num>
  <w:num w:numId="9" w16cid:durableId="685181010">
    <w:abstractNumId w:val="11"/>
  </w:num>
  <w:num w:numId="10" w16cid:durableId="318777505">
    <w:abstractNumId w:val="20"/>
  </w:num>
  <w:num w:numId="11" w16cid:durableId="617562469">
    <w:abstractNumId w:val="9"/>
  </w:num>
  <w:num w:numId="12" w16cid:durableId="1373916850">
    <w:abstractNumId w:val="12"/>
  </w:num>
  <w:num w:numId="13" w16cid:durableId="88043119">
    <w:abstractNumId w:val="22"/>
  </w:num>
  <w:num w:numId="14" w16cid:durableId="1206258144">
    <w:abstractNumId w:val="21"/>
  </w:num>
  <w:num w:numId="15" w16cid:durableId="283775218">
    <w:abstractNumId w:val="24"/>
  </w:num>
  <w:num w:numId="16" w16cid:durableId="1224676430">
    <w:abstractNumId w:val="8"/>
  </w:num>
  <w:num w:numId="17" w16cid:durableId="732628693">
    <w:abstractNumId w:val="3"/>
  </w:num>
  <w:num w:numId="18" w16cid:durableId="116724149">
    <w:abstractNumId w:val="15"/>
  </w:num>
  <w:num w:numId="19" w16cid:durableId="8653693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83761264">
    <w:abstractNumId w:val="1"/>
  </w:num>
  <w:num w:numId="21" w16cid:durableId="195506379">
    <w:abstractNumId w:val="14"/>
  </w:num>
  <w:num w:numId="22" w16cid:durableId="870607670">
    <w:abstractNumId w:val="13"/>
  </w:num>
  <w:num w:numId="23" w16cid:durableId="1944074573">
    <w:abstractNumId w:val="17"/>
  </w:num>
  <w:num w:numId="24" w16cid:durableId="1466268639">
    <w:abstractNumId w:val="2"/>
  </w:num>
  <w:num w:numId="25" w16cid:durableId="990717362">
    <w:abstractNumId w:val="0"/>
  </w:num>
  <w:num w:numId="26" w16cid:durableId="526455355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hyphenationZone w:val="425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0AE"/>
    <w:rsid w:val="0000033B"/>
    <w:rsid w:val="00000F63"/>
    <w:rsid w:val="00001055"/>
    <w:rsid w:val="000012F0"/>
    <w:rsid w:val="00001BC5"/>
    <w:rsid w:val="00001D8C"/>
    <w:rsid w:val="00001F55"/>
    <w:rsid w:val="00001FD3"/>
    <w:rsid w:val="00002683"/>
    <w:rsid w:val="00002892"/>
    <w:rsid w:val="0000293D"/>
    <w:rsid w:val="00002D5A"/>
    <w:rsid w:val="00002E2C"/>
    <w:rsid w:val="000033BA"/>
    <w:rsid w:val="00004877"/>
    <w:rsid w:val="00004DAC"/>
    <w:rsid w:val="00005226"/>
    <w:rsid w:val="000058F1"/>
    <w:rsid w:val="0000633B"/>
    <w:rsid w:val="00006CD4"/>
    <w:rsid w:val="00007130"/>
    <w:rsid w:val="0000727F"/>
    <w:rsid w:val="0000749C"/>
    <w:rsid w:val="00007966"/>
    <w:rsid w:val="00007A54"/>
    <w:rsid w:val="00007F33"/>
    <w:rsid w:val="00010868"/>
    <w:rsid w:val="000116C6"/>
    <w:rsid w:val="00011D6F"/>
    <w:rsid w:val="00012EB1"/>
    <w:rsid w:val="000131D0"/>
    <w:rsid w:val="00013848"/>
    <w:rsid w:val="00013BAB"/>
    <w:rsid w:val="00013C34"/>
    <w:rsid w:val="000143BA"/>
    <w:rsid w:val="000148B7"/>
    <w:rsid w:val="00014BBB"/>
    <w:rsid w:val="00014F53"/>
    <w:rsid w:val="00015606"/>
    <w:rsid w:val="00015CFE"/>
    <w:rsid w:val="00015E26"/>
    <w:rsid w:val="00015ED8"/>
    <w:rsid w:val="00016BC0"/>
    <w:rsid w:val="00020556"/>
    <w:rsid w:val="00020C88"/>
    <w:rsid w:val="00020DD3"/>
    <w:rsid w:val="00021995"/>
    <w:rsid w:val="0002221A"/>
    <w:rsid w:val="000222A0"/>
    <w:rsid w:val="000222B3"/>
    <w:rsid w:val="000231D6"/>
    <w:rsid w:val="0002495A"/>
    <w:rsid w:val="00024BAE"/>
    <w:rsid w:val="00024CCC"/>
    <w:rsid w:val="0002567B"/>
    <w:rsid w:val="00025BDE"/>
    <w:rsid w:val="0002765E"/>
    <w:rsid w:val="000276E8"/>
    <w:rsid w:val="000300ED"/>
    <w:rsid w:val="0003079F"/>
    <w:rsid w:val="00032952"/>
    <w:rsid w:val="000335CA"/>
    <w:rsid w:val="00033AE3"/>
    <w:rsid w:val="00033E5D"/>
    <w:rsid w:val="0003426F"/>
    <w:rsid w:val="00034BB8"/>
    <w:rsid w:val="000350F4"/>
    <w:rsid w:val="00035F7E"/>
    <w:rsid w:val="00036D42"/>
    <w:rsid w:val="0003708C"/>
    <w:rsid w:val="00037291"/>
    <w:rsid w:val="00037406"/>
    <w:rsid w:val="00037E50"/>
    <w:rsid w:val="000402A1"/>
    <w:rsid w:val="000403C3"/>
    <w:rsid w:val="00040D5D"/>
    <w:rsid w:val="00040F07"/>
    <w:rsid w:val="000416CF"/>
    <w:rsid w:val="0004185D"/>
    <w:rsid w:val="00041897"/>
    <w:rsid w:val="000426EB"/>
    <w:rsid w:val="00042B4E"/>
    <w:rsid w:val="00042EAD"/>
    <w:rsid w:val="00042FD0"/>
    <w:rsid w:val="00044693"/>
    <w:rsid w:val="000456ED"/>
    <w:rsid w:val="000458DE"/>
    <w:rsid w:val="000459B9"/>
    <w:rsid w:val="00045CDF"/>
    <w:rsid w:val="00045D34"/>
    <w:rsid w:val="00045FD1"/>
    <w:rsid w:val="000466BA"/>
    <w:rsid w:val="00046879"/>
    <w:rsid w:val="00046BB8"/>
    <w:rsid w:val="00050F13"/>
    <w:rsid w:val="0005159A"/>
    <w:rsid w:val="00051A87"/>
    <w:rsid w:val="00051F63"/>
    <w:rsid w:val="0005211B"/>
    <w:rsid w:val="00052725"/>
    <w:rsid w:val="0005308E"/>
    <w:rsid w:val="00055081"/>
    <w:rsid w:val="00055EB2"/>
    <w:rsid w:val="00055EC3"/>
    <w:rsid w:val="00055FB7"/>
    <w:rsid w:val="00056268"/>
    <w:rsid w:val="00056D81"/>
    <w:rsid w:val="00057119"/>
    <w:rsid w:val="00057706"/>
    <w:rsid w:val="00057B2C"/>
    <w:rsid w:val="000606EF"/>
    <w:rsid w:val="000610B0"/>
    <w:rsid w:val="000616C1"/>
    <w:rsid w:val="00062280"/>
    <w:rsid w:val="0006352B"/>
    <w:rsid w:val="00063544"/>
    <w:rsid w:val="00063A58"/>
    <w:rsid w:val="000640EA"/>
    <w:rsid w:val="00064175"/>
    <w:rsid w:val="00064639"/>
    <w:rsid w:val="00064986"/>
    <w:rsid w:val="00064989"/>
    <w:rsid w:val="00064A9D"/>
    <w:rsid w:val="00064DDA"/>
    <w:rsid w:val="00064F41"/>
    <w:rsid w:val="000658F7"/>
    <w:rsid w:val="00065C13"/>
    <w:rsid w:val="00065ECA"/>
    <w:rsid w:val="00066209"/>
    <w:rsid w:val="00066CC7"/>
    <w:rsid w:val="00067E3C"/>
    <w:rsid w:val="00067E84"/>
    <w:rsid w:val="00070DF9"/>
    <w:rsid w:val="00071068"/>
    <w:rsid w:val="00071103"/>
    <w:rsid w:val="000711D5"/>
    <w:rsid w:val="00071602"/>
    <w:rsid w:val="00071826"/>
    <w:rsid w:val="00071CD0"/>
    <w:rsid w:val="00072423"/>
    <w:rsid w:val="000725DC"/>
    <w:rsid w:val="00072B87"/>
    <w:rsid w:val="00072BC1"/>
    <w:rsid w:val="00073045"/>
    <w:rsid w:val="00073621"/>
    <w:rsid w:val="000738AD"/>
    <w:rsid w:val="00074038"/>
    <w:rsid w:val="000742D0"/>
    <w:rsid w:val="00074BCB"/>
    <w:rsid w:val="00074DB5"/>
    <w:rsid w:val="00075DE0"/>
    <w:rsid w:val="000765D4"/>
    <w:rsid w:val="00076EB4"/>
    <w:rsid w:val="0007726F"/>
    <w:rsid w:val="000775FB"/>
    <w:rsid w:val="0008036A"/>
    <w:rsid w:val="000805B5"/>
    <w:rsid w:val="00080913"/>
    <w:rsid w:val="00080BF7"/>
    <w:rsid w:val="0008195A"/>
    <w:rsid w:val="00081C9C"/>
    <w:rsid w:val="0008238D"/>
    <w:rsid w:val="00082FE1"/>
    <w:rsid w:val="00083482"/>
    <w:rsid w:val="00083CC9"/>
    <w:rsid w:val="00083E60"/>
    <w:rsid w:val="000847B1"/>
    <w:rsid w:val="00084C84"/>
    <w:rsid w:val="00084D03"/>
    <w:rsid w:val="00085215"/>
    <w:rsid w:val="000853B1"/>
    <w:rsid w:val="00086101"/>
    <w:rsid w:val="00086277"/>
    <w:rsid w:val="00086EE0"/>
    <w:rsid w:val="00087042"/>
    <w:rsid w:val="00087812"/>
    <w:rsid w:val="00090088"/>
    <w:rsid w:val="00090095"/>
    <w:rsid w:val="00090CCA"/>
    <w:rsid w:val="000912DB"/>
    <w:rsid w:val="000913A6"/>
    <w:rsid w:val="0009216A"/>
    <w:rsid w:val="0009248B"/>
    <w:rsid w:val="00093062"/>
    <w:rsid w:val="00093CB7"/>
    <w:rsid w:val="00093FA5"/>
    <w:rsid w:val="000944B8"/>
    <w:rsid w:val="0009479B"/>
    <w:rsid w:val="0009491E"/>
    <w:rsid w:val="00095D35"/>
    <w:rsid w:val="00095E77"/>
    <w:rsid w:val="00095FEE"/>
    <w:rsid w:val="0009622E"/>
    <w:rsid w:val="000966F4"/>
    <w:rsid w:val="00096C60"/>
    <w:rsid w:val="0009710C"/>
    <w:rsid w:val="00097CE2"/>
    <w:rsid w:val="000A1AB4"/>
    <w:rsid w:val="000A3C6A"/>
    <w:rsid w:val="000A4260"/>
    <w:rsid w:val="000A4272"/>
    <w:rsid w:val="000A4378"/>
    <w:rsid w:val="000A469E"/>
    <w:rsid w:val="000A50AE"/>
    <w:rsid w:val="000A5254"/>
    <w:rsid w:val="000A5B7A"/>
    <w:rsid w:val="000A7234"/>
    <w:rsid w:val="000A7563"/>
    <w:rsid w:val="000A758B"/>
    <w:rsid w:val="000B022B"/>
    <w:rsid w:val="000B0DAB"/>
    <w:rsid w:val="000B0FF4"/>
    <w:rsid w:val="000B1108"/>
    <w:rsid w:val="000B199F"/>
    <w:rsid w:val="000B1FA8"/>
    <w:rsid w:val="000B2BDB"/>
    <w:rsid w:val="000B3234"/>
    <w:rsid w:val="000B3A44"/>
    <w:rsid w:val="000B3A55"/>
    <w:rsid w:val="000B3DEB"/>
    <w:rsid w:val="000B40BC"/>
    <w:rsid w:val="000B58BD"/>
    <w:rsid w:val="000B630C"/>
    <w:rsid w:val="000B6F88"/>
    <w:rsid w:val="000B7D96"/>
    <w:rsid w:val="000C0459"/>
    <w:rsid w:val="000C0910"/>
    <w:rsid w:val="000C0C43"/>
    <w:rsid w:val="000C14A0"/>
    <w:rsid w:val="000C14FC"/>
    <w:rsid w:val="000C1FBD"/>
    <w:rsid w:val="000C2063"/>
    <w:rsid w:val="000C2E78"/>
    <w:rsid w:val="000C3460"/>
    <w:rsid w:val="000C34B6"/>
    <w:rsid w:val="000C3688"/>
    <w:rsid w:val="000C3874"/>
    <w:rsid w:val="000C3B90"/>
    <w:rsid w:val="000C4174"/>
    <w:rsid w:val="000C668D"/>
    <w:rsid w:val="000C6897"/>
    <w:rsid w:val="000C7A95"/>
    <w:rsid w:val="000D0EB3"/>
    <w:rsid w:val="000D0ED1"/>
    <w:rsid w:val="000D1805"/>
    <w:rsid w:val="000D1817"/>
    <w:rsid w:val="000D1BF0"/>
    <w:rsid w:val="000D1E94"/>
    <w:rsid w:val="000D21B6"/>
    <w:rsid w:val="000D318F"/>
    <w:rsid w:val="000D3616"/>
    <w:rsid w:val="000D368C"/>
    <w:rsid w:val="000D3F5F"/>
    <w:rsid w:val="000D4449"/>
    <w:rsid w:val="000D46B5"/>
    <w:rsid w:val="000D46E3"/>
    <w:rsid w:val="000D47F3"/>
    <w:rsid w:val="000D4DA5"/>
    <w:rsid w:val="000D5453"/>
    <w:rsid w:val="000D5482"/>
    <w:rsid w:val="000D5958"/>
    <w:rsid w:val="000D68F0"/>
    <w:rsid w:val="000D6DF2"/>
    <w:rsid w:val="000D6E7A"/>
    <w:rsid w:val="000D7CCC"/>
    <w:rsid w:val="000D7DF1"/>
    <w:rsid w:val="000E06F1"/>
    <w:rsid w:val="000E0E4C"/>
    <w:rsid w:val="000E1427"/>
    <w:rsid w:val="000E176C"/>
    <w:rsid w:val="000E1A3B"/>
    <w:rsid w:val="000E1AF2"/>
    <w:rsid w:val="000E20F9"/>
    <w:rsid w:val="000E22B5"/>
    <w:rsid w:val="000E333F"/>
    <w:rsid w:val="000E3438"/>
    <w:rsid w:val="000E385B"/>
    <w:rsid w:val="000E44B9"/>
    <w:rsid w:val="000E4A43"/>
    <w:rsid w:val="000E4DD1"/>
    <w:rsid w:val="000E4E9E"/>
    <w:rsid w:val="000E5017"/>
    <w:rsid w:val="000E5275"/>
    <w:rsid w:val="000E5952"/>
    <w:rsid w:val="000E5D49"/>
    <w:rsid w:val="000E6189"/>
    <w:rsid w:val="000E71AF"/>
    <w:rsid w:val="000E76C1"/>
    <w:rsid w:val="000E7808"/>
    <w:rsid w:val="000E7B9D"/>
    <w:rsid w:val="000F06CF"/>
    <w:rsid w:val="000F0E3A"/>
    <w:rsid w:val="000F2ACF"/>
    <w:rsid w:val="000F30D5"/>
    <w:rsid w:val="000F32DA"/>
    <w:rsid w:val="000F352E"/>
    <w:rsid w:val="000F441C"/>
    <w:rsid w:val="000F4451"/>
    <w:rsid w:val="000F69CA"/>
    <w:rsid w:val="000F77A1"/>
    <w:rsid w:val="000F7BFE"/>
    <w:rsid w:val="000F7F6F"/>
    <w:rsid w:val="00100013"/>
    <w:rsid w:val="001000E7"/>
    <w:rsid w:val="00102104"/>
    <w:rsid w:val="001022B2"/>
    <w:rsid w:val="00102CC2"/>
    <w:rsid w:val="00102FF4"/>
    <w:rsid w:val="00103172"/>
    <w:rsid w:val="001040AA"/>
    <w:rsid w:val="00104380"/>
    <w:rsid w:val="001047EA"/>
    <w:rsid w:val="00105F4E"/>
    <w:rsid w:val="0010614F"/>
    <w:rsid w:val="00106DB9"/>
    <w:rsid w:val="00107400"/>
    <w:rsid w:val="0010772A"/>
    <w:rsid w:val="00110D70"/>
    <w:rsid w:val="00110E83"/>
    <w:rsid w:val="00111AD1"/>
    <w:rsid w:val="00111CC0"/>
    <w:rsid w:val="001120B5"/>
    <w:rsid w:val="001122FF"/>
    <w:rsid w:val="001129E0"/>
    <w:rsid w:val="001133F8"/>
    <w:rsid w:val="00113815"/>
    <w:rsid w:val="00113FFF"/>
    <w:rsid w:val="00116807"/>
    <w:rsid w:val="0011700B"/>
    <w:rsid w:val="0012054F"/>
    <w:rsid w:val="001220EA"/>
    <w:rsid w:val="00122BE3"/>
    <w:rsid w:val="001233B5"/>
    <w:rsid w:val="00123AA8"/>
    <w:rsid w:val="00124A3D"/>
    <w:rsid w:val="00124D12"/>
    <w:rsid w:val="00125B35"/>
    <w:rsid w:val="00126089"/>
    <w:rsid w:val="00126D75"/>
    <w:rsid w:val="00127581"/>
    <w:rsid w:val="00127A7C"/>
    <w:rsid w:val="00127BAD"/>
    <w:rsid w:val="00127DEA"/>
    <w:rsid w:val="0013073E"/>
    <w:rsid w:val="00131077"/>
    <w:rsid w:val="00131684"/>
    <w:rsid w:val="001317AD"/>
    <w:rsid w:val="0013180F"/>
    <w:rsid w:val="00131D07"/>
    <w:rsid w:val="00131F24"/>
    <w:rsid w:val="00133074"/>
    <w:rsid w:val="001332D3"/>
    <w:rsid w:val="00133A0D"/>
    <w:rsid w:val="00133F6D"/>
    <w:rsid w:val="00134D18"/>
    <w:rsid w:val="00134E5D"/>
    <w:rsid w:val="00135127"/>
    <w:rsid w:val="00135563"/>
    <w:rsid w:val="00135749"/>
    <w:rsid w:val="00135C9E"/>
    <w:rsid w:val="00136068"/>
    <w:rsid w:val="0013631F"/>
    <w:rsid w:val="0013754E"/>
    <w:rsid w:val="00137859"/>
    <w:rsid w:val="00137992"/>
    <w:rsid w:val="00140239"/>
    <w:rsid w:val="0014030A"/>
    <w:rsid w:val="00140A14"/>
    <w:rsid w:val="00140E8C"/>
    <w:rsid w:val="00140F16"/>
    <w:rsid w:val="001418BD"/>
    <w:rsid w:val="00142977"/>
    <w:rsid w:val="00142F85"/>
    <w:rsid w:val="00143682"/>
    <w:rsid w:val="00144C49"/>
    <w:rsid w:val="0014590C"/>
    <w:rsid w:val="00145A3B"/>
    <w:rsid w:val="00145BE5"/>
    <w:rsid w:val="00145D0B"/>
    <w:rsid w:val="0014755A"/>
    <w:rsid w:val="00147CBF"/>
    <w:rsid w:val="0015007C"/>
    <w:rsid w:val="00150C02"/>
    <w:rsid w:val="001511D4"/>
    <w:rsid w:val="0015280F"/>
    <w:rsid w:val="00152E4A"/>
    <w:rsid w:val="0015306C"/>
    <w:rsid w:val="00153568"/>
    <w:rsid w:val="001537A2"/>
    <w:rsid w:val="00153A81"/>
    <w:rsid w:val="00153AAB"/>
    <w:rsid w:val="00153F3E"/>
    <w:rsid w:val="00154975"/>
    <w:rsid w:val="0015548C"/>
    <w:rsid w:val="001557FA"/>
    <w:rsid w:val="00155913"/>
    <w:rsid w:val="00156381"/>
    <w:rsid w:val="001563E4"/>
    <w:rsid w:val="00156B07"/>
    <w:rsid w:val="00161609"/>
    <w:rsid w:val="001617EB"/>
    <w:rsid w:val="00161936"/>
    <w:rsid w:val="00161BBC"/>
    <w:rsid w:val="001626CA"/>
    <w:rsid w:val="001632D9"/>
    <w:rsid w:val="00163955"/>
    <w:rsid w:val="001639F4"/>
    <w:rsid w:val="00164369"/>
    <w:rsid w:val="00164614"/>
    <w:rsid w:val="00165FD4"/>
    <w:rsid w:val="0016614B"/>
    <w:rsid w:val="00166D7D"/>
    <w:rsid w:val="00167886"/>
    <w:rsid w:val="0017028E"/>
    <w:rsid w:val="00170311"/>
    <w:rsid w:val="0017060C"/>
    <w:rsid w:val="00170A24"/>
    <w:rsid w:val="00170D14"/>
    <w:rsid w:val="001715B6"/>
    <w:rsid w:val="00171AE3"/>
    <w:rsid w:val="0017223E"/>
    <w:rsid w:val="00172256"/>
    <w:rsid w:val="00172340"/>
    <w:rsid w:val="001724A8"/>
    <w:rsid w:val="0017378C"/>
    <w:rsid w:val="00173D94"/>
    <w:rsid w:val="001746DD"/>
    <w:rsid w:val="00174C1B"/>
    <w:rsid w:val="00174DC7"/>
    <w:rsid w:val="00175B92"/>
    <w:rsid w:val="00175C75"/>
    <w:rsid w:val="0017607D"/>
    <w:rsid w:val="00176254"/>
    <w:rsid w:val="0017684F"/>
    <w:rsid w:val="0017740C"/>
    <w:rsid w:val="00177AD7"/>
    <w:rsid w:val="00177D15"/>
    <w:rsid w:val="001806D1"/>
    <w:rsid w:val="00180BB0"/>
    <w:rsid w:val="00180D95"/>
    <w:rsid w:val="00180E5C"/>
    <w:rsid w:val="00180F7D"/>
    <w:rsid w:val="00182509"/>
    <w:rsid w:val="0018279D"/>
    <w:rsid w:val="00183299"/>
    <w:rsid w:val="00183648"/>
    <w:rsid w:val="00183841"/>
    <w:rsid w:val="0018390B"/>
    <w:rsid w:val="00183D1A"/>
    <w:rsid w:val="0018496F"/>
    <w:rsid w:val="00184A68"/>
    <w:rsid w:val="00184EB2"/>
    <w:rsid w:val="001852B4"/>
    <w:rsid w:val="00185981"/>
    <w:rsid w:val="00186387"/>
    <w:rsid w:val="0018654F"/>
    <w:rsid w:val="001866AC"/>
    <w:rsid w:val="001902E7"/>
    <w:rsid w:val="0019035F"/>
    <w:rsid w:val="001923F8"/>
    <w:rsid w:val="0019252B"/>
    <w:rsid w:val="00192A4A"/>
    <w:rsid w:val="00192B9B"/>
    <w:rsid w:val="00192D08"/>
    <w:rsid w:val="00192D33"/>
    <w:rsid w:val="00192D6F"/>
    <w:rsid w:val="00192F42"/>
    <w:rsid w:val="0019326D"/>
    <w:rsid w:val="0019332D"/>
    <w:rsid w:val="00193C02"/>
    <w:rsid w:val="001952D2"/>
    <w:rsid w:val="00195674"/>
    <w:rsid w:val="001958CC"/>
    <w:rsid w:val="00195E35"/>
    <w:rsid w:val="001965E9"/>
    <w:rsid w:val="00196628"/>
    <w:rsid w:val="00196ACE"/>
    <w:rsid w:val="00197523"/>
    <w:rsid w:val="00197F12"/>
    <w:rsid w:val="001A00DD"/>
    <w:rsid w:val="001A095B"/>
    <w:rsid w:val="001A0B44"/>
    <w:rsid w:val="001A0C09"/>
    <w:rsid w:val="001A0DAE"/>
    <w:rsid w:val="001A1162"/>
    <w:rsid w:val="001A2446"/>
    <w:rsid w:val="001A3444"/>
    <w:rsid w:val="001A3D5F"/>
    <w:rsid w:val="001A3EC1"/>
    <w:rsid w:val="001A40C0"/>
    <w:rsid w:val="001A4A17"/>
    <w:rsid w:val="001A4D50"/>
    <w:rsid w:val="001A4F85"/>
    <w:rsid w:val="001A5130"/>
    <w:rsid w:val="001A5C0C"/>
    <w:rsid w:val="001A5CE7"/>
    <w:rsid w:val="001A6055"/>
    <w:rsid w:val="001A61B6"/>
    <w:rsid w:val="001B0866"/>
    <w:rsid w:val="001B1100"/>
    <w:rsid w:val="001B15D5"/>
    <w:rsid w:val="001B16F4"/>
    <w:rsid w:val="001B1C24"/>
    <w:rsid w:val="001B6B18"/>
    <w:rsid w:val="001B7586"/>
    <w:rsid w:val="001B771B"/>
    <w:rsid w:val="001C10EA"/>
    <w:rsid w:val="001C3420"/>
    <w:rsid w:val="001C358E"/>
    <w:rsid w:val="001C4ADB"/>
    <w:rsid w:val="001C502F"/>
    <w:rsid w:val="001C54ED"/>
    <w:rsid w:val="001C6635"/>
    <w:rsid w:val="001C6B97"/>
    <w:rsid w:val="001C7125"/>
    <w:rsid w:val="001C7F3F"/>
    <w:rsid w:val="001D0059"/>
    <w:rsid w:val="001D05CF"/>
    <w:rsid w:val="001D081B"/>
    <w:rsid w:val="001D0D38"/>
    <w:rsid w:val="001D1D48"/>
    <w:rsid w:val="001D24F2"/>
    <w:rsid w:val="001D252D"/>
    <w:rsid w:val="001D271F"/>
    <w:rsid w:val="001D2EAF"/>
    <w:rsid w:val="001D31A4"/>
    <w:rsid w:val="001D3F3F"/>
    <w:rsid w:val="001D4901"/>
    <w:rsid w:val="001D49C6"/>
    <w:rsid w:val="001D4BD6"/>
    <w:rsid w:val="001D4D2C"/>
    <w:rsid w:val="001D589F"/>
    <w:rsid w:val="001D5B6A"/>
    <w:rsid w:val="001D6937"/>
    <w:rsid w:val="001D769B"/>
    <w:rsid w:val="001D7DD9"/>
    <w:rsid w:val="001E04AD"/>
    <w:rsid w:val="001E0725"/>
    <w:rsid w:val="001E0F97"/>
    <w:rsid w:val="001E1352"/>
    <w:rsid w:val="001E1A6E"/>
    <w:rsid w:val="001E1B32"/>
    <w:rsid w:val="001E2D87"/>
    <w:rsid w:val="001E2DE8"/>
    <w:rsid w:val="001E317B"/>
    <w:rsid w:val="001E3973"/>
    <w:rsid w:val="001E3C0D"/>
    <w:rsid w:val="001E3D53"/>
    <w:rsid w:val="001E3F2D"/>
    <w:rsid w:val="001E4BB7"/>
    <w:rsid w:val="001E4D08"/>
    <w:rsid w:val="001E5B5B"/>
    <w:rsid w:val="001E60AC"/>
    <w:rsid w:val="001E62C2"/>
    <w:rsid w:val="001E7158"/>
    <w:rsid w:val="001E7B4C"/>
    <w:rsid w:val="001F0356"/>
    <w:rsid w:val="001F0A1C"/>
    <w:rsid w:val="001F0DBC"/>
    <w:rsid w:val="001F2825"/>
    <w:rsid w:val="001F28E3"/>
    <w:rsid w:val="001F2A87"/>
    <w:rsid w:val="001F2B1C"/>
    <w:rsid w:val="001F3212"/>
    <w:rsid w:val="001F3486"/>
    <w:rsid w:val="001F3A7F"/>
    <w:rsid w:val="001F4294"/>
    <w:rsid w:val="001F43F6"/>
    <w:rsid w:val="001F4E45"/>
    <w:rsid w:val="001F5685"/>
    <w:rsid w:val="001F5801"/>
    <w:rsid w:val="001F7147"/>
    <w:rsid w:val="001F7153"/>
    <w:rsid w:val="001F7427"/>
    <w:rsid w:val="001F7632"/>
    <w:rsid w:val="001F7832"/>
    <w:rsid w:val="001F78E3"/>
    <w:rsid w:val="00200B45"/>
    <w:rsid w:val="00200DF2"/>
    <w:rsid w:val="00200F10"/>
    <w:rsid w:val="002015C6"/>
    <w:rsid w:val="00201A37"/>
    <w:rsid w:val="00201B5C"/>
    <w:rsid w:val="00201C90"/>
    <w:rsid w:val="00201D8B"/>
    <w:rsid w:val="00202155"/>
    <w:rsid w:val="0020314C"/>
    <w:rsid w:val="0020429E"/>
    <w:rsid w:val="00204B9C"/>
    <w:rsid w:val="002055FA"/>
    <w:rsid w:val="00205A4D"/>
    <w:rsid w:val="00205DE3"/>
    <w:rsid w:val="0020644B"/>
    <w:rsid w:val="00206DC1"/>
    <w:rsid w:val="00207931"/>
    <w:rsid w:val="00211339"/>
    <w:rsid w:val="002113F5"/>
    <w:rsid w:val="00211936"/>
    <w:rsid w:val="00211E10"/>
    <w:rsid w:val="0021255B"/>
    <w:rsid w:val="00212D7A"/>
    <w:rsid w:val="00213B8C"/>
    <w:rsid w:val="00214095"/>
    <w:rsid w:val="00214EEA"/>
    <w:rsid w:val="002169AC"/>
    <w:rsid w:val="00216A51"/>
    <w:rsid w:val="00217343"/>
    <w:rsid w:val="00221000"/>
    <w:rsid w:val="0022103D"/>
    <w:rsid w:val="0022159B"/>
    <w:rsid w:val="0022171C"/>
    <w:rsid w:val="00222D49"/>
    <w:rsid w:val="002235BE"/>
    <w:rsid w:val="002247FB"/>
    <w:rsid w:val="00224986"/>
    <w:rsid w:val="00224A8F"/>
    <w:rsid w:val="002254C1"/>
    <w:rsid w:val="002258FD"/>
    <w:rsid w:val="00225955"/>
    <w:rsid w:val="00225F62"/>
    <w:rsid w:val="00225FAF"/>
    <w:rsid w:val="00226179"/>
    <w:rsid w:val="002272A4"/>
    <w:rsid w:val="00227452"/>
    <w:rsid w:val="00227800"/>
    <w:rsid w:val="00230F78"/>
    <w:rsid w:val="0023132A"/>
    <w:rsid w:val="00232723"/>
    <w:rsid w:val="00232B68"/>
    <w:rsid w:val="00232BDB"/>
    <w:rsid w:val="00233E22"/>
    <w:rsid w:val="002343C8"/>
    <w:rsid w:val="00234EDF"/>
    <w:rsid w:val="002350FB"/>
    <w:rsid w:val="0023529E"/>
    <w:rsid w:val="00235BD8"/>
    <w:rsid w:val="00235E25"/>
    <w:rsid w:val="002363F5"/>
    <w:rsid w:val="002365B0"/>
    <w:rsid w:val="0023696C"/>
    <w:rsid w:val="00236B73"/>
    <w:rsid w:val="00236BB1"/>
    <w:rsid w:val="00237307"/>
    <w:rsid w:val="002379CB"/>
    <w:rsid w:val="00237D3F"/>
    <w:rsid w:val="00240969"/>
    <w:rsid w:val="00240D6E"/>
    <w:rsid w:val="0024122A"/>
    <w:rsid w:val="00241763"/>
    <w:rsid w:val="00241E34"/>
    <w:rsid w:val="00241EBF"/>
    <w:rsid w:val="00242028"/>
    <w:rsid w:val="002429E2"/>
    <w:rsid w:val="00242D41"/>
    <w:rsid w:val="002431E0"/>
    <w:rsid w:val="00243A85"/>
    <w:rsid w:val="00243AE5"/>
    <w:rsid w:val="00243B26"/>
    <w:rsid w:val="00243F74"/>
    <w:rsid w:val="00243F7E"/>
    <w:rsid w:val="00244016"/>
    <w:rsid w:val="00244896"/>
    <w:rsid w:val="002456CE"/>
    <w:rsid w:val="002469DE"/>
    <w:rsid w:val="0024795F"/>
    <w:rsid w:val="00247C9B"/>
    <w:rsid w:val="0025067F"/>
    <w:rsid w:val="00250986"/>
    <w:rsid w:val="0025142E"/>
    <w:rsid w:val="00251440"/>
    <w:rsid w:val="00251763"/>
    <w:rsid w:val="00252689"/>
    <w:rsid w:val="002529FA"/>
    <w:rsid w:val="00254880"/>
    <w:rsid w:val="00255064"/>
    <w:rsid w:val="00256DA4"/>
    <w:rsid w:val="002606C5"/>
    <w:rsid w:val="00260E72"/>
    <w:rsid w:val="00261129"/>
    <w:rsid w:val="0026122B"/>
    <w:rsid w:val="00262663"/>
    <w:rsid w:val="00262C33"/>
    <w:rsid w:val="00262CE4"/>
    <w:rsid w:val="00262E38"/>
    <w:rsid w:val="00262FAC"/>
    <w:rsid w:val="00263131"/>
    <w:rsid w:val="002635C4"/>
    <w:rsid w:val="002638A0"/>
    <w:rsid w:val="00264537"/>
    <w:rsid w:val="00264D6B"/>
    <w:rsid w:val="00264EAF"/>
    <w:rsid w:val="00265464"/>
    <w:rsid w:val="00265849"/>
    <w:rsid w:val="00270245"/>
    <w:rsid w:val="0027038A"/>
    <w:rsid w:val="00270C2F"/>
    <w:rsid w:val="00270D91"/>
    <w:rsid w:val="0027158A"/>
    <w:rsid w:val="002716EC"/>
    <w:rsid w:val="002718ED"/>
    <w:rsid w:val="0027244C"/>
    <w:rsid w:val="00272EBC"/>
    <w:rsid w:val="002730BB"/>
    <w:rsid w:val="002739E4"/>
    <w:rsid w:val="00273BDD"/>
    <w:rsid w:val="00273FCF"/>
    <w:rsid w:val="0027410E"/>
    <w:rsid w:val="0027444B"/>
    <w:rsid w:val="002756D3"/>
    <w:rsid w:val="00276022"/>
    <w:rsid w:val="00276F15"/>
    <w:rsid w:val="002773B2"/>
    <w:rsid w:val="00277B8F"/>
    <w:rsid w:val="00277C52"/>
    <w:rsid w:val="002801D7"/>
    <w:rsid w:val="00281BA0"/>
    <w:rsid w:val="002824FE"/>
    <w:rsid w:val="00282E48"/>
    <w:rsid w:val="002838B8"/>
    <w:rsid w:val="00283BCB"/>
    <w:rsid w:val="00283C05"/>
    <w:rsid w:val="00283EB9"/>
    <w:rsid w:val="00284099"/>
    <w:rsid w:val="002843D4"/>
    <w:rsid w:val="00284F97"/>
    <w:rsid w:val="00285CE8"/>
    <w:rsid w:val="00286040"/>
    <w:rsid w:val="0028611F"/>
    <w:rsid w:val="00286CF4"/>
    <w:rsid w:val="002872A7"/>
    <w:rsid w:val="002877FD"/>
    <w:rsid w:val="00287B61"/>
    <w:rsid w:val="00287F38"/>
    <w:rsid w:val="002908DA"/>
    <w:rsid w:val="00290B40"/>
    <w:rsid w:val="00291406"/>
    <w:rsid w:val="002914F9"/>
    <w:rsid w:val="00291913"/>
    <w:rsid w:val="00291DF0"/>
    <w:rsid w:val="00292B02"/>
    <w:rsid w:val="00292FAF"/>
    <w:rsid w:val="002935E7"/>
    <w:rsid w:val="00294E39"/>
    <w:rsid w:val="002953F5"/>
    <w:rsid w:val="00295462"/>
    <w:rsid w:val="00295AE3"/>
    <w:rsid w:val="002966B1"/>
    <w:rsid w:val="0029741E"/>
    <w:rsid w:val="00297CEA"/>
    <w:rsid w:val="002A05B1"/>
    <w:rsid w:val="002A0CA5"/>
    <w:rsid w:val="002A2894"/>
    <w:rsid w:val="002A30F8"/>
    <w:rsid w:val="002A4162"/>
    <w:rsid w:val="002A4703"/>
    <w:rsid w:val="002A5D9E"/>
    <w:rsid w:val="002A66AE"/>
    <w:rsid w:val="002A7C4D"/>
    <w:rsid w:val="002A7D97"/>
    <w:rsid w:val="002A7E3D"/>
    <w:rsid w:val="002B0B9F"/>
    <w:rsid w:val="002B10C0"/>
    <w:rsid w:val="002B118B"/>
    <w:rsid w:val="002B1468"/>
    <w:rsid w:val="002B2BB1"/>
    <w:rsid w:val="002B3086"/>
    <w:rsid w:val="002B34C5"/>
    <w:rsid w:val="002B3EC4"/>
    <w:rsid w:val="002B5738"/>
    <w:rsid w:val="002B5B6B"/>
    <w:rsid w:val="002B67DB"/>
    <w:rsid w:val="002B67E4"/>
    <w:rsid w:val="002B68B6"/>
    <w:rsid w:val="002B7424"/>
    <w:rsid w:val="002B7CAF"/>
    <w:rsid w:val="002B7CFD"/>
    <w:rsid w:val="002C0622"/>
    <w:rsid w:val="002C0779"/>
    <w:rsid w:val="002C0F9F"/>
    <w:rsid w:val="002C1820"/>
    <w:rsid w:val="002C2204"/>
    <w:rsid w:val="002C2713"/>
    <w:rsid w:val="002C30FF"/>
    <w:rsid w:val="002C3ACF"/>
    <w:rsid w:val="002C3B74"/>
    <w:rsid w:val="002C3DE5"/>
    <w:rsid w:val="002C4350"/>
    <w:rsid w:val="002C4900"/>
    <w:rsid w:val="002C628A"/>
    <w:rsid w:val="002C689A"/>
    <w:rsid w:val="002C7355"/>
    <w:rsid w:val="002C761E"/>
    <w:rsid w:val="002C7AC9"/>
    <w:rsid w:val="002C7F38"/>
    <w:rsid w:val="002D03E1"/>
    <w:rsid w:val="002D091E"/>
    <w:rsid w:val="002D0B9E"/>
    <w:rsid w:val="002D1401"/>
    <w:rsid w:val="002D1559"/>
    <w:rsid w:val="002D19E8"/>
    <w:rsid w:val="002D212C"/>
    <w:rsid w:val="002D2277"/>
    <w:rsid w:val="002D244D"/>
    <w:rsid w:val="002D268D"/>
    <w:rsid w:val="002D2B72"/>
    <w:rsid w:val="002D31CC"/>
    <w:rsid w:val="002D3C91"/>
    <w:rsid w:val="002D3CAB"/>
    <w:rsid w:val="002D4024"/>
    <w:rsid w:val="002D4604"/>
    <w:rsid w:val="002D462D"/>
    <w:rsid w:val="002D4640"/>
    <w:rsid w:val="002D473D"/>
    <w:rsid w:val="002D4C87"/>
    <w:rsid w:val="002D4DF7"/>
    <w:rsid w:val="002D5267"/>
    <w:rsid w:val="002D546F"/>
    <w:rsid w:val="002D58E0"/>
    <w:rsid w:val="002D6708"/>
    <w:rsid w:val="002D690B"/>
    <w:rsid w:val="002D69C4"/>
    <w:rsid w:val="002D6B26"/>
    <w:rsid w:val="002D6EE6"/>
    <w:rsid w:val="002D713D"/>
    <w:rsid w:val="002D727E"/>
    <w:rsid w:val="002D7D61"/>
    <w:rsid w:val="002E0668"/>
    <w:rsid w:val="002E0DF8"/>
    <w:rsid w:val="002E1AA3"/>
    <w:rsid w:val="002E1B41"/>
    <w:rsid w:val="002E2024"/>
    <w:rsid w:val="002E21CB"/>
    <w:rsid w:val="002E26AD"/>
    <w:rsid w:val="002E3FC6"/>
    <w:rsid w:val="002E42E5"/>
    <w:rsid w:val="002E4EDF"/>
    <w:rsid w:val="002E52E3"/>
    <w:rsid w:val="002E5BDD"/>
    <w:rsid w:val="002E70D0"/>
    <w:rsid w:val="002E70FF"/>
    <w:rsid w:val="002E76B1"/>
    <w:rsid w:val="002F10B7"/>
    <w:rsid w:val="002F1261"/>
    <w:rsid w:val="002F1BB7"/>
    <w:rsid w:val="002F1EEA"/>
    <w:rsid w:val="002F2C42"/>
    <w:rsid w:val="002F3376"/>
    <w:rsid w:val="002F3B31"/>
    <w:rsid w:val="002F3D32"/>
    <w:rsid w:val="002F4544"/>
    <w:rsid w:val="002F5AD5"/>
    <w:rsid w:val="002F5DC6"/>
    <w:rsid w:val="002F5FD2"/>
    <w:rsid w:val="002F69AB"/>
    <w:rsid w:val="002F6C6B"/>
    <w:rsid w:val="002F7A3C"/>
    <w:rsid w:val="002F7CC9"/>
    <w:rsid w:val="002F7E9F"/>
    <w:rsid w:val="003000F0"/>
    <w:rsid w:val="00300954"/>
    <w:rsid w:val="00300CAC"/>
    <w:rsid w:val="003011A4"/>
    <w:rsid w:val="00301C95"/>
    <w:rsid w:val="0030206A"/>
    <w:rsid w:val="0030321D"/>
    <w:rsid w:val="0030321F"/>
    <w:rsid w:val="003037FE"/>
    <w:rsid w:val="00303B58"/>
    <w:rsid w:val="00303BC5"/>
    <w:rsid w:val="003067D2"/>
    <w:rsid w:val="0030680F"/>
    <w:rsid w:val="003070A4"/>
    <w:rsid w:val="003100A3"/>
    <w:rsid w:val="00310BC8"/>
    <w:rsid w:val="00310F5D"/>
    <w:rsid w:val="00311A97"/>
    <w:rsid w:val="00312070"/>
    <w:rsid w:val="00312071"/>
    <w:rsid w:val="00312375"/>
    <w:rsid w:val="00312ACD"/>
    <w:rsid w:val="00312C96"/>
    <w:rsid w:val="00312F20"/>
    <w:rsid w:val="003133A9"/>
    <w:rsid w:val="00313491"/>
    <w:rsid w:val="0031440E"/>
    <w:rsid w:val="003147F4"/>
    <w:rsid w:val="00314DAA"/>
    <w:rsid w:val="00315801"/>
    <w:rsid w:val="00315820"/>
    <w:rsid w:val="00315825"/>
    <w:rsid w:val="00315A5F"/>
    <w:rsid w:val="00315C9B"/>
    <w:rsid w:val="00315EC7"/>
    <w:rsid w:val="0031626B"/>
    <w:rsid w:val="00320B9E"/>
    <w:rsid w:val="003211F6"/>
    <w:rsid w:val="00321860"/>
    <w:rsid w:val="00321D24"/>
    <w:rsid w:val="00322C17"/>
    <w:rsid w:val="00323347"/>
    <w:rsid w:val="003233FC"/>
    <w:rsid w:val="00323485"/>
    <w:rsid w:val="00323818"/>
    <w:rsid w:val="00323D0D"/>
    <w:rsid w:val="00324A53"/>
    <w:rsid w:val="00324CCE"/>
    <w:rsid w:val="00325282"/>
    <w:rsid w:val="00326120"/>
    <w:rsid w:val="003265E2"/>
    <w:rsid w:val="00326CE2"/>
    <w:rsid w:val="00327891"/>
    <w:rsid w:val="00327D25"/>
    <w:rsid w:val="00327F90"/>
    <w:rsid w:val="003301CA"/>
    <w:rsid w:val="0033079A"/>
    <w:rsid w:val="00330917"/>
    <w:rsid w:val="00330FCA"/>
    <w:rsid w:val="0033178F"/>
    <w:rsid w:val="00331F04"/>
    <w:rsid w:val="00331F5C"/>
    <w:rsid w:val="00332364"/>
    <w:rsid w:val="003332A7"/>
    <w:rsid w:val="00333662"/>
    <w:rsid w:val="00334141"/>
    <w:rsid w:val="00335172"/>
    <w:rsid w:val="00335B08"/>
    <w:rsid w:val="00337AC5"/>
    <w:rsid w:val="00337C2F"/>
    <w:rsid w:val="00337CA6"/>
    <w:rsid w:val="00340FC3"/>
    <w:rsid w:val="0034179A"/>
    <w:rsid w:val="0034208A"/>
    <w:rsid w:val="0034242E"/>
    <w:rsid w:val="00342A37"/>
    <w:rsid w:val="00343101"/>
    <w:rsid w:val="00343CAF"/>
    <w:rsid w:val="00343F7D"/>
    <w:rsid w:val="00344A81"/>
    <w:rsid w:val="00345F3F"/>
    <w:rsid w:val="00346299"/>
    <w:rsid w:val="00346E7B"/>
    <w:rsid w:val="00347663"/>
    <w:rsid w:val="00347809"/>
    <w:rsid w:val="00350092"/>
    <w:rsid w:val="00350261"/>
    <w:rsid w:val="00350331"/>
    <w:rsid w:val="00351BAC"/>
    <w:rsid w:val="00352521"/>
    <w:rsid w:val="00352DCC"/>
    <w:rsid w:val="0035309E"/>
    <w:rsid w:val="00353494"/>
    <w:rsid w:val="003534BB"/>
    <w:rsid w:val="00353738"/>
    <w:rsid w:val="0035378E"/>
    <w:rsid w:val="003537B5"/>
    <w:rsid w:val="00353A83"/>
    <w:rsid w:val="00353F83"/>
    <w:rsid w:val="00354794"/>
    <w:rsid w:val="003548A8"/>
    <w:rsid w:val="00354968"/>
    <w:rsid w:val="00354B98"/>
    <w:rsid w:val="00354BB5"/>
    <w:rsid w:val="00355354"/>
    <w:rsid w:val="00355E6E"/>
    <w:rsid w:val="00355E79"/>
    <w:rsid w:val="003564DA"/>
    <w:rsid w:val="00356596"/>
    <w:rsid w:val="00356894"/>
    <w:rsid w:val="003568E1"/>
    <w:rsid w:val="00356CF2"/>
    <w:rsid w:val="00356F3C"/>
    <w:rsid w:val="00357402"/>
    <w:rsid w:val="0035747E"/>
    <w:rsid w:val="00357D6C"/>
    <w:rsid w:val="00360067"/>
    <w:rsid w:val="003615B5"/>
    <w:rsid w:val="003615ED"/>
    <w:rsid w:val="003628E4"/>
    <w:rsid w:val="0036383D"/>
    <w:rsid w:val="003642CC"/>
    <w:rsid w:val="0036435A"/>
    <w:rsid w:val="00364945"/>
    <w:rsid w:val="00364D2C"/>
    <w:rsid w:val="00364F58"/>
    <w:rsid w:val="0036531B"/>
    <w:rsid w:val="00365D11"/>
    <w:rsid w:val="00365EF5"/>
    <w:rsid w:val="00366AEA"/>
    <w:rsid w:val="00366CD1"/>
    <w:rsid w:val="00366D91"/>
    <w:rsid w:val="00367121"/>
    <w:rsid w:val="00370254"/>
    <w:rsid w:val="0037027C"/>
    <w:rsid w:val="0037131B"/>
    <w:rsid w:val="0037184D"/>
    <w:rsid w:val="00371A30"/>
    <w:rsid w:val="00372772"/>
    <w:rsid w:val="0037297F"/>
    <w:rsid w:val="00373012"/>
    <w:rsid w:val="0037332F"/>
    <w:rsid w:val="00373CC4"/>
    <w:rsid w:val="00374698"/>
    <w:rsid w:val="0037509F"/>
    <w:rsid w:val="00375A7C"/>
    <w:rsid w:val="00376930"/>
    <w:rsid w:val="0037748A"/>
    <w:rsid w:val="00377671"/>
    <w:rsid w:val="00377E0F"/>
    <w:rsid w:val="00380419"/>
    <w:rsid w:val="00380571"/>
    <w:rsid w:val="003806AB"/>
    <w:rsid w:val="00380FA3"/>
    <w:rsid w:val="00381394"/>
    <w:rsid w:val="0038175B"/>
    <w:rsid w:val="0038195A"/>
    <w:rsid w:val="0038213C"/>
    <w:rsid w:val="00382FB2"/>
    <w:rsid w:val="00383121"/>
    <w:rsid w:val="0038313A"/>
    <w:rsid w:val="00383349"/>
    <w:rsid w:val="003838D2"/>
    <w:rsid w:val="00383E8B"/>
    <w:rsid w:val="003840BD"/>
    <w:rsid w:val="00384108"/>
    <w:rsid w:val="00384F50"/>
    <w:rsid w:val="00384F86"/>
    <w:rsid w:val="00384FFF"/>
    <w:rsid w:val="00385898"/>
    <w:rsid w:val="00386173"/>
    <w:rsid w:val="00386363"/>
    <w:rsid w:val="003866C1"/>
    <w:rsid w:val="00386E25"/>
    <w:rsid w:val="00386F32"/>
    <w:rsid w:val="0038712C"/>
    <w:rsid w:val="00390F01"/>
    <w:rsid w:val="00391475"/>
    <w:rsid w:val="003914B3"/>
    <w:rsid w:val="00391D47"/>
    <w:rsid w:val="00391F7F"/>
    <w:rsid w:val="00392D74"/>
    <w:rsid w:val="00392FEF"/>
    <w:rsid w:val="00395740"/>
    <w:rsid w:val="00395B2C"/>
    <w:rsid w:val="00395C2B"/>
    <w:rsid w:val="00395D40"/>
    <w:rsid w:val="00395E1B"/>
    <w:rsid w:val="00396271"/>
    <w:rsid w:val="00396339"/>
    <w:rsid w:val="00396BD1"/>
    <w:rsid w:val="00397037"/>
    <w:rsid w:val="0039706C"/>
    <w:rsid w:val="003A14F3"/>
    <w:rsid w:val="003A1DAE"/>
    <w:rsid w:val="003A21A9"/>
    <w:rsid w:val="003A4E44"/>
    <w:rsid w:val="003A4EED"/>
    <w:rsid w:val="003A71B2"/>
    <w:rsid w:val="003A74C6"/>
    <w:rsid w:val="003A750A"/>
    <w:rsid w:val="003B0017"/>
    <w:rsid w:val="003B0614"/>
    <w:rsid w:val="003B12E6"/>
    <w:rsid w:val="003B13A1"/>
    <w:rsid w:val="003B15CC"/>
    <w:rsid w:val="003B16A9"/>
    <w:rsid w:val="003B183B"/>
    <w:rsid w:val="003B1D84"/>
    <w:rsid w:val="003B20D7"/>
    <w:rsid w:val="003B2718"/>
    <w:rsid w:val="003B2E24"/>
    <w:rsid w:val="003B3637"/>
    <w:rsid w:val="003B4CB4"/>
    <w:rsid w:val="003B592B"/>
    <w:rsid w:val="003B61D9"/>
    <w:rsid w:val="003B68C6"/>
    <w:rsid w:val="003B6DC5"/>
    <w:rsid w:val="003C02B4"/>
    <w:rsid w:val="003C09D9"/>
    <w:rsid w:val="003C0C46"/>
    <w:rsid w:val="003C157A"/>
    <w:rsid w:val="003C174C"/>
    <w:rsid w:val="003C1E4B"/>
    <w:rsid w:val="003C21E6"/>
    <w:rsid w:val="003C3078"/>
    <w:rsid w:val="003C3FF6"/>
    <w:rsid w:val="003C3FFA"/>
    <w:rsid w:val="003C43AC"/>
    <w:rsid w:val="003C4517"/>
    <w:rsid w:val="003C4740"/>
    <w:rsid w:val="003C49AA"/>
    <w:rsid w:val="003C59FA"/>
    <w:rsid w:val="003C5C8B"/>
    <w:rsid w:val="003C69DD"/>
    <w:rsid w:val="003C7E77"/>
    <w:rsid w:val="003D02C4"/>
    <w:rsid w:val="003D1CD3"/>
    <w:rsid w:val="003D1F1C"/>
    <w:rsid w:val="003D2A87"/>
    <w:rsid w:val="003D39B8"/>
    <w:rsid w:val="003D4389"/>
    <w:rsid w:val="003D4714"/>
    <w:rsid w:val="003D553F"/>
    <w:rsid w:val="003D6412"/>
    <w:rsid w:val="003D6BFF"/>
    <w:rsid w:val="003D74AC"/>
    <w:rsid w:val="003D7504"/>
    <w:rsid w:val="003D793A"/>
    <w:rsid w:val="003E0882"/>
    <w:rsid w:val="003E13FC"/>
    <w:rsid w:val="003E23AC"/>
    <w:rsid w:val="003E23C9"/>
    <w:rsid w:val="003E3C43"/>
    <w:rsid w:val="003E3DEC"/>
    <w:rsid w:val="003E3E58"/>
    <w:rsid w:val="003E412D"/>
    <w:rsid w:val="003E4534"/>
    <w:rsid w:val="003E5199"/>
    <w:rsid w:val="003E552B"/>
    <w:rsid w:val="003E5750"/>
    <w:rsid w:val="003E5A50"/>
    <w:rsid w:val="003E5C00"/>
    <w:rsid w:val="003E73F7"/>
    <w:rsid w:val="003E7A3F"/>
    <w:rsid w:val="003E7B19"/>
    <w:rsid w:val="003F0057"/>
    <w:rsid w:val="003F071B"/>
    <w:rsid w:val="003F0D59"/>
    <w:rsid w:val="003F136B"/>
    <w:rsid w:val="003F15C2"/>
    <w:rsid w:val="003F18E3"/>
    <w:rsid w:val="003F1CC3"/>
    <w:rsid w:val="003F310C"/>
    <w:rsid w:val="003F314C"/>
    <w:rsid w:val="003F418B"/>
    <w:rsid w:val="003F42C6"/>
    <w:rsid w:val="003F4EE5"/>
    <w:rsid w:val="003F5C56"/>
    <w:rsid w:val="003F640C"/>
    <w:rsid w:val="003F6CA3"/>
    <w:rsid w:val="003F6E04"/>
    <w:rsid w:val="003F7026"/>
    <w:rsid w:val="003F77F9"/>
    <w:rsid w:val="00400C71"/>
    <w:rsid w:val="0040119A"/>
    <w:rsid w:val="00401D43"/>
    <w:rsid w:val="00401E98"/>
    <w:rsid w:val="004023F7"/>
    <w:rsid w:val="00402497"/>
    <w:rsid w:val="004024BF"/>
    <w:rsid w:val="00402D31"/>
    <w:rsid w:val="00402E51"/>
    <w:rsid w:val="00404A67"/>
    <w:rsid w:val="00405BC7"/>
    <w:rsid w:val="004061A5"/>
    <w:rsid w:val="00406C33"/>
    <w:rsid w:val="00407049"/>
    <w:rsid w:val="004077F9"/>
    <w:rsid w:val="00407FD4"/>
    <w:rsid w:val="00410B82"/>
    <w:rsid w:val="00410CEE"/>
    <w:rsid w:val="00410FCC"/>
    <w:rsid w:val="00411406"/>
    <w:rsid w:val="004130C1"/>
    <w:rsid w:val="00414403"/>
    <w:rsid w:val="00414B75"/>
    <w:rsid w:val="00415984"/>
    <w:rsid w:val="00415B31"/>
    <w:rsid w:val="00415FDB"/>
    <w:rsid w:val="00416811"/>
    <w:rsid w:val="00416AD8"/>
    <w:rsid w:val="00416D4F"/>
    <w:rsid w:val="00417AE0"/>
    <w:rsid w:val="00417FF7"/>
    <w:rsid w:val="0042095E"/>
    <w:rsid w:val="00420B6F"/>
    <w:rsid w:val="00421E5D"/>
    <w:rsid w:val="00422B12"/>
    <w:rsid w:val="0042349E"/>
    <w:rsid w:val="00423606"/>
    <w:rsid w:val="0042361A"/>
    <w:rsid w:val="0042448F"/>
    <w:rsid w:val="00424E87"/>
    <w:rsid w:val="00424F95"/>
    <w:rsid w:val="004255E1"/>
    <w:rsid w:val="00426BB3"/>
    <w:rsid w:val="0042745E"/>
    <w:rsid w:val="00427776"/>
    <w:rsid w:val="00427B4B"/>
    <w:rsid w:val="0043084A"/>
    <w:rsid w:val="00430C5D"/>
    <w:rsid w:val="00430F9C"/>
    <w:rsid w:val="004310CB"/>
    <w:rsid w:val="00431AC3"/>
    <w:rsid w:val="004324AE"/>
    <w:rsid w:val="004326A3"/>
    <w:rsid w:val="00432C65"/>
    <w:rsid w:val="00432E0B"/>
    <w:rsid w:val="0043333C"/>
    <w:rsid w:val="00433723"/>
    <w:rsid w:val="004337F9"/>
    <w:rsid w:val="00433969"/>
    <w:rsid w:val="00433996"/>
    <w:rsid w:val="00433C80"/>
    <w:rsid w:val="0043549B"/>
    <w:rsid w:val="00435C4B"/>
    <w:rsid w:val="00436027"/>
    <w:rsid w:val="00436281"/>
    <w:rsid w:val="004369BC"/>
    <w:rsid w:val="00437BD7"/>
    <w:rsid w:val="00437FD9"/>
    <w:rsid w:val="0044087F"/>
    <w:rsid w:val="00440A28"/>
    <w:rsid w:val="00440C50"/>
    <w:rsid w:val="00440F4A"/>
    <w:rsid w:val="00441355"/>
    <w:rsid w:val="004425AC"/>
    <w:rsid w:val="00442603"/>
    <w:rsid w:val="004426BD"/>
    <w:rsid w:val="00442F73"/>
    <w:rsid w:val="00444188"/>
    <w:rsid w:val="004444FF"/>
    <w:rsid w:val="004454E4"/>
    <w:rsid w:val="0044575A"/>
    <w:rsid w:val="004459E5"/>
    <w:rsid w:val="00445BF5"/>
    <w:rsid w:val="004463DA"/>
    <w:rsid w:val="00446F69"/>
    <w:rsid w:val="0044734C"/>
    <w:rsid w:val="00447B1F"/>
    <w:rsid w:val="004500BF"/>
    <w:rsid w:val="004508BA"/>
    <w:rsid w:val="004514AD"/>
    <w:rsid w:val="00451680"/>
    <w:rsid w:val="00451932"/>
    <w:rsid w:val="00451982"/>
    <w:rsid w:val="00451EDF"/>
    <w:rsid w:val="004520C9"/>
    <w:rsid w:val="00452671"/>
    <w:rsid w:val="00452C9B"/>
    <w:rsid w:val="00452EE3"/>
    <w:rsid w:val="004535DC"/>
    <w:rsid w:val="00453FD4"/>
    <w:rsid w:val="00454008"/>
    <w:rsid w:val="0045413B"/>
    <w:rsid w:val="00455516"/>
    <w:rsid w:val="0045565F"/>
    <w:rsid w:val="00455746"/>
    <w:rsid w:val="004564E3"/>
    <w:rsid w:val="004570F5"/>
    <w:rsid w:val="0045745F"/>
    <w:rsid w:val="004578F7"/>
    <w:rsid w:val="00457A0E"/>
    <w:rsid w:val="00457C6C"/>
    <w:rsid w:val="00457D59"/>
    <w:rsid w:val="00457FCA"/>
    <w:rsid w:val="00460DDE"/>
    <w:rsid w:val="00461206"/>
    <w:rsid w:val="0046179B"/>
    <w:rsid w:val="00461D81"/>
    <w:rsid w:val="00461EED"/>
    <w:rsid w:val="004623AA"/>
    <w:rsid w:val="0046326D"/>
    <w:rsid w:val="0046378D"/>
    <w:rsid w:val="00463CA7"/>
    <w:rsid w:val="00463E36"/>
    <w:rsid w:val="00464797"/>
    <w:rsid w:val="0046506C"/>
    <w:rsid w:val="00465613"/>
    <w:rsid w:val="004658B4"/>
    <w:rsid w:val="00465C4F"/>
    <w:rsid w:val="00465D70"/>
    <w:rsid w:val="004660AD"/>
    <w:rsid w:val="004663D9"/>
    <w:rsid w:val="00466D7B"/>
    <w:rsid w:val="00466E2C"/>
    <w:rsid w:val="00467188"/>
    <w:rsid w:val="0047052C"/>
    <w:rsid w:val="004707D8"/>
    <w:rsid w:val="00470BBB"/>
    <w:rsid w:val="00470D98"/>
    <w:rsid w:val="00471B63"/>
    <w:rsid w:val="00471E8D"/>
    <w:rsid w:val="00472B6C"/>
    <w:rsid w:val="00472C73"/>
    <w:rsid w:val="00473465"/>
    <w:rsid w:val="0047388E"/>
    <w:rsid w:val="0047456D"/>
    <w:rsid w:val="00474EFE"/>
    <w:rsid w:val="0047518D"/>
    <w:rsid w:val="00475B80"/>
    <w:rsid w:val="00475BCB"/>
    <w:rsid w:val="004762EF"/>
    <w:rsid w:val="00476325"/>
    <w:rsid w:val="004764F9"/>
    <w:rsid w:val="00476BE7"/>
    <w:rsid w:val="004773F5"/>
    <w:rsid w:val="00477BEB"/>
    <w:rsid w:val="00480716"/>
    <w:rsid w:val="00481040"/>
    <w:rsid w:val="00481CDC"/>
    <w:rsid w:val="004826E8"/>
    <w:rsid w:val="00482784"/>
    <w:rsid w:val="00483688"/>
    <w:rsid w:val="00483D28"/>
    <w:rsid w:val="00483EE6"/>
    <w:rsid w:val="004843CA"/>
    <w:rsid w:val="0048448F"/>
    <w:rsid w:val="004844CB"/>
    <w:rsid w:val="00484B8C"/>
    <w:rsid w:val="00484E78"/>
    <w:rsid w:val="00484FF7"/>
    <w:rsid w:val="0048539A"/>
    <w:rsid w:val="004854F7"/>
    <w:rsid w:val="00486472"/>
    <w:rsid w:val="00486B45"/>
    <w:rsid w:val="00486B6A"/>
    <w:rsid w:val="004876AA"/>
    <w:rsid w:val="004903DB"/>
    <w:rsid w:val="00490B1A"/>
    <w:rsid w:val="004917E2"/>
    <w:rsid w:val="004919CD"/>
    <w:rsid w:val="00491A69"/>
    <w:rsid w:val="004928C9"/>
    <w:rsid w:val="004932BD"/>
    <w:rsid w:val="004933C8"/>
    <w:rsid w:val="004939D4"/>
    <w:rsid w:val="00493A5F"/>
    <w:rsid w:val="00494CA7"/>
    <w:rsid w:val="00495209"/>
    <w:rsid w:val="0049574D"/>
    <w:rsid w:val="0049592B"/>
    <w:rsid w:val="00495B6C"/>
    <w:rsid w:val="00497B62"/>
    <w:rsid w:val="00497DE4"/>
    <w:rsid w:val="00497DE7"/>
    <w:rsid w:val="004A0793"/>
    <w:rsid w:val="004A1012"/>
    <w:rsid w:val="004A117E"/>
    <w:rsid w:val="004A1280"/>
    <w:rsid w:val="004A1F5D"/>
    <w:rsid w:val="004A20F8"/>
    <w:rsid w:val="004A23F4"/>
    <w:rsid w:val="004A37C6"/>
    <w:rsid w:val="004A3DDB"/>
    <w:rsid w:val="004A3FB4"/>
    <w:rsid w:val="004A4956"/>
    <w:rsid w:val="004A49FC"/>
    <w:rsid w:val="004A4A8B"/>
    <w:rsid w:val="004A4FC0"/>
    <w:rsid w:val="004A5254"/>
    <w:rsid w:val="004A5265"/>
    <w:rsid w:val="004A74DD"/>
    <w:rsid w:val="004A7FB2"/>
    <w:rsid w:val="004B0B04"/>
    <w:rsid w:val="004B14A8"/>
    <w:rsid w:val="004B29DA"/>
    <w:rsid w:val="004B2F09"/>
    <w:rsid w:val="004B34B9"/>
    <w:rsid w:val="004B3582"/>
    <w:rsid w:val="004B47BC"/>
    <w:rsid w:val="004B4B74"/>
    <w:rsid w:val="004B5A8E"/>
    <w:rsid w:val="004B5B7E"/>
    <w:rsid w:val="004B6666"/>
    <w:rsid w:val="004B6BB7"/>
    <w:rsid w:val="004B741E"/>
    <w:rsid w:val="004B78D3"/>
    <w:rsid w:val="004C0492"/>
    <w:rsid w:val="004C04EC"/>
    <w:rsid w:val="004C0FAC"/>
    <w:rsid w:val="004C1DCF"/>
    <w:rsid w:val="004C1FBC"/>
    <w:rsid w:val="004C2B27"/>
    <w:rsid w:val="004C3333"/>
    <w:rsid w:val="004C40FD"/>
    <w:rsid w:val="004C45AA"/>
    <w:rsid w:val="004C5266"/>
    <w:rsid w:val="004C533A"/>
    <w:rsid w:val="004C5932"/>
    <w:rsid w:val="004C5B98"/>
    <w:rsid w:val="004C5C4C"/>
    <w:rsid w:val="004C67DE"/>
    <w:rsid w:val="004C6D24"/>
    <w:rsid w:val="004C7155"/>
    <w:rsid w:val="004C7CA8"/>
    <w:rsid w:val="004C7D56"/>
    <w:rsid w:val="004D126D"/>
    <w:rsid w:val="004D186A"/>
    <w:rsid w:val="004D2401"/>
    <w:rsid w:val="004D25CF"/>
    <w:rsid w:val="004D2DB7"/>
    <w:rsid w:val="004D37E4"/>
    <w:rsid w:val="004D3D6A"/>
    <w:rsid w:val="004D494B"/>
    <w:rsid w:val="004D4A13"/>
    <w:rsid w:val="004D54F4"/>
    <w:rsid w:val="004D560B"/>
    <w:rsid w:val="004D5AB3"/>
    <w:rsid w:val="004D5DDA"/>
    <w:rsid w:val="004D5F9B"/>
    <w:rsid w:val="004D6369"/>
    <w:rsid w:val="004D67C8"/>
    <w:rsid w:val="004D6E4E"/>
    <w:rsid w:val="004D78C3"/>
    <w:rsid w:val="004D7C14"/>
    <w:rsid w:val="004E0806"/>
    <w:rsid w:val="004E0AF3"/>
    <w:rsid w:val="004E1608"/>
    <w:rsid w:val="004E17D1"/>
    <w:rsid w:val="004E1CAC"/>
    <w:rsid w:val="004E1D0E"/>
    <w:rsid w:val="004E2738"/>
    <w:rsid w:val="004E27A5"/>
    <w:rsid w:val="004E2906"/>
    <w:rsid w:val="004E35B4"/>
    <w:rsid w:val="004E3935"/>
    <w:rsid w:val="004E46ED"/>
    <w:rsid w:val="004E4D07"/>
    <w:rsid w:val="004E502D"/>
    <w:rsid w:val="004E5104"/>
    <w:rsid w:val="004E56CC"/>
    <w:rsid w:val="004E5836"/>
    <w:rsid w:val="004E5A93"/>
    <w:rsid w:val="004E714E"/>
    <w:rsid w:val="004E757D"/>
    <w:rsid w:val="004E76A2"/>
    <w:rsid w:val="004E7EB6"/>
    <w:rsid w:val="004E7F01"/>
    <w:rsid w:val="004F02D2"/>
    <w:rsid w:val="004F137B"/>
    <w:rsid w:val="004F150D"/>
    <w:rsid w:val="004F15B0"/>
    <w:rsid w:val="004F163C"/>
    <w:rsid w:val="004F219E"/>
    <w:rsid w:val="004F2217"/>
    <w:rsid w:val="004F2972"/>
    <w:rsid w:val="004F2AF7"/>
    <w:rsid w:val="004F36CE"/>
    <w:rsid w:val="004F4F26"/>
    <w:rsid w:val="004F5E79"/>
    <w:rsid w:val="004F618C"/>
    <w:rsid w:val="004F65D6"/>
    <w:rsid w:val="004F6CC1"/>
    <w:rsid w:val="004F6D4A"/>
    <w:rsid w:val="004F6E6A"/>
    <w:rsid w:val="004F734C"/>
    <w:rsid w:val="004F7497"/>
    <w:rsid w:val="004F789D"/>
    <w:rsid w:val="00501917"/>
    <w:rsid w:val="00501C04"/>
    <w:rsid w:val="005021E8"/>
    <w:rsid w:val="00502241"/>
    <w:rsid w:val="00503251"/>
    <w:rsid w:val="00503BBC"/>
    <w:rsid w:val="005041FC"/>
    <w:rsid w:val="00504AA1"/>
    <w:rsid w:val="00505732"/>
    <w:rsid w:val="00505AB6"/>
    <w:rsid w:val="00506630"/>
    <w:rsid w:val="00506DCD"/>
    <w:rsid w:val="00510107"/>
    <w:rsid w:val="005105FD"/>
    <w:rsid w:val="00510A1C"/>
    <w:rsid w:val="00510F6E"/>
    <w:rsid w:val="0051110C"/>
    <w:rsid w:val="00512644"/>
    <w:rsid w:val="0051268D"/>
    <w:rsid w:val="005126EC"/>
    <w:rsid w:val="005129D7"/>
    <w:rsid w:val="00514176"/>
    <w:rsid w:val="0051464C"/>
    <w:rsid w:val="005146AA"/>
    <w:rsid w:val="0051480C"/>
    <w:rsid w:val="00514A5F"/>
    <w:rsid w:val="00514B45"/>
    <w:rsid w:val="00514CE3"/>
    <w:rsid w:val="00514FF6"/>
    <w:rsid w:val="005150DD"/>
    <w:rsid w:val="00515C0B"/>
    <w:rsid w:val="005168F0"/>
    <w:rsid w:val="00520856"/>
    <w:rsid w:val="00520AC9"/>
    <w:rsid w:val="00520E8F"/>
    <w:rsid w:val="0052135B"/>
    <w:rsid w:val="005215FF"/>
    <w:rsid w:val="00521B25"/>
    <w:rsid w:val="00521CA7"/>
    <w:rsid w:val="00522407"/>
    <w:rsid w:val="005225EA"/>
    <w:rsid w:val="00522614"/>
    <w:rsid w:val="00522753"/>
    <w:rsid w:val="005230B8"/>
    <w:rsid w:val="00523922"/>
    <w:rsid w:val="0052418E"/>
    <w:rsid w:val="005253CF"/>
    <w:rsid w:val="0052578C"/>
    <w:rsid w:val="00525850"/>
    <w:rsid w:val="005260C4"/>
    <w:rsid w:val="005262B7"/>
    <w:rsid w:val="00527F16"/>
    <w:rsid w:val="005300CD"/>
    <w:rsid w:val="00530B8C"/>
    <w:rsid w:val="00530E4E"/>
    <w:rsid w:val="005310AB"/>
    <w:rsid w:val="00532E3F"/>
    <w:rsid w:val="005336F8"/>
    <w:rsid w:val="00533DCD"/>
    <w:rsid w:val="00534D6F"/>
    <w:rsid w:val="00534EF3"/>
    <w:rsid w:val="00535D9E"/>
    <w:rsid w:val="0053686B"/>
    <w:rsid w:val="005401C5"/>
    <w:rsid w:val="005416DB"/>
    <w:rsid w:val="00542048"/>
    <w:rsid w:val="00542EA1"/>
    <w:rsid w:val="005442B9"/>
    <w:rsid w:val="0054450E"/>
    <w:rsid w:val="00544547"/>
    <w:rsid w:val="00544668"/>
    <w:rsid w:val="00544925"/>
    <w:rsid w:val="00544DA4"/>
    <w:rsid w:val="00545579"/>
    <w:rsid w:val="00545E73"/>
    <w:rsid w:val="00546689"/>
    <w:rsid w:val="005473B4"/>
    <w:rsid w:val="00547418"/>
    <w:rsid w:val="0055060E"/>
    <w:rsid w:val="0055089A"/>
    <w:rsid w:val="0055098A"/>
    <w:rsid w:val="00550B77"/>
    <w:rsid w:val="00550CD3"/>
    <w:rsid w:val="00550D6C"/>
    <w:rsid w:val="005510B2"/>
    <w:rsid w:val="00551297"/>
    <w:rsid w:val="005513C3"/>
    <w:rsid w:val="005527F5"/>
    <w:rsid w:val="00552E60"/>
    <w:rsid w:val="005531C0"/>
    <w:rsid w:val="005540B6"/>
    <w:rsid w:val="00554795"/>
    <w:rsid w:val="00554D20"/>
    <w:rsid w:val="00554FA0"/>
    <w:rsid w:val="0055506A"/>
    <w:rsid w:val="00555337"/>
    <w:rsid w:val="0055588B"/>
    <w:rsid w:val="00555ED9"/>
    <w:rsid w:val="0055602D"/>
    <w:rsid w:val="0055611C"/>
    <w:rsid w:val="00556163"/>
    <w:rsid w:val="00556974"/>
    <w:rsid w:val="00557116"/>
    <w:rsid w:val="00557BF4"/>
    <w:rsid w:val="005614D2"/>
    <w:rsid w:val="00561B20"/>
    <w:rsid w:val="00561E3F"/>
    <w:rsid w:val="005626D1"/>
    <w:rsid w:val="005629B3"/>
    <w:rsid w:val="005629D0"/>
    <w:rsid w:val="00562E95"/>
    <w:rsid w:val="0056339F"/>
    <w:rsid w:val="00563893"/>
    <w:rsid w:val="00563A8C"/>
    <w:rsid w:val="0056408D"/>
    <w:rsid w:val="005657D4"/>
    <w:rsid w:val="00565B50"/>
    <w:rsid w:val="005661DA"/>
    <w:rsid w:val="00566B48"/>
    <w:rsid w:val="00567003"/>
    <w:rsid w:val="005679E5"/>
    <w:rsid w:val="0057009B"/>
    <w:rsid w:val="00570333"/>
    <w:rsid w:val="00570E8F"/>
    <w:rsid w:val="0057103B"/>
    <w:rsid w:val="005713BA"/>
    <w:rsid w:val="00571EC9"/>
    <w:rsid w:val="00572B69"/>
    <w:rsid w:val="00572FDB"/>
    <w:rsid w:val="005730AA"/>
    <w:rsid w:val="00573697"/>
    <w:rsid w:val="00573DCE"/>
    <w:rsid w:val="00574098"/>
    <w:rsid w:val="0057440C"/>
    <w:rsid w:val="00574853"/>
    <w:rsid w:val="00574C9A"/>
    <w:rsid w:val="00575226"/>
    <w:rsid w:val="00576272"/>
    <w:rsid w:val="00577067"/>
    <w:rsid w:val="005773E4"/>
    <w:rsid w:val="00577C51"/>
    <w:rsid w:val="00580B97"/>
    <w:rsid w:val="00581190"/>
    <w:rsid w:val="00581191"/>
    <w:rsid w:val="00581578"/>
    <w:rsid w:val="00581793"/>
    <w:rsid w:val="00581CD3"/>
    <w:rsid w:val="00582623"/>
    <w:rsid w:val="005830AE"/>
    <w:rsid w:val="0058340B"/>
    <w:rsid w:val="005835CA"/>
    <w:rsid w:val="00583975"/>
    <w:rsid w:val="00583AA5"/>
    <w:rsid w:val="0058405B"/>
    <w:rsid w:val="00584486"/>
    <w:rsid w:val="00584D9E"/>
    <w:rsid w:val="00584DC9"/>
    <w:rsid w:val="00585363"/>
    <w:rsid w:val="0058540D"/>
    <w:rsid w:val="00585EB7"/>
    <w:rsid w:val="005869B9"/>
    <w:rsid w:val="00586A15"/>
    <w:rsid w:val="00586DCD"/>
    <w:rsid w:val="00591EB1"/>
    <w:rsid w:val="0059220F"/>
    <w:rsid w:val="005930FE"/>
    <w:rsid w:val="005956BA"/>
    <w:rsid w:val="005959EA"/>
    <w:rsid w:val="00595A4B"/>
    <w:rsid w:val="00596345"/>
    <w:rsid w:val="00596A1A"/>
    <w:rsid w:val="0059763B"/>
    <w:rsid w:val="00597670"/>
    <w:rsid w:val="00597B42"/>
    <w:rsid w:val="00597CAE"/>
    <w:rsid w:val="005A0184"/>
    <w:rsid w:val="005A087F"/>
    <w:rsid w:val="005A0DE1"/>
    <w:rsid w:val="005A0F8A"/>
    <w:rsid w:val="005A1116"/>
    <w:rsid w:val="005A14D4"/>
    <w:rsid w:val="005A17CE"/>
    <w:rsid w:val="005A2CD0"/>
    <w:rsid w:val="005A37B5"/>
    <w:rsid w:val="005A47C5"/>
    <w:rsid w:val="005A4D15"/>
    <w:rsid w:val="005A5CB6"/>
    <w:rsid w:val="005A6105"/>
    <w:rsid w:val="005A6149"/>
    <w:rsid w:val="005A61A6"/>
    <w:rsid w:val="005A6573"/>
    <w:rsid w:val="005A6A9E"/>
    <w:rsid w:val="005A6E71"/>
    <w:rsid w:val="005A7906"/>
    <w:rsid w:val="005A7B60"/>
    <w:rsid w:val="005A7B7F"/>
    <w:rsid w:val="005B025E"/>
    <w:rsid w:val="005B11E5"/>
    <w:rsid w:val="005B173B"/>
    <w:rsid w:val="005B2680"/>
    <w:rsid w:val="005B2716"/>
    <w:rsid w:val="005B2A3D"/>
    <w:rsid w:val="005B2D2D"/>
    <w:rsid w:val="005B34DF"/>
    <w:rsid w:val="005B389E"/>
    <w:rsid w:val="005B40EE"/>
    <w:rsid w:val="005B4871"/>
    <w:rsid w:val="005B4D77"/>
    <w:rsid w:val="005B4E5A"/>
    <w:rsid w:val="005B5256"/>
    <w:rsid w:val="005B5912"/>
    <w:rsid w:val="005B5A72"/>
    <w:rsid w:val="005B6F81"/>
    <w:rsid w:val="005B7183"/>
    <w:rsid w:val="005B734F"/>
    <w:rsid w:val="005B7A87"/>
    <w:rsid w:val="005C02B6"/>
    <w:rsid w:val="005C05B4"/>
    <w:rsid w:val="005C0661"/>
    <w:rsid w:val="005C10BC"/>
    <w:rsid w:val="005C2B5D"/>
    <w:rsid w:val="005C2C71"/>
    <w:rsid w:val="005C328D"/>
    <w:rsid w:val="005C4DE5"/>
    <w:rsid w:val="005C59D8"/>
    <w:rsid w:val="005C6A11"/>
    <w:rsid w:val="005C7128"/>
    <w:rsid w:val="005D040A"/>
    <w:rsid w:val="005D0C26"/>
    <w:rsid w:val="005D1505"/>
    <w:rsid w:val="005D1C14"/>
    <w:rsid w:val="005D1DF3"/>
    <w:rsid w:val="005D221E"/>
    <w:rsid w:val="005D2AB1"/>
    <w:rsid w:val="005D2E5C"/>
    <w:rsid w:val="005D30CA"/>
    <w:rsid w:val="005D42B3"/>
    <w:rsid w:val="005D4445"/>
    <w:rsid w:val="005D4558"/>
    <w:rsid w:val="005D487F"/>
    <w:rsid w:val="005D509E"/>
    <w:rsid w:val="005D58B0"/>
    <w:rsid w:val="005D5AA6"/>
    <w:rsid w:val="005E03EA"/>
    <w:rsid w:val="005E121D"/>
    <w:rsid w:val="005E15C5"/>
    <w:rsid w:val="005E184A"/>
    <w:rsid w:val="005E1CE6"/>
    <w:rsid w:val="005E2F19"/>
    <w:rsid w:val="005E3A58"/>
    <w:rsid w:val="005E4858"/>
    <w:rsid w:val="005E4D36"/>
    <w:rsid w:val="005E4F4A"/>
    <w:rsid w:val="005E5747"/>
    <w:rsid w:val="005E6082"/>
    <w:rsid w:val="005E6299"/>
    <w:rsid w:val="005E66AF"/>
    <w:rsid w:val="005E75B3"/>
    <w:rsid w:val="005E77D5"/>
    <w:rsid w:val="005E7827"/>
    <w:rsid w:val="005F015F"/>
    <w:rsid w:val="005F14F0"/>
    <w:rsid w:val="005F1E07"/>
    <w:rsid w:val="005F30DA"/>
    <w:rsid w:val="005F3679"/>
    <w:rsid w:val="005F4DF0"/>
    <w:rsid w:val="005F628F"/>
    <w:rsid w:val="00600090"/>
    <w:rsid w:val="006006CB"/>
    <w:rsid w:val="00600933"/>
    <w:rsid w:val="00601136"/>
    <w:rsid w:val="00601234"/>
    <w:rsid w:val="00601938"/>
    <w:rsid w:val="00601CF6"/>
    <w:rsid w:val="00601FE3"/>
    <w:rsid w:val="00602591"/>
    <w:rsid w:val="00603E99"/>
    <w:rsid w:val="00604342"/>
    <w:rsid w:val="00605182"/>
    <w:rsid w:val="0060555E"/>
    <w:rsid w:val="006062FD"/>
    <w:rsid w:val="0060767E"/>
    <w:rsid w:val="00607AF3"/>
    <w:rsid w:val="0061010A"/>
    <w:rsid w:val="006109D1"/>
    <w:rsid w:val="0061161A"/>
    <w:rsid w:val="006124D2"/>
    <w:rsid w:val="00612C02"/>
    <w:rsid w:val="00612E24"/>
    <w:rsid w:val="00613373"/>
    <w:rsid w:val="00613503"/>
    <w:rsid w:val="006139B0"/>
    <w:rsid w:val="00613C44"/>
    <w:rsid w:val="0061474F"/>
    <w:rsid w:val="00615B82"/>
    <w:rsid w:val="0061606E"/>
    <w:rsid w:val="006163F4"/>
    <w:rsid w:val="00616A37"/>
    <w:rsid w:val="0061791C"/>
    <w:rsid w:val="00620037"/>
    <w:rsid w:val="006203C2"/>
    <w:rsid w:val="00620C9A"/>
    <w:rsid w:val="006211AC"/>
    <w:rsid w:val="00621A13"/>
    <w:rsid w:val="00621AC6"/>
    <w:rsid w:val="00621CFF"/>
    <w:rsid w:val="00622029"/>
    <w:rsid w:val="00622093"/>
    <w:rsid w:val="00622A7A"/>
    <w:rsid w:val="00622C42"/>
    <w:rsid w:val="00622DAD"/>
    <w:rsid w:val="00622F51"/>
    <w:rsid w:val="006232C6"/>
    <w:rsid w:val="0062394B"/>
    <w:rsid w:val="00623AE3"/>
    <w:rsid w:val="00623E18"/>
    <w:rsid w:val="006240BF"/>
    <w:rsid w:val="00624119"/>
    <w:rsid w:val="006243D7"/>
    <w:rsid w:val="00624AAB"/>
    <w:rsid w:val="006255BC"/>
    <w:rsid w:val="00625985"/>
    <w:rsid w:val="00625EA9"/>
    <w:rsid w:val="00626215"/>
    <w:rsid w:val="006265DC"/>
    <w:rsid w:val="006268D8"/>
    <w:rsid w:val="006272CD"/>
    <w:rsid w:val="006273FD"/>
    <w:rsid w:val="00627444"/>
    <w:rsid w:val="0062799A"/>
    <w:rsid w:val="00627B54"/>
    <w:rsid w:val="00627B8C"/>
    <w:rsid w:val="006301F8"/>
    <w:rsid w:val="00630324"/>
    <w:rsid w:val="00630B46"/>
    <w:rsid w:val="00631121"/>
    <w:rsid w:val="0063120A"/>
    <w:rsid w:val="00631944"/>
    <w:rsid w:val="00632538"/>
    <w:rsid w:val="00632D5A"/>
    <w:rsid w:val="00633735"/>
    <w:rsid w:val="00633883"/>
    <w:rsid w:val="006341D5"/>
    <w:rsid w:val="00634224"/>
    <w:rsid w:val="006342BD"/>
    <w:rsid w:val="0063499B"/>
    <w:rsid w:val="006349B0"/>
    <w:rsid w:val="00634B2B"/>
    <w:rsid w:val="00634DC9"/>
    <w:rsid w:val="00635394"/>
    <w:rsid w:val="0063543E"/>
    <w:rsid w:val="00635D6B"/>
    <w:rsid w:val="00636129"/>
    <w:rsid w:val="006369D0"/>
    <w:rsid w:val="00636FCD"/>
    <w:rsid w:val="00637B46"/>
    <w:rsid w:val="00640D62"/>
    <w:rsid w:val="006427DC"/>
    <w:rsid w:val="0064393E"/>
    <w:rsid w:val="00644B6B"/>
    <w:rsid w:val="00644DC8"/>
    <w:rsid w:val="00645EAF"/>
    <w:rsid w:val="00645FDF"/>
    <w:rsid w:val="006464E7"/>
    <w:rsid w:val="00646858"/>
    <w:rsid w:val="0064691B"/>
    <w:rsid w:val="00646D4C"/>
    <w:rsid w:val="00647D8E"/>
    <w:rsid w:val="00650A20"/>
    <w:rsid w:val="00650D2B"/>
    <w:rsid w:val="006513D5"/>
    <w:rsid w:val="006515C0"/>
    <w:rsid w:val="0065167B"/>
    <w:rsid w:val="006518C6"/>
    <w:rsid w:val="00651B25"/>
    <w:rsid w:val="00651DF1"/>
    <w:rsid w:val="00651F03"/>
    <w:rsid w:val="006526AF"/>
    <w:rsid w:val="00652AF5"/>
    <w:rsid w:val="00653006"/>
    <w:rsid w:val="00653E67"/>
    <w:rsid w:val="00654618"/>
    <w:rsid w:val="006549C9"/>
    <w:rsid w:val="00655434"/>
    <w:rsid w:val="0065750B"/>
    <w:rsid w:val="00660461"/>
    <w:rsid w:val="0066146B"/>
    <w:rsid w:val="006621BB"/>
    <w:rsid w:val="006622BB"/>
    <w:rsid w:val="00662A2F"/>
    <w:rsid w:val="00662B16"/>
    <w:rsid w:val="00663695"/>
    <w:rsid w:val="00663809"/>
    <w:rsid w:val="00663F9F"/>
    <w:rsid w:val="006654AA"/>
    <w:rsid w:val="00665827"/>
    <w:rsid w:val="00665902"/>
    <w:rsid w:val="00665C64"/>
    <w:rsid w:val="0066764B"/>
    <w:rsid w:val="00667A7E"/>
    <w:rsid w:val="00667DAD"/>
    <w:rsid w:val="00670908"/>
    <w:rsid w:val="00670D58"/>
    <w:rsid w:val="00671083"/>
    <w:rsid w:val="00671093"/>
    <w:rsid w:val="00671132"/>
    <w:rsid w:val="00671982"/>
    <w:rsid w:val="00671C2A"/>
    <w:rsid w:val="00672B96"/>
    <w:rsid w:val="0067307D"/>
    <w:rsid w:val="00673294"/>
    <w:rsid w:val="00673395"/>
    <w:rsid w:val="0067488D"/>
    <w:rsid w:val="00675CF5"/>
    <w:rsid w:val="00675EE2"/>
    <w:rsid w:val="006769B7"/>
    <w:rsid w:val="00677B0E"/>
    <w:rsid w:val="0068026B"/>
    <w:rsid w:val="00680A9D"/>
    <w:rsid w:val="00680F98"/>
    <w:rsid w:val="006812C8"/>
    <w:rsid w:val="00681526"/>
    <w:rsid w:val="00681B63"/>
    <w:rsid w:val="0068241B"/>
    <w:rsid w:val="00683796"/>
    <w:rsid w:val="006837DE"/>
    <w:rsid w:val="00683CC0"/>
    <w:rsid w:val="00683DA4"/>
    <w:rsid w:val="00683EC6"/>
    <w:rsid w:val="0068692D"/>
    <w:rsid w:val="00686E83"/>
    <w:rsid w:val="00686F33"/>
    <w:rsid w:val="00687E2E"/>
    <w:rsid w:val="00687FB7"/>
    <w:rsid w:val="006905F5"/>
    <w:rsid w:val="0069099E"/>
    <w:rsid w:val="0069102A"/>
    <w:rsid w:val="006918EE"/>
    <w:rsid w:val="00691F86"/>
    <w:rsid w:val="00692236"/>
    <w:rsid w:val="0069246C"/>
    <w:rsid w:val="0069254F"/>
    <w:rsid w:val="0069334A"/>
    <w:rsid w:val="006933D5"/>
    <w:rsid w:val="006939D4"/>
    <w:rsid w:val="00694500"/>
    <w:rsid w:val="00694A6E"/>
    <w:rsid w:val="00695581"/>
    <w:rsid w:val="00695AD7"/>
    <w:rsid w:val="00696566"/>
    <w:rsid w:val="00696F6D"/>
    <w:rsid w:val="006977AF"/>
    <w:rsid w:val="00697AA9"/>
    <w:rsid w:val="006A16C9"/>
    <w:rsid w:val="006A1B23"/>
    <w:rsid w:val="006A1B58"/>
    <w:rsid w:val="006A2096"/>
    <w:rsid w:val="006A3503"/>
    <w:rsid w:val="006A3554"/>
    <w:rsid w:val="006A3982"/>
    <w:rsid w:val="006A3A3D"/>
    <w:rsid w:val="006A3FE5"/>
    <w:rsid w:val="006A3FEF"/>
    <w:rsid w:val="006A4478"/>
    <w:rsid w:val="006A4A5E"/>
    <w:rsid w:val="006A4EB2"/>
    <w:rsid w:val="006A6CD7"/>
    <w:rsid w:val="006A7BE8"/>
    <w:rsid w:val="006A7F37"/>
    <w:rsid w:val="006B0C6E"/>
    <w:rsid w:val="006B0D28"/>
    <w:rsid w:val="006B1128"/>
    <w:rsid w:val="006B1540"/>
    <w:rsid w:val="006B1CBB"/>
    <w:rsid w:val="006B3F93"/>
    <w:rsid w:val="006B4641"/>
    <w:rsid w:val="006B4EF8"/>
    <w:rsid w:val="006B4F0F"/>
    <w:rsid w:val="006B5423"/>
    <w:rsid w:val="006B59F5"/>
    <w:rsid w:val="006B6032"/>
    <w:rsid w:val="006B6B23"/>
    <w:rsid w:val="006B6B39"/>
    <w:rsid w:val="006B7577"/>
    <w:rsid w:val="006B7766"/>
    <w:rsid w:val="006B79CE"/>
    <w:rsid w:val="006B7E82"/>
    <w:rsid w:val="006C0465"/>
    <w:rsid w:val="006C1528"/>
    <w:rsid w:val="006C1620"/>
    <w:rsid w:val="006C1BC8"/>
    <w:rsid w:val="006C1DA9"/>
    <w:rsid w:val="006C2368"/>
    <w:rsid w:val="006C276A"/>
    <w:rsid w:val="006C2771"/>
    <w:rsid w:val="006C279A"/>
    <w:rsid w:val="006C27C5"/>
    <w:rsid w:val="006C2934"/>
    <w:rsid w:val="006C3494"/>
    <w:rsid w:val="006C3705"/>
    <w:rsid w:val="006C4B3E"/>
    <w:rsid w:val="006C4D3C"/>
    <w:rsid w:val="006C4D9F"/>
    <w:rsid w:val="006C5309"/>
    <w:rsid w:val="006C5475"/>
    <w:rsid w:val="006C5BEA"/>
    <w:rsid w:val="006C6389"/>
    <w:rsid w:val="006C656E"/>
    <w:rsid w:val="006C657C"/>
    <w:rsid w:val="006C69F0"/>
    <w:rsid w:val="006C6FD8"/>
    <w:rsid w:val="006C740E"/>
    <w:rsid w:val="006C7808"/>
    <w:rsid w:val="006D1996"/>
    <w:rsid w:val="006D1BA6"/>
    <w:rsid w:val="006D1D17"/>
    <w:rsid w:val="006D1D28"/>
    <w:rsid w:val="006D21DA"/>
    <w:rsid w:val="006D2EC2"/>
    <w:rsid w:val="006D31FE"/>
    <w:rsid w:val="006D3247"/>
    <w:rsid w:val="006D33E4"/>
    <w:rsid w:val="006D3A42"/>
    <w:rsid w:val="006D3D7B"/>
    <w:rsid w:val="006D481B"/>
    <w:rsid w:val="006D4966"/>
    <w:rsid w:val="006D4C36"/>
    <w:rsid w:val="006D4D13"/>
    <w:rsid w:val="006D4F71"/>
    <w:rsid w:val="006D6242"/>
    <w:rsid w:val="006D662E"/>
    <w:rsid w:val="006D6956"/>
    <w:rsid w:val="006D7250"/>
    <w:rsid w:val="006E033B"/>
    <w:rsid w:val="006E0861"/>
    <w:rsid w:val="006E0F90"/>
    <w:rsid w:val="006E10CB"/>
    <w:rsid w:val="006E13C3"/>
    <w:rsid w:val="006E1975"/>
    <w:rsid w:val="006E1C4B"/>
    <w:rsid w:val="006E21B6"/>
    <w:rsid w:val="006E2E27"/>
    <w:rsid w:val="006E2ECE"/>
    <w:rsid w:val="006E307D"/>
    <w:rsid w:val="006E34CA"/>
    <w:rsid w:val="006E353B"/>
    <w:rsid w:val="006E3544"/>
    <w:rsid w:val="006E3F33"/>
    <w:rsid w:val="006E4009"/>
    <w:rsid w:val="006E402D"/>
    <w:rsid w:val="006E5AC5"/>
    <w:rsid w:val="006E5C10"/>
    <w:rsid w:val="006E6D75"/>
    <w:rsid w:val="006E7252"/>
    <w:rsid w:val="006E7817"/>
    <w:rsid w:val="006E7825"/>
    <w:rsid w:val="006F111D"/>
    <w:rsid w:val="006F1267"/>
    <w:rsid w:val="006F14CB"/>
    <w:rsid w:val="006F1BDC"/>
    <w:rsid w:val="006F27FB"/>
    <w:rsid w:val="006F3C80"/>
    <w:rsid w:val="006F4946"/>
    <w:rsid w:val="006F4B77"/>
    <w:rsid w:val="006F4E61"/>
    <w:rsid w:val="006F52B1"/>
    <w:rsid w:val="006F565A"/>
    <w:rsid w:val="006F64AC"/>
    <w:rsid w:val="006F70F7"/>
    <w:rsid w:val="006F7EE7"/>
    <w:rsid w:val="00700C32"/>
    <w:rsid w:val="00700FD7"/>
    <w:rsid w:val="00701848"/>
    <w:rsid w:val="00703007"/>
    <w:rsid w:val="0070387E"/>
    <w:rsid w:val="0070399F"/>
    <w:rsid w:val="00704912"/>
    <w:rsid w:val="00704AEE"/>
    <w:rsid w:val="00704ECC"/>
    <w:rsid w:val="0070613F"/>
    <w:rsid w:val="00706339"/>
    <w:rsid w:val="00706CD7"/>
    <w:rsid w:val="00707313"/>
    <w:rsid w:val="00707728"/>
    <w:rsid w:val="00707936"/>
    <w:rsid w:val="00707BFE"/>
    <w:rsid w:val="00707CD9"/>
    <w:rsid w:val="0071000B"/>
    <w:rsid w:val="007109D4"/>
    <w:rsid w:val="00711BAA"/>
    <w:rsid w:val="00712016"/>
    <w:rsid w:val="007123BF"/>
    <w:rsid w:val="00712E9D"/>
    <w:rsid w:val="00713006"/>
    <w:rsid w:val="00713610"/>
    <w:rsid w:val="007138C7"/>
    <w:rsid w:val="00714644"/>
    <w:rsid w:val="0071477A"/>
    <w:rsid w:val="00714A27"/>
    <w:rsid w:val="00714F21"/>
    <w:rsid w:val="007150DB"/>
    <w:rsid w:val="00715E28"/>
    <w:rsid w:val="00715E29"/>
    <w:rsid w:val="00720DD7"/>
    <w:rsid w:val="00721708"/>
    <w:rsid w:val="0072203E"/>
    <w:rsid w:val="00723787"/>
    <w:rsid w:val="00723E65"/>
    <w:rsid w:val="007248B9"/>
    <w:rsid w:val="007250C8"/>
    <w:rsid w:val="007252DA"/>
    <w:rsid w:val="00725963"/>
    <w:rsid w:val="00725D69"/>
    <w:rsid w:val="0072633D"/>
    <w:rsid w:val="007266EF"/>
    <w:rsid w:val="0072796F"/>
    <w:rsid w:val="0073094A"/>
    <w:rsid w:val="00730F22"/>
    <w:rsid w:val="00731949"/>
    <w:rsid w:val="00731DE3"/>
    <w:rsid w:val="00731F51"/>
    <w:rsid w:val="00731FC4"/>
    <w:rsid w:val="00732903"/>
    <w:rsid w:val="0073298A"/>
    <w:rsid w:val="00732B42"/>
    <w:rsid w:val="00732D72"/>
    <w:rsid w:val="00732D75"/>
    <w:rsid w:val="00733DA7"/>
    <w:rsid w:val="00734713"/>
    <w:rsid w:val="007351A2"/>
    <w:rsid w:val="0073544B"/>
    <w:rsid w:val="007354D0"/>
    <w:rsid w:val="00735B05"/>
    <w:rsid w:val="00735CBA"/>
    <w:rsid w:val="00736676"/>
    <w:rsid w:val="00736CDB"/>
    <w:rsid w:val="0073708C"/>
    <w:rsid w:val="007400E6"/>
    <w:rsid w:val="00740537"/>
    <w:rsid w:val="00740989"/>
    <w:rsid w:val="00740AC8"/>
    <w:rsid w:val="00741251"/>
    <w:rsid w:val="00741325"/>
    <w:rsid w:val="00742A87"/>
    <w:rsid w:val="00742B95"/>
    <w:rsid w:val="00742F4A"/>
    <w:rsid w:val="00743798"/>
    <w:rsid w:val="00743B87"/>
    <w:rsid w:val="00744788"/>
    <w:rsid w:val="00744C35"/>
    <w:rsid w:val="00744FFB"/>
    <w:rsid w:val="007451FD"/>
    <w:rsid w:val="00745984"/>
    <w:rsid w:val="00745B59"/>
    <w:rsid w:val="00745BA8"/>
    <w:rsid w:val="00745F47"/>
    <w:rsid w:val="007460F8"/>
    <w:rsid w:val="00747001"/>
    <w:rsid w:val="007478AC"/>
    <w:rsid w:val="00747D64"/>
    <w:rsid w:val="0075097E"/>
    <w:rsid w:val="00750A7E"/>
    <w:rsid w:val="00750DB4"/>
    <w:rsid w:val="00751346"/>
    <w:rsid w:val="007517D2"/>
    <w:rsid w:val="00751870"/>
    <w:rsid w:val="0075194D"/>
    <w:rsid w:val="007519BD"/>
    <w:rsid w:val="00752B51"/>
    <w:rsid w:val="00753D8A"/>
    <w:rsid w:val="00753EB4"/>
    <w:rsid w:val="00754500"/>
    <w:rsid w:val="00754A40"/>
    <w:rsid w:val="00754DA7"/>
    <w:rsid w:val="00754FCC"/>
    <w:rsid w:val="0075515D"/>
    <w:rsid w:val="0075528B"/>
    <w:rsid w:val="0075614D"/>
    <w:rsid w:val="00756344"/>
    <w:rsid w:val="00756622"/>
    <w:rsid w:val="007568D8"/>
    <w:rsid w:val="00756A34"/>
    <w:rsid w:val="007577D4"/>
    <w:rsid w:val="00757D23"/>
    <w:rsid w:val="007604B4"/>
    <w:rsid w:val="00760721"/>
    <w:rsid w:val="007614F3"/>
    <w:rsid w:val="00761D99"/>
    <w:rsid w:val="007620EF"/>
    <w:rsid w:val="00762196"/>
    <w:rsid w:val="0076236D"/>
    <w:rsid w:val="00762966"/>
    <w:rsid w:val="00762AA5"/>
    <w:rsid w:val="00762B98"/>
    <w:rsid w:val="00762F50"/>
    <w:rsid w:val="007633C2"/>
    <w:rsid w:val="00763852"/>
    <w:rsid w:val="00763ABD"/>
    <w:rsid w:val="0076422F"/>
    <w:rsid w:val="00765277"/>
    <w:rsid w:val="00765542"/>
    <w:rsid w:val="00766367"/>
    <w:rsid w:val="00767157"/>
    <w:rsid w:val="00767819"/>
    <w:rsid w:val="00770215"/>
    <w:rsid w:val="007716F5"/>
    <w:rsid w:val="0077418A"/>
    <w:rsid w:val="00774256"/>
    <w:rsid w:val="007753A8"/>
    <w:rsid w:val="0077580D"/>
    <w:rsid w:val="00775868"/>
    <w:rsid w:val="00775CA8"/>
    <w:rsid w:val="007764D5"/>
    <w:rsid w:val="00776CD2"/>
    <w:rsid w:val="00777A31"/>
    <w:rsid w:val="00777A70"/>
    <w:rsid w:val="00777A74"/>
    <w:rsid w:val="00780EE3"/>
    <w:rsid w:val="00781097"/>
    <w:rsid w:val="00781B95"/>
    <w:rsid w:val="00782245"/>
    <w:rsid w:val="007828DA"/>
    <w:rsid w:val="00782CA3"/>
    <w:rsid w:val="00782FAA"/>
    <w:rsid w:val="007833AF"/>
    <w:rsid w:val="00783DA7"/>
    <w:rsid w:val="007842C9"/>
    <w:rsid w:val="00784467"/>
    <w:rsid w:val="00784C97"/>
    <w:rsid w:val="00785468"/>
    <w:rsid w:val="007871E1"/>
    <w:rsid w:val="007874BC"/>
    <w:rsid w:val="00787D2F"/>
    <w:rsid w:val="00787DDB"/>
    <w:rsid w:val="00790AE0"/>
    <w:rsid w:val="0079192D"/>
    <w:rsid w:val="00791966"/>
    <w:rsid w:val="00791B02"/>
    <w:rsid w:val="00791EF6"/>
    <w:rsid w:val="007928C2"/>
    <w:rsid w:val="0079370D"/>
    <w:rsid w:val="00793B4C"/>
    <w:rsid w:val="00793C36"/>
    <w:rsid w:val="00793F6D"/>
    <w:rsid w:val="00794896"/>
    <w:rsid w:val="00794CF1"/>
    <w:rsid w:val="007958ED"/>
    <w:rsid w:val="00795FB2"/>
    <w:rsid w:val="007964D9"/>
    <w:rsid w:val="00796A4B"/>
    <w:rsid w:val="00796E7C"/>
    <w:rsid w:val="0079723B"/>
    <w:rsid w:val="007973EF"/>
    <w:rsid w:val="007974CA"/>
    <w:rsid w:val="0079788E"/>
    <w:rsid w:val="00797A6A"/>
    <w:rsid w:val="00797FCD"/>
    <w:rsid w:val="007A2221"/>
    <w:rsid w:val="007A2483"/>
    <w:rsid w:val="007A2DE9"/>
    <w:rsid w:val="007A2DEB"/>
    <w:rsid w:val="007A3087"/>
    <w:rsid w:val="007A348F"/>
    <w:rsid w:val="007A3B1E"/>
    <w:rsid w:val="007A4208"/>
    <w:rsid w:val="007A43A1"/>
    <w:rsid w:val="007A4BFB"/>
    <w:rsid w:val="007A527B"/>
    <w:rsid w:val="007A5B51"/>
    <w:rsid w:val="007A5C47"/>
    <w:rsid w:val="007A62F2"/>
    <w:rsid w:val="007A64AB"/>
    <w:rsid w:val="007A77F0"/>
    <w:rsid w:val="007A7976"/>
    <w:rsid w:val="007B0768"/>
    <w:rsid w:val="007B1191"/>
    <w:rsid w:val="007B146B"/>
    <w:rsid w:val="007B15E6"/>
    <w:rsid w:val="007B16DD"/>
    <w:rsid w:val="007B1752"/>
    <w:rsid w:val="007B1C10"/>
    <w:rsid w:val="007B20A9"/>
    <w:rsid w:val="007B26B9"/>
    <w:rsid w:val="007B385B"/>
    <w:rsid w:val="007B3F41"/>
    <w:rsid w:val="007B4017"/>
    <w:rsid w:val="007B5D2D"/>
    <w:rsid w:val="007B5DB4"/>
    <w:rsid w:val="007B670A"/>
    <w:rsid w:val="007B67B5"/>
    <w:rsid w:val="007B6D41"/>
    <w:rsid w:val="007B7630"/>
    <w:rsid w:val="007C0988"/>
    <w:rsid w:val="007C0BFC"/>
    <w:rsid w:val="007C1CF5"/>
    <w:rsid w:val="007C3202"/>
    <w:rsid w:val="007C3A00"/>
    <w:rsid w:val="007C3BB5"/>
    <w:rsid w:val="007C5F30"/>
    <w:rsid w:val="007C6296"/>
    <w:rsid w:val="007C67F5"/>
    <w:rsid w:val="007C6EB2"/>
    <w:rsid w:val="007C71F1"/>
    <w:rsid w:val="007C7659"/>
    <w:rsid w:val="007C790E"/>
    <w:rsid w:val="007C7952"/>
    <w:rsid w:val="007C7AD9"/>
    <w:rsid w:val="007C7B56"/>
    <w:rsid w:val="007C7EDA"/>
    <w:rsid w:val="007D0383"/>
    <w:rsid w:val="007D03E9"/>
    <w:rsid w:val="007D083D"/>
    <w:rsid w:val="007D169D"/>
    <w:rsid w:val="007D1B78"/>
    <w:rsid w:val="007D296C"/>
    <w:rsid w:val="007D2B49"/>
    <w:rsid w:val="007D3666"/>
    <w:rsid w:val="007D37E5"/>
    <w:rsid w:val="007D40C8"/>
    <w:rsid w:val="007D4B00"/>
    <w:rsid w:val="007D53D9"/>
    <w:rsid w:val="007D58DD"/>
    <w:rsid w:val="007D5FB4"/>
    <w:rsid w:val="007E0646"/>
    <w:rsid w:val="007E1D4D"/>
    <w:rsid w:val="007E1D59"/>
    <w:rsid w:val="007E21A5"/>
    <w:rsid w:val="007E44E4"/>
    <w:rsid w:val="007E5443"/>
    <w:rsid w:val="007E5C66"/>
    <w:rsid w:val="007E6447"/>
    <w:rsid w:val="007E6638"/>
    <w:rsid w:val="007E6F72"/>
    <w:rsid w:val="007E762D"/>
    <w:rsid w:val="007E7DC2"/>
    <w:rsid w:val="007F0141"/>
    <w:rsid w:val="007F07C5"/>
    <w:rsid w:val="007F1529"/>
    <w:rsid w:val="007F1B01"/>
    <w:rsid w:val="007F23D7"/>
    <w:rsid w:val="007F25DC"/>
    <w:rsid w:val="007F271C"/>
    <w:rsid w:val="007F296A"/>
    <w:rsid w:val="007F3780"/>
    <w:rsid w:val="007F3AA1"/>
    <w:rsid w:val="007F4348"/>
    <w:rsid w:val="007F4554"/>
    <w:rsid w:val="007F4827"/>
    <w:rsid w:val="007F5372"/>
    <w:rsid w:val="007F56AE"/>
    <w:rsid w:val="007F5CDF"/>
    <w:rsid w:val="007F5DFB"/>
    <w:rsid w:val="007F6819"/>
    <w:rsid w:val="007F6CF8"/>
    <w:rsid w:val="007F7ADD"/>
    <w:rsid w:val="007F7F59"/>
    <w:rsid w:val="008011F5"/>
    <w:rsid w:val="00801A37"/>
    <w:rsid w:val="00801D31"/>
    <w:rsid w:val="00802098"/>
    <w:rsid w:val="00802188"/>
    <w:rsid w:val="00802348"/>
    <w:rsid w:val="008032D8"/>
    <w:rsid w:val="008040D2"/>
    <w:rsid w:val="00804E14"/>
    <w:rsid w:val="008050A3"/>
    <w:rsid w:val="00805B54"/>
    <w:rsid w:val="00805B82"/>
    <w:rsid w:val="0080643B"/>
    <w:rsid w:val="00806A6B"/>
    <w:rsid w:val="0080784C"/>
    <w:rsid w:val="008100D0"/>
    <w:rsid w:val="0081044F"/>
    <w:rsid w:val="00810B11"/>
    <w:rsid w:val="00811C88"/>
    <w:rsid w:val="00811F43"/>
    <w:rsid w:val="00811F56"/>
    <w:rsid w:val="00813238"/>
    <w:rsid w:val="00813D0A"/>
    <w:rsid w:val="0081417B"/>
    <w:rsid w:val="00814794"/>
    <w:rsid w:val="00814CF0"/>
    <w:rsid w:val="008153D5"/>
    <w:rsid w:val="00815A64"/>
    <w:rsid w:val="00815DDE"/>
    <w:rsid w:val="008166F0"/>
    <w:rsid w:val="0081684B"/>
    <w:rsid w:val="00816941"/>
    <w:rsid w:val="00816B9E"/>
    <w:rsid w:val="00816D78"/>
    <w:rsid w:val="00817330"/>
    <w:rsid w:val="00817636"/>
    <w:rsid w:val="00817DD0"/>
    <w:rsid w:val="00817E95"/>
    <w:rsid w:val="00817F54"/>
    <w:rsid w:val="00821952"/>
    <w:rsid w:val="00821A18"/>
    <w:rsid w:val="00821BD1"/>
    <w:rsid w:val="0082201D"/>
    <w:rsid w:val="00822353"/>
    <w:rsid w:val="008223BC"/>
    <w:rsid w:val="0082283A"/>
    <w:rsid w:val="008228CB"/>
    <w:rsid w:val="00822DB8"/>
    <w:rsid w:val="0082385C"/>
    <w:rsid w:val="00823F95"/>
    <w:rsid w:val="00824540"/>
    <w:rsid w:val="0082479D"/>
    <w:rsid w:val="00824BDF"/>
    <w:rsid w:val="008251EA"/>
    <w:rsid w:val="00825433"/>
    <w:rsid w:val="008255FB"/>
    <w:rsid w:val="00825AA4"/>
    <w:rsid w:val="0082627F"/>
    <w:rsid w:val="00827B7B"/>
    <w:rsid w:val="0083033C"/>
    <w:rsid w:val="008303C9"/>
    <w:rsid w:val="0083085C"/>
    <w:rsid w:val="00830A4A"/>
    <w:rsid w:val="00830C76"/>
    <w:rsid w:val="00830E03"/>
    <w:rsid w:val="00830EB5"/>
    <w:rsid w:val="00831320"/>
    <w:rsid w:val="00831A71"/>
    <w:rsid w:val="00831EDA"/>
    <w:rsid w:val="00832F64"/>
    <w:rsid w:val="00833A0C"/>
    <w:rsid w:val="00833A66"/>
    <w:rsid w:val="008345F9"/>
    <w:rsid w:val="0083492F"/>
    <w:rsid w:val="00834BE0"/>
    <w:rsid w:val="00834C21"/>
    <w:rsid w:val="00835BE7"/>
    <w:rsid w:val="00836572"/>
    <w:rsid w:val="0083683D"/>
    <w:rsid w:val="00836FDE"/>
    <w:rsid w:val="008377E9"/>
    <w:rsid w:val="0083795C"/>
    <w:rsid w:val="00837FBE"/>
    <w:rsid w:val="008403BD"/>
    <w:rsid w:val="008404B9"/>
    <w:rsid w:val="00841531"/>
    <w:rsid w:val="00841623"/>
    <w:rsid w:val="0084179E"/>
    <w:rsid w:val="00841A8C"/>
    <w:rsid w:val="00841CED"/>
    <w:rsid w:val="00841E71"/>
    <w:rsid w:val="00842A36"/>
    <w:rsid w:val="00842EE3"/>
    <w:rsid w:val="00843027"/>
    <w:rsid w:val="0084316A"/>
    <w:rsid w:val="0084452A"/>
    <w:rsid w:val="00844572"/>
    <w:rsid w:val="00844901"/>
    <w:rsid w:val="00844C7C"/>
    <w:rsid w:val="0084544F"/>
    <w:rsid w:val="008457F6"/>
    <w:rsid w:val="00846952"/>
    <w:rsid w:val="00846D0E"/>
    <w:rsid w:val="00847B32"/>
    <w:rsid w:val="00847C36"/>
    <w:rsid w:val="00850C24"/>
    <w:rsid w:val="00851111"/>
    <w:rsid w:val="008514CF"/>
    <w:rsid w:val="00852058"/>
    <w:rsid w:val="00852481"/>
    <w:rsid w:val="0085249C"/>
    <w:rsid w:val="008524CA"/>
    <w:rsid w:val="00852512"/>
    <w:rsid w:val="00852682"/>
    <w:rsid w:val="00852EF5"/>
    <w:rsid w:val="008536D7"/>
    <w:rsid w:val="00853933"/>
    <w:rsid w:val="0085461F"/>
    <w:rsid w:val="008546C7"/>
    <w:rsid w:val="00854D45"/>
    <w:rsid w:val="008557B9"/>
    <w:rsid w:val="00855D73"/>
    <w:rsid w:val="00855FDB"/>
    <w:rsid w:val="008572C3"/>
    <w:rsid w:val="008573E9"/>
    <w:rsid w:val="00857400"/>
    <w:rsid w:val="008577E4"/>
    <w:rsid w:val="00857EE5"/>
    <w:rsid w:val="008610A1"/>
    <w:rsid w:val="008611F8"/>
    <w:rsid w:val="008615AB"/>
    <w:rsid w:val="008618AD"/>
    <w:rsid w:val="00862205"/>
    <w:rsid w:val="00862399"/>
    <w:rsid w:val="0086276F"/>
    <w:rsid w:val="00862972"/>
    <w:rsid w:val="00862CA1"/>
    <w:rsid w:val="00863A63"/>
    <w:rsid w:val="00863CF3"/>
    <w:rsid w:val="008643CB"/>
    <w:rsid w:val="00864533"/>
    <w:rsid w:val="008647DB"/>
    <w:rsid w:val="00864ED9"/>
    <w:rsid w:val="00865035"/>
    <w:rsid w:val="008650AE"/>
    <w:rsid w:val="0086522E"/>
    <w:rsid w:val="00865693"/>
    <w:rsid w:val="008666C1"/>
    <w:rsid w:val="00866FA7"/>
    <w:rsid w:val="00867496"/>
    <w:rsid w:val="008679B5"/>
    <w:rsid w:val="00867C8F"/>
    <w:rsid w:val="0087006D"/>
    <w:rsid w:val="00872528"/>
    <w:rsid w:val="00872698"/>
    <w:rsid w:val="00874575"/>
    <w:rsid w:val="00874CDB"/>
    <w:rsid w:val="0087565C"/>
    <w:rsid w:val="00876BD1"/>
    <w:rsid w:val="008770DE"/>
    <w:rsid w:val="008772B9"/>
    <w:rsid w:val="008772F1"/>
    <w:rsid w:val="00877455"/>
    <w:rsid w:val="008778A0"/>
    <w:rsid w:val="008809D8"/>
    <w:rsid w:val="00880C8E"/>
    <w:rsid w:val="00881870"/>
    <w:rsid w:val="00881CC8"/>
    <w:rsid w:val="008821ED"/>
    <w:rsid w:val="00882EA7"/>
    <w:rsid w:val="00882FEA"/>
    <w:rsid w:val="008839DD"/>
    <w:rsid w:val="008847C7"/>
    <w:rsid w:val="008852E0"/>
    <w:rsid w:val="00885526"/>
    <w:rsid w:val="008857A8"/>
    <w:rsid w:val="00885826"/>
    <w:rsid w:val="00885E16"/>
    <w:rsid w:val="008878F9"/>
    <w:rsid w:val="00890009"/>
    <w:rsid w:val="00890B13"/>
    <w:rsid w:val="008935B3"/>
    <w:rsid w:val="008946DD"/>
    <w:rsid w:val="00895140"/>
    <w:rsid w:val="00896E15"/>
    <w:rsid w:val="00897EA8"/>
    <w:rsid w:val="008A05D0"/>
    <w:rsid w:val="008A06F2"/>
    <w:rsid w:val="008A1381"/>
    <w:rsid w:val="008A19E0"/>
    <w:rsid w:val="008A25FF"/>
    <w:rsid w:val="008A270A"/>
    <w:rsid w:val="008A33BB"/>
    <w:rsid w:val="008A39D8"/>
    <w:rsid w:val="008A3FDF"/>
    <w:rsid w:val="008A41DB"/>
    <w:rsid w:val="008A45AA"/>
    <w:rsid w:val="008A46FF"/>
    <w:rsid w:val="008A48A1"/>
    <w:rsid w:val="008A5037"/>
    <w:rsid w:val="008A513C"/>
    <w:rsid w:val="008A5BD1"/>
    <w:rsid w:val="008A5C28"/>
    <w:rsid w:val="008A61A2"/>
    <w:rsid w:val="008A7FEF"/>
    <w:rsid w:val="008B027C"/>
    <w:rsid w:val="008B07F9"/>
    <w:rsid w:val="008B1D6E"/>
    <w:rsid w:val="008B1F61"/>
    <w:rsid w:val="008B2658"/>
    <w:rsid w:val="008B37B0"/>
    <w:rsid w:val="008B3959"/>
    <w:rsid w:val="008B3BBC"/>
    <w:rsid w:val="008B43ED"/>
    <w:rsid w:val="008B5EC2"/>
    <w:rsid w:val="008B5FE6"/>
    <w:rsid w:val="008B6AE6"/>
    <w:rsid w:val="008B7E62"/>
    <w:rsid w:val="008C002B"/>
    <w:rsid w:val="008C045E"/>
    <w:rsid w:val="008C0568"/>
    <w:rsid w:val="008C0977"/>
    <w:rsid w:val="008C0BA3"/>
    <w:rsid w:val="008C0CA4"/>
    <w:rsid w:val="008C0ED2"/>
    <w:rsid w:val="008C1C11"/>
    <w:rsid w:val="008C21C9"/>
    <w:rsid w:val="008C273D"/>
    <w:rsid w:val="008C285C"/>
    <w:rsid w:val="008C2B2E"/>
    <w:rsid w:val="008C300A"/>
    <w:rsid w:val="008C304C"/>
    <w:rsid w:val="008C3080"/>
    <w:rsid w:val="008C37A2"/>
    <w:rsid w:val="008C3B95"/>
    <w:rsid w:val="008C3E5D"/>
    <w:rsid w:val="008C460F"/>
    <w:rsid w:val="008C4AEC"/>
    <w:rsid w:val="008C4E57"/>
    <w:rsid w:val="008C570C"/>
    <w:rsid w:val="008C5756"/>
    <w:rsid w:val="008C5B38"/>
    <w:rsid w:val="008C632B"/>
    <w:rsid w:val="008C63B8"/>
    <w:rsid w:val="008C7A40"/>
    <w:rsid w:val="008D0224"/>
    <w:rsid w:val="008D136A"/>
    <w:rsid w:val="008D1621"/>
    <w:rsid w:val="008D1D7B"/>
    <w:rsid w:val="008D2519"/>
    <w:rsid w:val="008D291E"/>
    <w:rsid w:val="008D2B6D"/>
    <w:rsid w:val="008D3023"/>
    <w:rsid w:val="008D3B00"/>
    <w:rsid w:val="008D3B85"/>
    <w:rsid w:val="008D43B3"/>
    <w:rsid w:val="008D4A1C"/>
    <w:rsid w:val="008D5285"/>
    <w:rsid w:val="008D609D"/>
    <w:rsid w:val="008D68C0"/>
    <w:rsid w:val="008D77FF"/>
    <w:rsid w:val="008D7917"/>
    <w:rsid w:val="008E0334"/>
    <w:rsid w:val="008E09B3"/>
    <w:rsid w:val="008E16C3"/>
    <w:rsid w:val="008E1E48"/>
    <w:rsid w:val="008E2BB7"/>
    <w:rsid w:val="008E344F"/>
    <w:rsid w:val="008E35AC"/>
    <w:rsid w:val="008E3BDF"/>
    <w:rsid w:val="008E41B5"/>
    <w:rsid w:val="008E4ECD"/>
    <w:rsid w:val="008E523A"/>
    <w:rsid w:val="008E5512"/>
    <w:rsid w:val="008E5E30"/>
    <w:rsid w:val="008E7586"/>
    <w:rsid w:val="008F0751"/>
    <w:rsid w:val="008F1361"/>
    <w:rsid w:val="008F1CD7"/>
    <w:rsid w:val="008F24DE"/>
    <w:rsid w:val="008F293E"/>
    <w:rsid w:val="008F2F22"/>
    <w:rsid w:val="008F3972"/>
    <w:rsid w:val="008F46F9"/>
    <w:rsid w:val="008F55BE"/>
    <w:rsid w:val="008F5F6A"/>
    <w:rsid w:val="008F6479"/>
    <w:rsid w:val="008F7CD0"/>
    <w:rsid w:val="008F7DED"/>
    <w:rsid w:val="00900DC6"/>
    <w:rsid w:val="00900F98"/>
    <w:rsid w:val="00901029"/>
    <w:rsid w:val="00901523"/>
    <w:rsid w:val="00901627"/>
    <w:rsid w:val="009016BD"/>
    <w:rsid w:val="00901D32"/>
    <w:rsid w:val="00902257"/>
    <w:rsid w:val="00902AB2"/>
    <w:rsid w:val="009034B5"/>
    <w:rsid w:val="00904127"/>
    <w:rsid w:val="00904A7C"/>
    <w:rsid w:val="00904DF9"/>
    <w:rsid w:val="009051F0"/>
    <w:rsid w:val="009053FA"/>
    <w:rsid w:val="00905447"/>
    <w:rsid w:val="0090554A"/>
    <w:rsid w:val="0090591E"/>
    <w:rsid w:val="00907384"/>
    <w:rsid w:val="00910208"/>
    <w:rsid w:val="00910D64"/>
    <w:rsid w:val="009124F4"/>
    <w:rsid w:val="00912563"/>
    <w:rsid w:val="00912B0E"/>
    <w:rsid w:val="0091372D"/>
    <w:rsid w:val="00913AAA"/>
    <w:rsid w:val="009141BB"/>
    <w:rsid w:val="009146BF"/>
    <w:rsid w:val="00917C71"/>
    <w:rsid w:val="00917C7C"/>
    <w:rsid w:val="0092065B"/>
    <w:rsid w:val="00920E80"/>
    <w:rsid w:val="0092146D"/>
    <w:rsid w:val="00921F63"/>
    <w:rsid w:val="0092211F"/>
    <w:rsid w:val="00922342"/>
    <w:rsid w:val="00922A7E"/>
    <w:rsid w:val="00922F59"/>
    <w:rsid w:val="0092376E"/>
    <w:rsid w:val="0092394E"/>
    <w:rsid w:val="00923A40"/>
    <w:rsid w:val="00924395"/>
    <w:rsid w:val="009245CD"/>
    <w:rsid w:val="0092557F"/>
    <w:rsid w:val="00925DE0"/>
    <w:rsid w:val="00926AA7"/>
    <w:rsid w:val="00927EF2"/>
    <w:rsid w:val="00930801"/>
    <w:rsid w:val="00931067"/>
    <w:rsid w:val="00931286"/>
    <w:rsid w:val="00931D23"/>
    <w:rsid w:val="009324AA"/>
    <w:rsid w:val="009326E3"/>
    <w:rsid w:val="00932CA4"/>
    <w:rsid w:val="00932DD7"/>
    <w:rsid w:val="0093347A"/>
    <w:rsid w:val="0093357B"/>
    <w:rsid w:val="009337B3"/>
    <w:rsid w:val="009343F2"/>
    <w:rsid w:val="00934565"/>
    <w:rsid w:val="009350FA"/>
    <w:rsid w:val="00935647"/>
    <w:rsid w:val="00935761"/>
    <w:rsid w:val="009358EB"/>
    <w:rsid w:val="009366BD"/>
    <w:rsid w:val="00937B95"/>
    <w:rsid w:val="0094028F"/>
    <w:rsid w:val="0094052D"/>
    <w:rsid w:val="009405BB"/>
    <w:rsid w:val="0094068B"/>
    <w:rsid w:val="009408D4"/>
    <w:rsid w:val="00941BF0"/>
    <w:rsid w:val="00942231"/>
    <w:rsid w:val="0094260E"/>
    <w:rsid w:val="0094263B"/>
    <w:rsid w:val="00942C59"/>
    <w:rsid w:val="00942DB2"/>
    <w:rsid w:val="00943074"/>
    <w:rsid w:val="00943268"/>
    <w:rsid w:val="009432E6"/>
    <w:rsid w:val="00943A15"/>
    <w:rsid w:val="0094416E"/>
    <w:rsid w:val="0094429F"/>
    <w:rsid w:val="009468D4"/>
    <w:rsid w:val="00946A34"/>
    <w:rsid w:val="00947DED"/>
    <w:rsid w:val="009508B2"/>
    <w:rsid w:val="00950A1F"/>
    <w:rsid w:val="00950CDD"/>
    <w:rsid w:val="0095129B"/>
    <w:rsid w:val="009515B3"/>
    <w:rsid w:val="0095167F"/>
    <w:rsid w:val="00951A2A"/>
    <w:rsid w:val="00951BAB"/>
    <w:rsid w:val="00951C3F"/>
    <w:rsid w:val="00952157"/>
    <w:rsid w:val="00952C2E"/>
    <w:rsid w:val="00953102"/>
    <w:rsid w:val="009533DA"/>
    <w:rsid w:val="00953E0C"/>
    <w:rsid w:val="009545B2"/>
    <w:rsid w:val="00954856"/>
    <w:rsid w:val="00954BEC"/>
    <w:rsid w:val="00955524"/>
    <w:rsid w:val="009560A0"/>
    <w:rsid w:val="00956374"/>
    <w:rsid w:val="00956BFA"/>
    <w:rsid w:val="00957120"/>
    <w:rsid w:val="009572BD"/>
    <w:rsid w:val="009573C2"/>
    <w:rsid w:val="00957410"/>
    <w:rsid w:val="009576B9"/>
    <w:rsid w:val="00957B8C"/>
    <w:rsid w:val="00960C04"/>
    <w:rsid w:val="00960D74"/>
    <w:rsid w:val="009611D9"/>
    <w:rsid w:val="00962B4A"/>
    <w:rsid w:val="00962DDA"/>
    <w:rsid w:val="00962F48"/>
    <w:rsid w:val="009633AC"/>
    <w:rsid w:val="00964543"/>
    <w:rsid w:val="0096472D"/>
    <w:rsid w:val="009656C6"/>
    <w:rsid w:val="009656F3"/>
    <w:rsid w:val="00965BCC"/>
    <w:rsid w:val="009667D4"/>
    <w:rsid w:val="0096764D"/>
    <w:rsid w:val="00967A28"/>
    <w:rsid w:val="00967BEA"/>
    <w:rsid w:val="0097124D"/>
    <w:rsid w:val="0097189C"/>
    <w:rsid w:val="00972368"/>
    <w:rsid w:val="00972EFE"/>
    <w:rsid w:val="00974556"/>
    <w:rsid w:val="009760F7"/>
    <w:rsid w:val="00976152"/>
    <w:rsid w:val="00976EA8"/>
    <w:rsid w:val="00980191"/>
    <w:rsid w:val="00980621"/>
    <w:rsid w:val="00980A5C"/>
    <w:rsid w:val="00980F7D"/>
    <w:rsid w:val="0098228E"/>
    <w:rsid w:val="009828B4"/>
    <w:rsid w:val="00982B50"/>
    <w:rsid w:val="00983B21"/>
    <w:rsid w:val="00983C4B"/>
    <w:rsid w:val="00983E1C"/>
    <w:rsid w:val="00984A42"/>
    <w:rsid w:val="00985494"/>
    <w:rsid w:val="00985736"/>
    <w:rsid w:val="00985BC6"/>
    <w:rsid w:val="00986093"/>
    <w:rsid w:val="009867EB"/>
    <w:rsid w:val="00986BAF"/>
    <w:rsid w:val="00986E82"/>
    <w:rsid w:val="009878C1"/>
    <w:rsid w:val="00987BA8"/>
    <w:rsid w:val="00990523"/>
    <w:rsid w:val="0099060F"/>
    <w:rsid w:val="009907AF"/>
    <w:rsid w:val="00990A98"/>
    <w:rsid w:val="009919D9"/>
    <w:rsid w:val="009933A3"/>
    <w:rsid w:val="00993CBF"/>
    <w:rsid w:val="0099534D"/>
    <w:rsid w:val="00995C4C"/>
    <w:rsid w:val="00996032"/>
    <w:rsid w:val="009960E4"/>
    <w:rsid w:val="00996552"/>
    <w:rsid w:val="00997CCD"/>
    <w:rsid w:val="009A07F9"/>
    <w:rsid w:val="009A0DF3"/>
    <w:rsid w:val="009A263B"/>
    <w:rsid w:val="009A2960"/>
    <w:rsid w:val="009A3944"/>
    <w:rsid w:val="009A6389"/>
    <w:rsid w:val="009A6DBD"/>
    <w:rsid w:val="009A727E"/>
    <w:rsid w:val="009A78AD"/>
    <w:rsid w:val="009A7FB9"/>
    <w:rsid w:val="009B089A"/>
    <w:rsid w:val="009B1510"/>
    <w:rsid w:val="009B161F"/>
    <w:rsid w:val="009B1D30"/>
    <w:rsid w:val="009B1D84"/>
    <w:rsid w:val="009B1E2D"/>
    <w:rsid w:val="009B26B3"/>
    <w:rsid w:val="009B29B2"/>
    <w:rsid w:val="009B2DC9"/>
    <w:rsid w:val="009B2FD6"/>
    <w:rsid w:val="009B4172"/>
    <w:rsid w:val="009B4DCF"/>
    <w:rsid w:val="009B641D"/>
    <w:rsid w:val="009B6C17"/>
    <w:rsid w:val="009B756F"/>
    <w:rsid w:val="009B7C2D"/>
    <w:rsid w:val="009B7CAB"/>
    <w:rsid w:val="009B7EF7"/>
    <w:rsid w:val="009C01DA"/>
    <w:rsid w:val="009C1024"/>
    <w:rsid w:val="009C1B0C"/>
    <w:rsid w:val="009C1D52"/>
    <w:rsid w:val="009C2134"/>
    <w:rsid w:val="009C2448"/>
    <w:rsid w:val="009C36B8"/>
    <w:rsid w:val="009C3B4A"/>
    <w:rsid w:val="009C44F0"/>
    <w:rsid w:val="009C4AA4"/>
    <w:rsid w:val="009C4B80"/>
    <w:rsid w:val="009C4CD0"/>
    <w:rsid w:val="009C6DFF"/>
    <w:rsid w:val="009C7E91"/>
    <w:rsid w:val="009D017A"/>
    <w:rsid w:val="009D0351"/>
    <w:rsid w:val="009D09F0"/>
    <w:rsid w:val="009D0B32"/>
    <w:rsid w:val="009D247C"/>
    <w:rsid w:val="009D276E"/>
    <w:rsid w:val="009D2FD3"/>
    <w:rsid w:val="009D33A6"/>
    <w:rsid w:val="009D5D65"/>
    <w:rsid w:val="009E02E9"/>
    <w:rsid w:val="009E0517"/>
    <w:rsid w:val="009E0AF1"/>
    <w:rsid w:val="009E1735"/>
    <w:rsid w:val="009E1C8F"/>
    <w:rsid w:val="009E2329"/>
    <w:rsid w:val="009E28E0"/>
    <w:rsid w:val="009E2F5C"/>
    <w:rsid w:val="009E3F14"/>
    <w:rsid w:val="009E4742"/>
    <w:rsid w:val="009E4929"/>
    <w:rsid w:val="009E5BEA"/>
    <w:rsid w:val="009E6248"/>
    <w:rsid w:val="009E66E7"/>
    <w:rsid w:val="009E6DBD"/>
    <w:rsid w:val="009E746F"/>
    <w:rsid w:val="009F01D0"/>
    <w:rsid w:val="009F1403"/>
    <w:rsid w:val="009F218E"/>
    <w:rsid w:val="009F22B6"/>
    <w:rsid w:val="009F2637"/>
    <w:rsid w:val="009F3473"/>
    <w:rsid w:val="009F3A5E"/>
    <w:rsid w:val="009F3EE0"/>
    <w:rsid w:val="009F4400"/>
    <w:rsid w:val="009F5723"/>
    <w:rsid w:val="009F5B23"/>
    <w:rsid w:val="009F5C9B"/>
    <w:rsid w:val="009F6062"/>
    <w:rsid w:val="009F6505"/>
    <w:rsid w:val="009F66F0"/>
    <w:rsid w:val="009F7818"/>
    <w:rsid w:val="009F7C2B"/>
    <w:rsid w:val="00A003BE"/>
    <w:rsid w:val="00A00410"/>
    <w:rsid w:val="00A006A6"/>
    <w:rsid w:val="00A009F0"/>
    <w:rsid w:val="00A00D7F"/>
    <w:rsid w:val="00A01827"/>
    <w:rsid w:val="00A038E4"/>
    <w:rsid w:val="00A03C7B"/>
    <w:rsid w:val="00A0446F"/>
    <w:rsid w:val="00A049EB"/>
    <w:rsid w:val="00A04CBA"/>
    <w:rsid w:val="00A06ECF"/>
    <w:rsid w:val="00A077C1"/>
    <w:rsid w:val="00A1057A"/>
    <w:rsid w:val="00A10B47"/>
    <w:rsid w:val="00A11582"/>
    <w:rsid w:val="00A119D8"/>
    <w:rsid w:val="00A12609"/>
    <w:rsid w:val="00A12DD5"/>
    <w:rsid w:val="00A12F80"/>
    <w:rsid w:val="00A13602"/>
    <w:rsid w:val="00A13C62"/>
    <w:rsid w:val="00A13E2C"/>
    <w:rsid w:val="00A13FB6"/>
    <w:rsid w:val="00A145A1"/>
    <w:rsid w:val="00A1474F"/>
    <w:rsid w:val="00A14A4E"/>
    <w:rsid w:val="00A14E9E"/>
    <w:rsid w:val="00A163C6"/>
    <w:rsid w:val="00A1657D"/>
    <w:rsid w:val="00A16B2F"/>
    <w:rsid w:val="00A17989"/>
    <w:rsid w:val="00A20F1C"/>
    <w:rsid w:val="00A218E4"/>
    <w:rsid w:val="00A21BA1"/>
    <w:rsid w:val="00A2214A"/>
    <w:rsid w:val="00A22825"/>
    <w:rsid w:val="00A22875"/>
    <w:rsid w:val="00A22DD3"/>
    <w:rsid w:val="00A23F7E"/>
    <w:rsid w:val="00A24B23"/>
    <w:rsid w:val="00A24D8B"/>
    <w:rsid w:val="00A25F6D"/>
    <w:rsid w:val="00A26859"/>
    <w:rsid w:val="00A26B81"/>
    <w:rsid w:val="00A26FC4"/>
    <w:rsid w:val="00A275BD"/>
    <w:rsid w:val="00A2770F"/>
    <w:rsid w:val="00A27720"/>
    <w:rsid w:val="00A278A5"/>
    <w:rsid w:val="00A27CE6"/>
    <w:rsid w:val="00A27E49"/>
    <w:rsid w:val="00A30D7A"/>
    <w:rsid w:val="00A3126E"/>
    <w:rsid w:val="00A31B16"/>
    <w:rsid w:val="00A33080"/>
    <w:rsid w:val="00A3329C"/>
    <w:rsid w:val="00A332A6"/>
    <w:rsid w:val="00A3334F"/>
    <w:rsid w:val="00A33652"/>
    <w:rsid w:val="00A34591"/>
    <w:rsid w:val="00A34A48"/>
    <w:rsid w:val="00A34A5B"/>
    <w:rsid w:val="00A34AC2"/>
    <w:rsid w:val="00A34EDB"/>
    <w:rsid w:val="00A35A86"/>
    <w:rsid w:val="00A35CD1"/>
    <w:rsid w:val="00A36264"/>
    <w:rsid w:val="00A36532"/>
    <w:rsid w:val="00A36CDE"/>
    <w:rsid w:val="00A36FD6"/>
    <w:rsid w:val="00A371A8"/>
    <w:rsid w:val="00A37215"/>
    <w:rsid w:val="00A41B17"/>
    <w:rsid w:val="00A41F0B"/>
    <w:rsid w:val="00A4290A"/>
    <w:rsid w:val="00A42973"/>
    <w:rsid w:val="00A44167"/>
    <w:rsid w:val="00A45325"/>
    <w:rsid w:val="00A464B9"/>
    <w:rsid w:val="00A468CF"/>
    <w:rsid w:val="00A46AC0"/>
    <w:rsid w:val="00A47133"/>
    <w:rsid w:val="00A4734A"/>
    <w:rsid w:val="00A47D5C"/>
    <w:rsid w:val="00A500C9"/>
    <w:rsid w:val="00A50779"/>
    <w:rsid w:val="00A5154F"/>
    <w:rsid w:val="00A51F59"/>
    <w:rsid w:val="00A524A6"/>
    <w:rsid w:val="00A52767"/>
    <w:rsid w:val="00A529AB"/>
    <w:rsid w:val="00A52A50"/>
    <w:rsid w:val="00A52F47"/>
    <w:rsid w:val="00A542ED"/>
    <w:rsid w:val="00A55BF4"/>
    <w:rsid w:val="00A55EFC"/>
    <w:rsid w:val="00A57294"/>
    <w:rsid w:val="00A57C55"/>
    <w:rsid w:val="00A609E4"/>
    <w:rsid w:val="00A60FFA"/>
    <w:rsid w:val="00A6127C"/>
    <w:rsid w:val="00A620D0"/>
    <w:rsid w:val="00A62919"/>
    <w:rsid w:val="00A63404"/>
    <w:rsid w:val="00A645F0"/>
    <w:rsid w:val="00A65643"/>
    <w:rsid w:val="00A66664"/>
    <w:rsid w:val="00A6678E"/>
    <w:rsid w:val="00A66B41"/>
    <w:rsid w:val="00A66D46"/>
    <w:rsid w:val="00A66D51"/>
    <w:rsid w:val="00A6724E"/>
    <w:rsid w:val="00A67567"/>
    <w:rsid w:val="00A67F9C"/>
    <w:rsid w:val="00A70510"/>
    <w:rsid w:val="00A709B7"/>
    <w:rsid w:val="00A71A70"/>
    <w:rsid w:val="00A720EC"/>
    <w:rsid w:val="00A728AD"/>
    <w:rsid w:val="00A72AC9"/>
    <w:rsid w:val="00A732A8"/>
    <w:rsid w:val="00A73D9B"/>
    <w:rsid w:val="00A73E91"/>
    <w:rsid w:val="00A7779A"/>
    <w:rsid w:val="00A77A9D"/>
    <w:rsid w:val="00A77AB8"/>
    <w:rsid w:val="00A77CA3"/>
    <w:rsid w:val="00A77CB7"/>
    <w:rsid w:val="00A82630"/>
    <w:rsid w:val="00A83170"/>
    <w:rsid w:val="00A8327E"/>
    <w:rsid w:val="00A837E5"/>
    <w:rsid w:val="00A83920"/>
    <w:rsid w:val="00A83977"/>
    <w:rsid w:val="00A83A4D"/>
    <w:rsid w:val="00A83FA0"/>
    <w:rsid w:val="00A84071"/>
    <w:rsid w:val="00A84644"/>
    <w:rsid w:val="00A850B4"/>
    <w:rsid w:val="00A850F8"/>
    <w:rsid w:val="00A85A28"/>
    <w:rsid w:val="00A85C97"/>
    <w:rsid w:val="00A86169"/>
    <w:rsid w:val="00A86429"/>
    <w:rsid w:val="00A86701"/>
    <w:rsid w:val="00A86CCE"/>
    <w:rsid w:val="00A86E1E"/>
    <w:rsid w:val="00A86EAF"/>
    <w:rsid w:val="00A870B3"/>
    <w:rsid w:val="00A9007A"/>
    <w:rsid w:val="00A90686"/>
    <w:rsid w:val="00A90D29"/>
    <w:rsid w:val="00A9160C"/>
    <w:rsid w:val="00A91F87"/>
    <w:rsid w:val="00A9202D"/>
    <w:rsid w:val="00A929CB"/>
    <w:rsid w:val="00A92AA7"/>
    <w:rsid w:val="00A9426D"/>
    <w:rsid w:val="00A942D4"/>
    <w:rsid w:val="00A944BC"/>
    <w:rsid w:val="00A95138"/>
    <w:rsid w:val="00A9571A"/>
    <w:rsid w:val="00A95DBA"/>
    <w:rsid w:val="00A95EF2"/>
    <w:rsid w:val="00A96D29"/>
    <w:rsid w:val="00A97954"/>
    <w:rsid w:val="00A97AFD"/>
    <w:rsid w:val="00A97D33"/>
    <w:rsid w:val="00AA0248"/>
    <w:rsid w:val="00AA039A"/>
    <w:rsid w:val="00AA0F9A"/>
    <w:rsid w:val="00AA175B"/>
    <w:rsid w:val="00AA21C4"/>
    <w:rsid w:val="00AA2533"/>
    <w:rsid w:val="00AA25BC"/>
    <w:rsid w:val="00AA29AF"/>
    <w:rsid w:val="00AA2CD0"/>
    <w:rsid w:val="00AA3639"/>
    <w:rsid w:val="00AA4250"/>
    <w:rsid w:val="00AA4428"/>
    <w:rsid w:val="00AA4A7F"/>
    <w:rsid w:val="00AA4C31"/>
    <w:rsid w:val="00AA6080"/>
    <w:rsid w:val="00AA61B1"/>
    <w:rsid w:val="00AA62BB"/>
    <w:rsid w:val="00AA6560"/>
    <w:rsid w:val="00AA693A"/>
    <w:rsid w:val="00AA6D01"/>
    <w:rsid w:val="00AA7288"/>
    <w:rsid w:val="00AA7BB1"/>
    <w:rsid w:val="00AB0495"/>
    <w:rsid w:val="00AB04F6"/>
    <w:rsid w:val="00AB056C"/>
    <w:rsid w:val="00AB07D1"/>
    <w:rsid w:val="00AB1124"/>
    <w:rsid w:val="00AB11CB"/>
    <w:rsid w:val="00AB1B48"/>
    <w:rsid w:val="00AB1ED5"/>
    <w:rsid w:val="00AB1F81"/>
    <w:rsid w:val="00AB2068"/>
    <w:rsid w:val="00AB234C"/>
    <w:rsid w:val="00AB28ED"/>
    <w:rsid w:val="00AB2C6E"/>
    <w:rsid w:val="00AB2FB2"/>
    <w:rsid w:val="00AB3188"/>
    <w:rsid w:val="00AB3607"/>
    <w:rsid w:val="00AB3638"/>
    <w:rsid w:val="00AB3671"/>
    <w:rsid w:val="00AB4D41"/>
    <w:rsid w:val="00AB5B70"/>
    <w:rsid w:val="00AB62F0"/>
    <w:rsid w:val="00AB66B9"/>
    <w:rsid w:val="00AB6F55"/>
    <w:rsid w:val="00AB748B"/>
    <w:rsid w:val="00AC0DFE"/>
    <w:rsid w:val="00AC16C6"/>
    <w:rsid w:val="00AC1899"/>
    <w:rsid w:val="00AC1E3E"/>
    <w:rsid w:val="00AC2D2F"/>
    <w:rsid w:val="00AC2DDD"/>
    <w:rsid w:val="00AC2E21"/>
    <w:rsid w:val="00AC38D6"/>
    <w:rsid w:val="00AC3AFC"/>
    <w:rsid w:val="00AC45D7"/>
    <w:rsid w:val="00AC462D"/>
    <w:rsid w:val="00AC46A5"/>
    <w:rsid w:val="00AC4E98"/>
    <w:rsid w:val="00AC515B"/>
    <w:rsid w:val="00AC5164"/>
    <w:rsid w:val="00AC51D9"/>
    <w:rsid w:val="00AC5874"/>
    <w:rsid w:val="00AC5F94"/>
    <w:rsid w:val="00AC741F"/>
    <w:rsid w:val="00AC7634"/>
    <w:rsid w:val="00AC7845"/>
    <w:rsid w:val="00AC7CEA"/>
    <w:rsid w:val="00AC7DD1"/>
    <w:rsid w:val="00AD02BD"/>
    <w:rsid w:val="00AD069D"/>
    <w:rsid w:val="00AD0AE4"/>
    <w:rsid w:val="00AD16FA"/>
    <w:rsid w:val="00AD19D2"/>
    <w:rsid w:val="00AD2075"/>
    <w:rsid w:val="00AD26D8"/>
    <w:rsid w:val="00AD33A0"/>
    <w:rsid w:val="00AD3A0E"/>
    <w:rsid w:val="00AD40E7"/>
    <w:rsid w:val="00AD4109"/>
    <w:rsid w:val="00AD426A"/>
    <w:rsid w:val="00AD42BD"/>
    <w:rsid w:val="00AD5051"/>
    <w:rsid w:val="00AD5183"/>
    <w:rsid w:val="00AD56A3"/>
    <w:rsid w:val="00AD5FE7"/>
    <w:rsid w:val="00AD774E"/>
    <w:rsid w:val="00AE057E"/>
    <w:rsid w:val="00AE0C97"/>
    <w:rsid w:val="00AE22F6"/>
    <w:rsid w:val="00AE3311"/>
    <w:rsid w:val="00AE38A4"/>
    <w:rsid w:val="00AE4B0B"/>
    <w:rsid w:val="00AE4BB5"/>
    <w:rsid w:val="00AE4CAF"/>
    <w:rsid w:val="00AE51C1"/>
    <w:rsid w:val="00AE52B3"/>
    <w:rsid w:val="00AE5DD1"/>
    <w:rsid w:val="00AE6569"/>
    <w:rsid w:val="00AE7122"/>
    <w:rsid w:val="00AE7423"/>
    <w:rsid w:val="00AF01DD"/>
    <w:rsid w:val="00AF0699"/>
    <w:rsid w:val="00AF0B90"/>
    <w:rsid w:val="00AF0EF2"/>
    <w:rsid w:val="00AF13C5"/>
    <w:rsid w:val="00AF145F"/>
    <w:rsid w:val="00AF1576"/>
    <w:rsid w:val="00AF1D15"/>
    <w:rsid w:val="00AF2642"/>
    <w:rsid w:val="00AF2875"/>
    <w:rsid w:val="00AF2B0E"/>
    <w:rsid w:val="00AF34E2"/>
    <w:rsid w:val="00AF36F2"/>
    <w:rsid w:val="00AF3FA0"/>
    <w:rsid w:val="00AF6D5E"/>
    <w:rsid w:val="00B000EA"/>
    <w:rsid w:val="00B02319"/>
    <w:rsid w:val="00B02BA7"/>
    <w:rsid w:val="00B03589"/>
    <w:rsid w:val="00B035CE"/>
    <w:rsid w:val="00B0420D"/>
    <w:rsid w:val="00B04583"/>
    <w:rsid w:val="00B05756"/>
    <w:rsid w:val="00B05B24"/>
    <w:rsid w:val="00B0615D"/>
    <w:rsid w:val="00B0772B"/>
    <w:rsid w:val="00B07D1E"/>
    <w:rsid w:val="00B10197"/>
    <w:rsid w:val="00B1021F"/>
    <w:rsid w:val="00B105DC"/>
    <w:rsid w:val="00B10639"/>
    <w:rsid w:val="00B1117E"/>
    <w:rsid w:val="00B11BAA"/>
    <w:rsid w:val="00B11D57"/>
    <w:rsid w:val="00B11E33"/>
    <w:rsid w:val="00B12037"/>
    <w:rsid w:val="00B126D1"/>
    <w:rsid w:val="00B13B4B"/>
    <w:rsid w:val="00B149B7"/>
    <w:rsid w:val="00B14BD7"/>
    <w:rsid w:val="00B15260"/>
    <w:rsid w:val="00B158A3"/>
    <w:rsid w:val="00B15C7D"/>
    <w:rsid w:val="00B15D0A"/>
    <w:rsid w:val="00B15E4B"/>
    <w:rsid w:val="00B16C20"/>
    <w:rsid w:val="00B17953"/>
    <w:rsid w:val="00B17D70"/>
    <w:rsid w:val="00B20927"/>
    <w:rsid w:val="00B20C96"/>
    <w:rsid w:val="00B21326"/>
    <w:rsid w:val="00B21DD3"/>
    <w:rsid w:val="00B22109"/>
    <w:rsid w:val="00B22145"/>
    <w:rsid w:val="00B228C7"/>
    <w:rsid w:val="00B23240"/>
    <w:rsid w:val="00B23F0C"/>
    <w:rsid w:val="00B242D0"/>
    <w:rsid w:val="00B24EEE"/>
    <w:rsid w:val="00B2514A"/>
    <w:rsid w:val="00B252D8"/>
    <w:rsid w:val="00B253B4"/>
    <w:rsid w:val="00B26624"/>
    <w:rsid w:val="00B26AEA"/>
    <w:rsid w:val="00B26FD8"/>
    <w:rsid w:val="00B273E8"/>
    <w:rsid w:val="00B274B8"/>
    <w:rsid w:val="00B27AAC"/>
    <w:rsid w:val="00B27AD5"/>
    <w:rsid w:val="00B30266"/>
    <w:rsid w:val="00B302F0"/>
    <w:rsid w:val="00B306EC"/>
    <w:rsid w:val="00B30921"/>
    <w:rsid w:val="00B315C0"/>
    <w:rsid w:val="00B31759"/>
    <w:rsid w:val="00B31D08"/>
    <w:rsid w:val="00B32023"/>
    <w:rsid w:val="00B323AC"/>
    <w:rsid w:val="00B32D53"/>
    <w:rsid w:val="00B33FAF"/>
    <w:rsid w:val="00B34301"/>
    <w:rsid w:val="00B347FB"/>
    <w:rsid w:val="00B356D6"/>
    <w:rsid w:val="00B36481"/>
    <w:rsid w:val="00B36DFE"/>
    <w:rsid w:val="00B36EC1"/>
    <w:rsid w:val="00B374AE"/>
    <w:rsid w:val="00B377B4"/>
    <w:rsid w:val="00B37B74"/>
    <w:rsid w:val="00B37D7A"/>
    <w:rsid w:val="00B40583"/>
    <w:rsid w:val="00B410AA"/>
    <w:rsid w:val="00B413BB"/>
    <w:rsid w:val="00B4146E"/>
    <w:rsid w:val="00B4175C"/>
    <w:rsid w:val="00B41CDB"/>
    <w:rsid w:val="00B42117"/>
    <w:rsid w:val="00B422A7"/>
    <w:rsid w:val="00B42C49"/>
    <w:rsid w:val="00B42C55"/>
    <w:rsid w:val="00B431F4"/>
    <w:rsid w:val="00B443EC"/>
    <w:rsid w:val="00B44544"/>
    <w:rsid w:val="00B449A5"/>
    <w:rsid w:val="00B44F11"/>
    <w:rsid w:val="00B4523A"/>
    <w:rsid w:val="00B46AA6"/>
    <w:rsid w:val="00B5009B"/>
    <w:rsid w:val="00B503E6"/>
    <w:rsid w:val="00B504A0"/>
    <w:rsid w:val="00B50756"/>
    <w:rsid w:val="00B5087B"/>
    <w:rsid w:val="00B50A91"/>
    <w:rsid w:val="00B5197D"/>
    <w:rsid w:val="00B519A1"/>
    <w:rsid w:val="00B51B05"/>
    <w:rsid w:val="00B51EEF"/>
    <w:rsid w:val="00B52170"/>
    <w:rsid w:val="00B522B0"/>
    <w:rsid w:val="00B527A2"/>
    <w:rsid w:val="00B52D84"/>
    <w:rsid w:val="00B5311A"/>
    <w:rsid w:val="00B5313C"/>
    <w:rsid w:val="00B53726"/>
    <w:rsid w:val="00B5387E"/>
    <w:rsid w:val="00B541C4"/>
    <w:rsid w:val="00B54D4C"/>
    <w:rsid w:val="00B5601A"/>
    <w:rsid w:val="00B563DD"/>
    <w:rsid w:val="00B57758"/>
    <w:rsid w:val="00B57A6D"/>
    <w:rsid w:val="00B61081"/>
    <w:rsid w:val="00B611ED"/>
    <w:rsid w:val="00B61A4F"/>
    <w:rsid w:val="00B61C1E"/>
    <w:rsid w:val="00B61D1C"/>
    <w:rsid w:val="00B62581"/>
    <w:rsid w:val="00B62669"/>
    <w:rsid w:val="00B6300B"/>
    <w:rsid w:val="00B63386"/>
    <w:rsid w:val="00B6379F"/>
    <w:rsid w:val="00B63D00"/>
    <w:rsid w:val="00B641CB"/>
    <w:rsid w:val="00B645DB"/>
    <w:rsid w:val="00B660A6"/>
    <w:rsid w:val="00B67E3D"/>
    <w:rsid w:val="00B71392"/>
    <w:rsid w:val="00B7208A"/>
    <w:rsid w:val="00B72AF8"/>
    <w:rsid w:val="00B731FA"/>
    <w:rsid w:val="00B7361F"/>
    <w:rsid w:val="00B7382E"/>
    <w:rsid w:val="00B73CC2"/>
    <w:rsid w:val="00B74467"/>
    <w:rsid w:val="00B75382"/>
    <w:rsid w:val="00B757EC"/>
    <w:rsid w:val="00B761D2"/>
    <w:rsid w:val="00B762D0"/>
    <w:rsid w:val="00B76390"/>
    <w:rsid w:val="00B766FA"/>
    <w:rsid w:val="00B76A1E"/>
    <w:rsid w:val="00B76ACE"/>
    <w:rsid w:val="00B76CD8"/>
    <w:rsid w:val="00B76D12"/>
    <w:rsid w:val="00B77235"/>
    <w:rsid w:val="00B77773"/>
    <w:rsid w:val="00B77800"/>
    <w:rsid w:val="00B80387"/>
    <w:rsid w:val="00B8068E"/>
    <w:rsid w:val="00B8077C"/>
    <w:rsid w:val="00B80B2E"/>
    <w:rsid w:val="00B810CF"/>
    <w:rsid w:val="00B81877"/>
    <w:rsid w:val="00B81D86"/>
    <w:rsid w:val="00B82334"/>
    <w:rsid w:val="00B82F33"/>
    <w:rsid w:val="00B83155"/>
    <w:rsid w:val="00B837F7"/>
    <w:rsid w:val="00B83EEE"/>
    <w:rsid w:val="00B840FD"/>
    <w:rsid w:val="00B8459B"/>
    <w:rsid w:val="00B84B60"/>
    <w:rsid w:val="00B859E4"/>
    <w:rsid w:val="00B85CED"/>
    <w:rsid w:val="00B860CE"/>
    <w:rsid w:val="00B87706"/>
    <w:rsid w:val="00B87F04"/>
    <w:rsid w:val="00B90051"/>
    <w:rsid w:val="00B9045B"/>
    <w:rsid w:val="00B912AA"/>
    <w:rsid w:val="00B9184D"/>
    <w:rsid w:val="00B924E5"/>
    <w:rsid w:val="00B926E0"/>
    <w:rsid w:val="00B928FF"/>
    <w:rsid w:val="00B92B02"/>
    <w:rsid w:val="00B93099"/>
    <w:rsid w:val="00B93AF9"/>
    <w:rsid w:val="00B94AB8"/>
    <w:rsid w:val="00B94E5A"/>
    <w:rsid w:val="00B950BF"/>
    <w:rsid w:val="00B955DC"/>
    <w:rsid w:val="00B9586C"/>
    <w:rsid w:val="00B96263"/>
    <w:rsid w:val="00B966B5"/>
    <w:rsid w:val="00B96D89"/>
    <w:rsid w:val="00B97008"/>
    <w:rsid w:val="00B97168"/>
    <w:rsid w:val="00B976B7"/>
    <w:rsid w:val="00B97D58"/>
    <w:rsid w:val="00BA02B5"/>
    <w:rsid w:val="00BA0F31"/>
    <w:rsid w:val="00BA109B"/>
    <w:rsid w:val="00BA10E7"/>
    <w:rsid w:val="00BA13F4"/>
    <w:rsid w:val="00BA1A32"/>
    <w:rsid w:val="00BA1A78"/>
    <w:rsid w:val="00BA23F7"/>
    <w:rsid w:val="00BA26E1"/>
    <w:rsid w:val="00BA2F6C"/>
    <w:rsid w:val="00BA33E8"/>
    <w:rsid w:val="00BA3F32"/>
    <w:rsid w:val="00BA41D5"/>
    <w:rsid w:val="00BA4DAB"/>
    <w:rsid w:val="00BA52FC"/>
    <w:rsid w:val="00BA5562"/>
    <w:rsid w:val="00BA5E0C"/>
    <w:rsid w:val="00BA6A99"/>
    <w:rsid w:val="00BA70A6"/>
    <w:rsid w:val="00BA7617"/>
    <w:rsid w:val="00BA7CB8"/>
    <w:rsid w:val="00BB0272"/>
    <w:rsid w:val="00BB2087"/>
    <w:rsid w:val="00BB23A2"/>
    <w:rsid w:val="00BB3079"/>
    <w:rsid w:val="00BB40D3"/>
    <w:rsid w:val="00BB5AD7"/>
    <w:rsid w:val="00BB61D6"/>
    <w:rsid w:val="00BB7702"/>
    <w:rsid w:val="00BB7F37"/>
    <w:rsid w:val="00BC020D"/>
    <w:rsid w:val="00BC0622"/>
    <w:rsid w:val="00BC0FA4"/>
    <w:rsid w:val="00BC1024"/>
    <w:rsid w:val="00BC1A50"/>
    <w:rsid w:val="00BC1B32"/>
    <w:rsid w:val="00BC22D2"/>
    <w:rsid w:val="00BC285F"/>
    <w:rsid w:val="00BC37FE"/>
    <w:rsid w:val="00BC3BA6"/>
    <w:rsid w:val="00BC4984"/>
    <w:rsid w:val="00BC4B88"/>
    <w:rsid w:val="00BC5772"/>
    <w:rsid w:val="00BC6377"/>
    <w:rsid w:val="00BC67ED"/>
    <w:rsid w:val="00BC69D7"/>
    <w:rsid w:val="00BC6B21"/>
    <w:rsid w:val="00BC6C2A"/>
    <w:rsid w:val="00BC7491"/>
    <w:rsid w:val="00BC75DB"/>
    <w:rsid w:val="00BD0238"/>
    <w:rsid w:val="00BD0A7D"/>
    <w:rsid w:val="00BD10B0"/>
    <w:rsid w:val="00BD1490"/>
    <w:rsid w:val="00BD16C9"/>
    <w:rsid w:val="00BD1A20"/>
    <w:rsid w:val="00BD1C03"/>
    <w:rsid w:val="00BD1C62"/>
    <w:rsid w:val="00BD39D2"/>
    <w:rsid w:val="00BD3BCB"/>
    <w:rsid w:val="00BD43C5"/>
    <w:rsid w:val="00BD5511"/>
    <w:rsid w:val="00BD5BA1"/>
    <w:rsid w:val="00BD5BCF"/>
    <w:rsid w:val="00BD6616"/>
    <w:rsid w:val="00BD674A"/>
    <w:rsid w:val="00BD6D82"/>
    <w:rsid w:val="00BD7124"/>
    <w:rsid w:val="00BD741A"/>
    <w:rsid w:val="00BD7BA9"/>
    <w:rsid w:val="00BE08D4"/>
    <w:rsid w:val="00BE18B7"/>
    <w:rsid w:val="00BE1CF9"/>
    <w:rsid w:val="00BE1DB1"/>
    <w:rsid w:val="00BE1E80"/>
    <w:rsid w:val="00BE25AF"/>
    <w:rsid w:val="00BE32D4"/>
    <w:rsid w:val="00BE4742"/>
    <w:rsid w:val="00BE4F72"/>
    <w:rsid w:val="00BE5505"/>
    <w:rsid w:val="00BE5A7A"/>
    <w:rsid w:val="00BE6829"/>
    <w:rsid w:val="00BE6EA5"/>
    <w:rsid w:val="00BE71BD"/>
    <w:rsid w:val="00BE7CCB"/>
    <w:rsid w:val="00BF0100"/>
    <w:rsid w:val="00BF04CD"/>
    <w:rsid w:val="00BF0739"/>
    <w:rsid w:val="00BF1731"/>
    <w:rsid w:val="00BF1F08"/>
    <w:rsid w:val="00BF2504"/>
    <w:rsid w:val="00BF30CF"/>
    <w:rsid w:val="00BF31B9"/>
    <w:rsid w:val="00BF37CC"/>
    <w:rsid w:val="00BF3B7E"/>
    <w:rsid w:val="00BF4595"/>
    <w:rsid w:val="00BF45C4"/>
    <w:rsid w:val="00BF4AE0"/>
    <w:rsid w:val="00BF4C3A"/>
    <w:rsid w:val="00BF570F"/>
    <w:rsid w:val="00BF64A9"/>
    <w:rsid w:val="00BF6634"/>
    <w:rsid w:val="00BF6E66"/>
    <w:rsid w:val="00BF741D"/>
    <w:rsid w:val="00BF77C0"/>
    <w:rsid w:val="00BF7951"/>
    <w:rsid w:val="00C00D2C"/>
    <w:rsid w:val="00C00DF1"/>
    <w:rsid w:val="00C016F0"/>
    <w:rsid w:val="00C01E15"/>
    <w:rsid w:val="00C021EC"/>
    <w:rsid w:val="00C022A5"/>
    <w:rsid w:val="00C02815"/>
    <w:rsid w:val="00C0319F"/>
    <w:rsid w:val="00C0329E"/>
    <w:rsid w:val="00C03D62"/>
    <w:rsid w:val="00C03E19"/>
    <w:rsid w:val="00C04442"/>
    <w:rsid w:val="00C0471E"/>
    <w:rsid w:val="00C04837"/>
    <w:rsid w:val="00C059BF"/>
    <w:rsid w:val="00C060AF"/>
    <w:rsid w:val="00C072FB"/>
    <w:rsid w:val="00C07C4C"/>
    <w:rsid w:val="00C106CD"/>
    <w:rsid w:val="00C10E11"/>
    <w:rsid w:val="00C10F9A"/>
    <w:rsid w:val="00C11C45"/>
    <w:rsid w:val="00C12125"/>
    <w:rsid w:val="00C1266C"/>
    <w:rsid w:val="00C12F47"/>
    <w:rsid w:val="00C13875"/>
    <w:rsid w:val="00C1417C"/>
    <w:rsid w:val="00C14302"/>
    <w:rsid w:val="00C147FF"/>
    <w:rsid w:val="00C154FA"/>
    <w:rsid w:val="00C15977"/>
    <w:rsid w:val="00C159C5"/>
    <w:rsid w:val="00C15BD0"/>
    <w:rsid w:val="00C15CFE"/>
    <w:rsid w:val="00C16ECE"/>
    <w:rsid w:val="00C17CCA"/>
    <w:rsid w:val="00C21B31"/>
    <w:rsid w:val="00C22E69"/>
    <w:rsid w:val="00C2385C"/>
    <w:rsid w:val="00C24119"/>
    <w:rsid w:val="00C26C2A"/>
    <w:rsid w:val="00C273CC"/>
    <w:rsid w:val="00C31374"/>
    <w:rsid w:val="00C3145F"/>
    <w:rsid w:val="00C31683"/>
    <w:rsid w:val="00C32011"/>
    <w:rsid w:val="00C3248A"/>
    <w:rsid w:val="00C32CE6"/>
    <w:rsid w:val="00C33096"/>
    <w:rsid w:val="00C3483F"/>
    <w:rsid w:val="00C352D9"/>
    <w:rsid w:val="00C3545A"/>
    <w:rsid w:val="00C366D9"/>
    <w:rsid w:val="00C36B9D"/>
    <w:rsid w:val="00C36C37"/>
    <w:rsid w:val="00C36DD7"/>
    <w:rsid w:val="00C36F90"/>
    <w:rsid w:val="00C3718B"/>
    <w:rsid w:val="00C37449"/>
    <w:rsid w:val="00C37C42"/>
    <w:rsid w:val="00C37DFA"/>
    <w:rsid w:val="00C4033E"/>
    <w:rsid w:val="00C409D8"/>
    <w:rsid w:val="00C414A8"/>
    <w:rsid w:val="00C417B2"/>
    <w:rsid w:val="00C41B82"/>
    <w:rsid w:val="00C41E0E"/>
    <w:rsid w:val="00C422E5"/>
    <w:rsid w:val="00C42482"/>
    <w:rsid w:val="00C426D7"/>
    <w:rsid w:val="00C42B55"/>
    <w:rsid w:val="00C43335"/>
    <w:rsid w:val="00C4391A"/>
    <w:rsid w:val="00C44170"/>
    <w:rsid w:val="00C4448C"/>
    <w:rsid w:val="00C44549"/>
    <w:rsid w:val="00C44A16"/>
    <w:rsid w:val="00C45081"/>
    <w:rsid w:val="00C4535D"/>
    <w:rsid w:val="00C45876"/>
    <w:rsid w:val="00C45CD5"/>
    <w:rsid w:val="00C47052"/>
    <w:rsid w:val="00C471AB"/>
    <w:rsid w:val="00C4731F"/>
    <w:rsid w:val="00C47F72"/>
    <w:rsid w:val="00C50907"/>
    <w:rsid w:val="00C50E8E"/>
    <w:rsid w:val="00C5198F"/>
    <w:rsid w:val="00C522DD"/>
    <w:rsid w:val="00C52A28"/>
    <w:rsid w:val="00C53184"/>
    <w:rsid w:val="00C5352F"/>
    <w:rsid w:val="00C53815"/>
    <w:rsid w:val="00C547EB"/>
    <w:rsid w:val="00C54BEA"/>
    <w:rsid w:val="00C54CEA"/>
    <w:rsid w:val="00C5606C"/>
    <w:rsid w:val="00C56423"/>
    <w:rsid w:val="00C567EC"/>
    <w:rsid w:val="00C57272"/>
    <w:rsid w:val="00C5735B"/>
    <w:rsid w:val="00C5766A"/>
    <w:rsid w:val="00C60820"/>
    <w:rsid w:val="00C60901"/>
    <w:rsid w:val="00C60B44"/>
    <w:rsid w:val="00C616D2"/>
    <w:rsid w:val="00C62247"/>
    <w:rsid w:val="00C62427"/>
    <w:rsid w:val="00C62756"/>
    <w:rsid w:val="00C62A81"/>
    <w:rsid w:val="00C62E44"/>
    <w:rsid w:val="00C64156"/>
    <w:rsid w:val="00C6557D"/>
    <w:rsid w:val="00C658E6"/>
    <w:rsid w:val="00C65C4F"/>
    <w:rsid w:val="00C65E70"/>
    <w:rsid w:val="00C66776"/>
    <w:rsid w:val="00C67033"/>
    <w:rsid w:val="00C67570"/>
    <w:rsid w:val="00C701E2"/>
    <w:rsid w:val="00C707CF"/>
    <w:rsid w:val="00C709FB"/>
    <w:rsid w:val="00C70D74"/>
    <w:rsid w:val="00C726DD"/>
    <w:rsid w:val="00C72820"/>
    <w:rsid w:val="00C735E7"/>
    <w:rsid w:val="00C73ACC"/>
    <w:rsid w:val="00C73D7D"/>
    <w:rsid w:val="00C73DEF"/>
    <w:rsid w:val="00C7424B"/>
    <w:rsid w:val="00C74397"/>
    <w:rsid w:val="00C7468A"/>
    <w:rsid w:val="00C74C31"/>
    <w:rsid w:val="00C74C88"/>
    <w:rsid w:val="00C75194"/>
    <w:rsid w:val="00C75545"/>
    <w:rsid w:val="00C756DC"/>
    <w:rsid w:val="00C75AB1"/>
    <w:rsid w:val="00C76857"/>
    <w:rsid w:val="00C76C8A"/>
    <w:rsid w:val="00C77E6E"/>
    <w:rsid w:val="00C801B0"/>
    <w:rsid w:val="00C808A5"/>
    <w:rsid w:val="00C8266E"/>
    <w:rsid w:val="00C826DA"/>
    <w:rsid w:val="00C82C98"/>
    <w:rsid w:val="00C82E33"/>
    <w:rsid w:val="00C82EB6"/>
    <w:rsid w:val="00C830B8"/>
    <w:rsid w:val="00C830D3"/>
    <w:rsid w:val="00C832FA"/>
    <w:rsid w:val="00C83894"/>
    <w:rsid w:val="00C84CD7"/>
    <w:rsid w:val="00C8505A"/>
    <w:rsid w:val="00C85AA3"/>
    <w:rsid w:val="00C86CE7"/>
    <w:rsid w:val="00C86DD8"/>
    <w:rsid w:val="00C926A9"/>
    <w:rsid w:val="00C92F2C"/>
    <w:rsid w:val="00C93B54"/>
    <w:rsid w:val="00C93F49"/>
    <w:rsid w:val="00C94412"/>
    <w:rsid w:val="00C951A2"/>
    <w:rsid w:val="00C9651A"/>
    <w:rsid w:val="00C96563"/>
    <w:rsid w:val="00C9693E"/>
    <w:rsid w:val="00C96A81"/>
    <w:rsid w:val="00C97690"/>
    <w:rsid w:val="00C97CF3"/>
    <w:rsid w:val="00CA05F6"/>
    <w:rsid w:val="00CA0628"/>
    <w:rsid w:val="00CA0E12"/>
    <w:rsid w:val="00CA13E5"/>
    <w:rsid w:val="00CA1539"/>
    <w:rsid w:val="00CA16EC"/>
    <w:rsid w:val="00CA1906"/>
    <w:rsid w:val="00CA1938"/>
    <w:rsid w:val="00CA1955"/>
    <w:rsid w:val="00CA231E"/>
    <w:rsid w:val="00CA449B"/>
    <w:rsid w:val="00CA5573"/>
    <w:rsid w:val="00CA5B33"/>
    <w:rsid w:val="00CA65A4"/>
    <w:rsid w:val="00CA6861"/>
    <w:rsid w:val="00CA7009"/>
    <w:rsid w:val="00CA76DC"/>
    <w:rsid w:val="00CB0501"/>
    <w:rsid w:val="00CB0B5B"/>
    <w:rsid w:val="00CB1BDF"/>
    <w:rsid w:val="00CB2435"/>
    <w:rsid w:val="00CB328A"/>
    <w:rsid w:val="00CB38B9"/>
    <w:rsid w:val="00CB39AF"/>
    <w:rsid w:val="00CB3BA4"/>
    <w:rsid w:val="00CB3C21"/>
    <w:rsid w:val="00CB3FEC"/>
    <w:rsid w:val="00CB4B9E"/>
    <w:rsid w:val="00CB4D17"/>
    <w:rsid w:val="00CB5889"/>
    <w:rsid w:val="00CB6115"/>
    <w:rsid w:val="00CB6558"/>
    <w:rsid w:val="00CB6F11"/>
    <w:rsid w:val="00CB77C9"/>
    <w:rsid w:val="00CB7F5D"/>
    <w:rsid w:val="00CC02CD"/>
    <w:rsid w:val="00CC0D1E"/>
    <w:rsid w:val="00CC0D66"/>
    <w:rsid w:val="00CC1231"/>
    <w:rsid w:val="00CC12E7"/>
    <w:rsid w:val="00CC183D"/>
    <w:rsid w:val="00CC2AAF"/>
    <w:rsid w:val="00CC2E9F"/>
    <w:rsid w:val="00CC358B"/>
    <w:rsid w:val="00CC422F"/>
    <w:rsid w:val="00CC4249"/>
    <w:rsid w:val="00CC434E"/>
    <w:rsid w:val="00CC4544"/>
    <w:rsid w:val="00CC46D3"/>
    <w:rsid w:val="00CC4A98"/>
    <w:rsid w:val="00CC4B3C"/>
    <w:rsid w:val="00CC4D12"/>
    <w:rsid w:val="00CC4F2F"/>
    <w:rsid w:val="00CC5780"/>
    <w:rsid w:val="00CC59C0"/>
    <w:rsid w:val="00CC5ACE"/>
    <w:rsid w:val="00CC5B9E"/>
    <w:rsid w:val="00CC61D5"/>
    <w:rsid w:val="00CC65DE"/>
    <w:rsid w:val="00CC6880"/>
    <w:rsid w:val="00CC6C80"/>
    <w:rsid w:val="00CC7E5B"/>
    <w:rsid w:val="00CD07CB"/>
    <w:rsid w:val="00CD0A21"/>
    <w:rsid w:val="00CD0B5A"/>
    <w:rsid w:val="00CD10C6"/>
    <w:rsid w:val="00CD18FE"/>
    <w:rsid w:val="00CD19D3"/>
    <w:rsid w:val="00CD1D05"/>
    <w:rsid w:val="00CD1E48"/>
    <w:rsid w:val="00CD2046"/>
    <w:rsid w:val="00CD2234"/>
    <w:rsid w:val="00CD42A0"/>
    <w:rsid w:val="00CD4853"/>
    <w:rsid w:val="00CD4F25"/>
    <w:rsid w:val="00CD4F3C"/>
    <w:rsid w:val="00CD6918"/>
    <w:rsid w:val="00CD7234"/>
    <w:rsid w:val="00CE0F81"/>
    <w:rsid w:val="00CE1B10"/>
    <w:rsid w:val="00CE1C3C"/>
    <w:rsid w:val="00CE387D"/>
    <w:rsid w:val="00CE44A4"/>
    <w:rsid w:val="00CE45C9"/>
    <w:rsid w:val="00CE46ED"/>
    <w:rsid w:val="00CE47A7"/>
    <w:rsid w:val="00CE4E77"/>
    <w:rsid w:val="00CE4E82"/>
    <w:rsid w:val="00CE5138"/>
    <w:rsid w:val="00CE52D5"/>
    <w:rsid w:val="00CE5CDC"/>
    <w:rsid w:val="00CE7268"/>
    <w:rsid w:val="00CE76A4"/>
    <w:rsid w:val="00CE7E5A"/>
    <w:rsid w:val="00CE7F32"/>
    <w:rsid w:val="00CE7FB8"/>
    <w:rsid w:val="00CF0116"/>
    <w:rsid w:val="00CF0200"/>
    <w:rsid w:val="00CF11BF"/>
    <w:rsid w:val="00CF1488"/>
    <w:rsid w:val="00CF15B3"/>
    <w:rsid w:val="00CF161C"/>
    <w:rsid w:val="00CF1802"/>
    <w:rsid w:val="00CF1E74"/>
    <w:rsid w:val="00CF2649"/>
    <w:rsid w:val="00CF277C"/>
    <w:rsid w:val="00CF4367"/>
    <w:rsid w:val="00CF441E"/>
    <w:rsid w:val="00CF4672"/>
    <w:rsid w:val="00CF4AC5"/>
    <w:rsid w:val="00CF53DF"/>
    <w:rsid w:val="00CF5562"/>
    <w:rsid w:val="00CF5C50"/>
    <w:rsid w:val="00CF5D9E"/>
    <w:rsid w:val="00CF61D4"/>
    <w:rsid w:val="00CF6468"/>
    <w:rsid w:val="00CF6A15"/>
    <w:rsid w:val="00CF77A2"/>
    <w:rsid w:val="00CF7A98"/>
    <w:rsid w:val="00CF7CA1"/>
    <w:rsid w:val="00CF7EB0"/>
    <w:rsid w:val="00D00DCC"/>
    <w:rsid w:val="00D0129A"/>
    <w:rsid w:val="00D01B7A"/>
    <w:rsid w:val="00D02811"/>
    <w:rsid w:val="00D0369D"/>
    <w:rsid w:val="00D03B69"/>
    <w:rsid w:val="00D048A3"/>
    <w:rsid w:val="00D049B7"/>
    <w:rsid w:val="00D05C1D"/>
    <w:rsid w:val="00D05D0E"/>
    <w:rsid w:val="00D05D7C"/>
    <w:rsid w:val="00D05DF1"/>
    <w:rsid w:val="00D05F1B"/>
    <w:rsid w:val="00D06615"/>
    <w:rsid w:val="00D06D2C"/>
    <w:rsid w:val="00D06DE6"/>
    <w:rsid w:val="00D07233"/>
    <w:rsid w:val="00D07525"/>
    <w:rsid w:val="00D10379"/>
    <w:rsid w:val="00D10A71"/>
    <w:rsid w:val="00D11147"/>
    <w:rsid w:val="00D1141C"/>
    <w:rsid w:val="00D12280"/>
    <w:rsid w:val="00D130EC"/>
    <w:rsid w:val="00D134D5"/>
    <w:rsid w:val="00D136A3"/>
    <w:rsid w:val="00D13BAE"/>
    <w:rsid w:val="00D1440B"/>
    <w:rsid w:val="00D1446F"/>
    <w:rsid w:val="00D144A2"/>
    <w:rsid w:val="00D161C5"/>
    <w:rsid w:val="00D16541"/>
    <w:rsid w:val="00D1661F"/>
    <w:rsid w:val="00D16CBE"/>
    <w:rsid w:val="00D17AC3"/>
    <w:rsid w:val="00D17B19"/>
    <w:rsid w:val="00D200D0"/>
    <w:rsid w:val="00D20361"/>
    <w:rsid w:val="00D20DDD"/>
    <w:rsid w:val="00D214E6"/>
    <w:rsid w:val="00D21A29"/>
    <w:rsid w:val="00D22132"/>
    <w:rsid w:val="00D22849"/>
    <w:rsid w:val="00D23FC4"/>
    <w:rsid w:val="00D25028"/>
    <w:rsid w:val="00D2519D"/>
    <w:rsid w:val="00D25387"/>
    <w:rsid w:val="00D2561F"/>
    <w:rsid w:val="00D25AF6"/>
    <w:rsid w:val="00D25D72"/>
    <w:rsid w:val="00D26A82"/>
    <w:rsid w:val="00D26ED4"/>
    <w:rsid w:val="00D27038"/>
    <w:rsid w:val="00D275CB"/>
    <w:rsid w:val="00D277A2"/>
    <w:rsid w:val="00D31ABE"/>
    <w:rsid w:val="00D31FA0"/>
    <w:rsid w:val="00D32380"/>
    <w:rsid w:val="00D32731"/>
    <w:rsid w:val="00D337C3"/>
    <w:rsid w:val="00D33852"/>
    <w:rsid w:val="00D34441"/>
    <w:rsid w:val="00D348CB"/>
    <w:rsid w:val="00D349F8"/>
    <w:rsid w:val="00D34DE3"/>
    <w:rsid w:val="00D358B5"/>
    <w:rsid w:val="00D35970"/>
    <w:rsid w:val="00D35AB7"/>
    <w:rsid w:val="00D35D78"/>
    <w:rsid w:val="00D3631C"/>
    <w:rsid w:val="00D3677A"/>
    <w:rsid w:val="00D3697F"/>
    <w:rsid w:val="00D37A59"/>
    <w:rsid w:val="00D37B52"/>
    <w:rsid w:val="00D40134"/>
    <w:rsid w:val="00D41152"/>
    <w:rsid w:val="00D41920"/>
    <w:rsid w:val="00D41A3F"/>
    <w:rsid w:val="00D41B6A"/>
    <w:rsid w:val="00D41BA3"/>
    <w:rsid w:val="00D4205D"/>
    <w:rsid w:val="00D43319"/>
    <w:rsid w:val="00D43326"/>
    <w:rsid w:val="00D43F71"/>
    <w:rsid w:val="00D446F6"/>
    <w:rsid w:val="00D44B31"/>
    <w:rsid w:val="00D457CE"/>
    <w:rsid w:val="00D46000"/>
    <w:rsid w:val="00D46488"/>
    <w:rsid w:val="00D464CF"/>
    <w:rsid w:val="00D46B3E"/>
    <w:rsid w:val="00D4749B"/>
    <w:rsid w:val="00D47CE0"/>
    <w:rsid w:val="00D501B6"/>
    <w:rsid w:val="00D507E2"/>
    <w:rsid w:val="00D50A16"/>
    <w:rsid w:val="00D50C9B"/>
    <w:rsid w:val="00D50E32"/>
    <w:rsid w:val="00D51330"/>
    <w:rsid w:val="00D527F6"/>
    <w:rsid w:val="00D53452"/>
    <w:rsid w:val="00D535C8"/>
    <w:rsid w:val="00D53849"/>
    <w:rsid w:val="00D540DE"/>
    <w:rsid w:val="00D55200"/>
    <w:rsid w:val="00D552D9"/>
    <w:rsid w:val="00D55CB3"/>
    <w:rsid w:val="00D55EB7"/>
    <w:rsid w:val="00D5618E"/>
    <w:rsid w:val="00D568CE"/>
    <w:rsid w:val="00D56D6A"/>
    <w:rsid w:val="00D57081"/>
    <w:rsid w:val="00D60504"/>
    <w:rsid w:val="00D61CE4"/>
    <w:rsid w:val="00D61FCD"/>
    <w:rsid w:val="00D6225D"/>
    <w:rsid w:val="00D62544"/>
    <w:rsid w:val="00D62BB9"/>
    <w:rsid w:val="00D62C71"/>
    <w:rsid w:val="00D63B94"/>
    <w:rsid w:val="00D6411B"/>
    <w:rsid w:val="00D641F2"/>
    <w:rsid w:val="00D641FB"/>
    <w:rsid w:val="00D645CD"/>
    <w:rsid w:val="00D64606"/>
    <w:rsid w:val="00D64698"/>
    <w:rsid w:val="00D647F9"/>
    <w:rsid w:val="00D64820"/>
    <w:rsid w:val="00D6527D"/>
    <w:rsid w:val="00D659CA"/>
    <w:rsid w:val="00D65C9D"/>
    <w:rsid w:val="00D65DA5"/>
    <w:rsid w:val="00D66AA0"/>
    <w:rsid w:val="00D66FB5"/>
    <w:rsid w:val="00D66FFC"/>
    <w:rsid w:val="00D67378"/>
    <w:rsid w:val="00D6741B"/>
    <w:rsid w:val="00D67519"/>
    <w:rsid w:val="00D67DAC"/>
    <w:rsid w:val="00D7003A"/>
    <w:rsid w:val="00D7109B"/>
    <w:rsid w:val="00D71C34"/>
    <w:rsid w:val="00D7247F"/>
    <w:rsid w:val="00D7278F"/>
    <w:rsid w:val="00D73CD2"/>
    <w:rsid w:val="00D73DAB"/>
    <w:rsid w:val="00D742E4"/>
    <w:rsid w:val="00D76760"/>
    <w:rsid w:val="00D7701D"/>
    <w:rsid w:val="00D77DFB"/>
    <w:rsid w:val="00D802F3"/>
    <w:rsid w:val="00D8088D"/>
    <w:rsid w:val="00D80D96"/>
    <w:rsid w:val="00D81CAD"/>
    <w:rsid w:val="00D820F4"/>
    <w:rsid w:val="00D82417"/>
    <w:rsid w:val="00D82B24"/>
    <w:rsid w:val="00D83946"/>
    <w:rsid w:val="00D83BCD"/>
    <w:rsid w:val="00D83CCF"/>
    <w:rsid w:val="00D844EB"/>
    <w:rsid w:val="00D8459B"/>
    <w:rsid w:val="00D84B47"/>
    <w:rsid w:val="00D84C80"/>
    <w:rsid w:val="00D84CA0"/>
    <w:rsid w:val="00D84DFD"/>
    <w:rsid w:val="00D852ED"/>
    <w:rsid w:val="00D85A4A"/>
    <w:rsid w:val="00D85D84"/>
    <w:rsid w:val="00D86045"/>
    <w:rsid w:val="00D860FB"/>
    <w:rsid w:val="00D8627C"/>
    <w:rsid w:val="00D87F05"/>
    <w:rsid w:val="00D900C0"/>
    <w:rsid w:val="00D9076A"/>
    <w:rsid w:val="00D914CA"/>
    <w:rsid w:val="00D91B61"/>
    <w:rsid w:val="00D92356"/>
    <w:rsid w:val="00D92822"/>
    <w:rsid w:val="00D92887"/>
    <w:rsid w:val="00D92B90"/>
    <w:rsid w:val="00D935F9"/>
    <w:rsid w:val="00D9402A"/>
    <w:rsid w:val="00D94B9B"/>
    <w:rsid w:val="00D9568B"/>
    <w:rsid w:val="00D95AA1"/>
    <w:rsid w:val="00D95D16"/>
    <w:rsid w:val="00D97C0A"/>
    <w:rsid w:val="00D97E05"/>
    <w:rsid w:val="00DA00F0"/>
    <w:rsid w:val="00DA03A5"/>
    <w:rsid w:val="00DA0982"/>
    <w:rsid w:val="00DA0E9A"/>
    <w:rsid w:val="00DA1CB7"/>
    <w:rsid w:val="00DA2300"/>
    <w:rsid w:val="00DA2C7E"/>
    <w:rsid w:val="00DA2E70"/>
    <w:rsid w:val="00DA2ECF"/>
    <w:rsid w:val="00DA3089"/>
    <w:rsid w:val="00DA30B1"/>
    <w:rsid w:val="00DA30C7"/>
    <w:rsid w:val="00DA33FC"/>
    <w:rsid w:val="00DA4BB4"/>
    <w:rsid w:val="00DA55DB"/>
    <w:rsid w:val="00DA5778"/>
    <w:rsid w:val="00DA58EB"/>
    <w:rsid w:val="00DA6BE1"/>
    <w:rsid w:val="00DA6DE1"/>
    <w:rsid w:val="00DA7313"/>
    <w:rsid w:val="00DA7535"/>
    <w:rsid w:val="00DA7820"/>
    <w:rsid w:val="00DA7C0A"/>
    <w:rsid w:val="00DA7CB3"/>
    <w:rsid w:val="00DB002E"/>
    <w:rsid w:val="00DB2571"/>
    <w:rsid w:val="00DB35A8"/>
    <w:rsid w:val="00DB41E6"/>
    <w:rsid w:val="00DB5F46"/>
    <w:rsid w:val="00DB5FD9"/>
    <w:rsid w:val="00DB61C4"/>
    <w:rsid w:val="00DB7314"/>
    <w:rsid w:val="00DB76BE"/>
    <w:rsid w:val="00DB7A5D"/>
    <w:rsid w:val="00DB7B3C"/>
    <w:rsid w:val="00DB7B4B"/>
    <w:rsid w:val="00DC06B1"/>
    <w:rsid w:val="00DC06D8"/>
    <w:rsid w:val="00DC0F04"/>
    <w:rsid w:val="00DC124E"/>
    <w:rsid w:val="00DC12CD"/>
    <w:rsid w:val="00DC22D9"/>
    <w:rsid w:val="00DC282E"/>
    <w:rsid w:val="00DC2DC2"/>
    <w:rsid w:val="00DC2E71"/>
    <w:rsid w:val="00DC33EA"/>
    <w:rsid w:val="00DC3C9A"/>
    <w:rsid w:val="00DC43C4"/>
    <w:rsid w:val="00DC4AD9"/>
    <w:rsid w:val="00DC4CCD"/>
    <w:rsid w:val="00DC559A"/>
    <w:rsid w:val="00DC5D15"/>
    <w:rsid w:val="00DC60B0"/>
    <w:rsid w:val="00DC6675"/>
    <w:rsid w:val="00DC66C9"/>
    <w:rsid w:val="00DC68DD"/>
    <w:rsid w:val="00DC6FE0"/>
    <w:rsid w:val="00DC7E5F"/>
    <w:rsid w:val="00DD08D1"/>
    <w:rsid w:val="00DD0D94"/>
    <w:rsid w:val="00DD0FD8"/>
    <w:rsid w:val="00DD18AE"/>
    <w:rsid w:val="00DD18F6"/>
    <w:rsid w:val="00DD1B2C"/>
    <w:rsid w:val="00DD2B05"/>
    <w:rsid w:val="00DD3763"/>
    <w:rsid w:val="00DD3951"/>
    <w:rsid w:val="00DD4593"/>
    <w:rsid w:val="00DD4C6B"/>
    <w:rsid w:val="00DD4DA7"/>
    <w:rsid w:val="00DD4ED2"/>
    <w:rsid w:val="00DD5430"/>
    <w:rsid w:val="00DD5FF9"/>
    <w:rsid w:val="00DD6D82"/>
    <w:rsid w:val="00DD7048"/>
    <w:rsid w:val="00DD756D"/>
    <w:rsid w:val="00DD77FB"/>
    <w:rsid w:val="00DE0925"/>
    <w:rsid w:val="00DE193E"/>
    <w:rsid w:val="00DE1EAC"/>
    <w:rsid w:val="00DE24CF"/>
    <w:rsid w:val="00DE258F"/>
    <w:rsid w:val="00DE2AE1"/>
    <w:rsid w:val="00DE3BB7"/>
    <w:rsid w:val="00DE3C5B"/>
    <w:rsid w:val="00DE400A"/>
    <w:rsid w:val="00DE483E"/>
    <w:rsid w:val="00DE4A7C"/>
    <w:rsid w:val="00DE5FD7"/>
    <w:rsid w:val="00DE6DBA"/>
    <w:rsid w:val="00DE6E1B"/>
    <w:rsid w:val="00DE7490"/>
    <w:rsid w:val="00DE7993"/>
    <w:rsid w:val="00DF0CF4"/>
    <w:rsid w:val="00DF10C9"/>
    <w:rsid w:val="00DF1CBC"/>
    <w:rsid w:val="00DF1FAE"/>
    <w:rsid w:val="00DF31E1"/>
    <w:rsid w:val="00DF4075"/>
    <w:rsid w:val="00DF44FC"/>
    <w:rsid w:val="00DF49EA"/>
    <w:rsid w:val="00DF4A8D"/>
    <w:rsid w:val="00DF59D5"/>
    <w:rsid w:val="00DF6947"/>
    <w:rsid w:val="00DF6A8E"/>
    <w:rsid w:val="00DF6C17"/>
    <w:rsid w:val="00DF7B78"/>
    <w:rsid w:val="00DF7C99"/>
    <w:rsid w:val="00E008EF"/>
    <w:rsid w:val="00E00BD6"/>
    <w:rsid w:val="00E00E4D"/>
    <w:rsid w:val="00E01125"/>
    <w:rsid w:val="00E01506"/>
    <w:rsid w:val="00E01539"/>
    <w:rsid w:val="00E01F5D"/>
    <w:rsid w:val="00E01F81"/>
    <w:rsid w:val="00E02785"/>
    <w:rsid w:val="00E02878"/>
    <w:rsid w:val="00E02A5F"/>
    <w:rsid w:val="00E02E82"/>
    <w:rsid w:val="00E033A2"/>
    <w:rsid w:val="00E0392D"/>
    <w:rsid w:val="00E04326"/>
    <w:rsid w:val="00E04BA2"/>
    <w:rsid w:val="00E0701D"/>
    <w:rsid w:val="00E07A42"/>
    <w:rsid w:val="00E101ED"/>
    <w:rsid w:val="00E10247"/>
    <w:rsid w:val="00E103D2"/>
    <w:rsid w:val="00E10492"/>
    <w:rsid w:val="00E10EA5"/>
    <w:rsid w:val="00E11396"/>
    <w:rsid w:val="00E114C1"/>
    <w:rsid w:val="00E12FF1"/>
    <w:rsid w:val="00E13069"/>
    <w:rsid w:val="00E1341E"/>
    <w:rsid w:val="00E135DD"/>
    <w:rsid w:val="00E140B5"/>
    <w:rsid w:val="00E14136"/>
    <w:rsid w:val="00E1443E"/>
    <w:rsid w:val="00E15315"/>
    <w:rsid w:val="00E16CD8"/>
    <w:rsid w:val="00E170D3"/>
    <w:rsid w:val="00E1711B"/>
    <w:rsid w:val="00E17586"/>
    <w:rsid w:val="00E17CDC"/>
    <w:rsid w:val="00E20F34"/>
    <w:rsid w:val="00E217A8"/>
    <w:rsid w:val="00E2221A"/>
    <w:rsid w:val="00E22398"/>
    <w:rsid w:val="00E22581"/>
    <w:rsid w:val="00E23373"/>
    <w:rsid w:val="00E23AB3"/>
    <w:rsid w:val="00E24D0C"/>
    <w:rsid w:val="00E254C0"/>
    <w:rsid w:val="00E25F0A"/>
    <w:rsid w:val="00E266A0"/>
    <w:rsid w:val="00E26FCA"/>
    <w:rsid w:val="00E27975"/>
    <w:rsid w:val="00E27F48"/>
    <w:rsid w:val="00E3007B"/>
    <w:rsid w:val="00E30379"/>
    <w:rsid w:val="00E30464"/>
    <w:rsid w:val="00E30692"/>
    <w:rsid w:val="00E30753"/>
    <w:rsid w:val="00E30824"/>
    <w:rsid w:val="00E308C5"/>
    <w:rsid w:val="00E30D5B"/>
    <w:rsid w:val="00E312F2"/>
    <w:rsid w:val="00E31BFA"/>
    <w:rsid w:val="00E31D0E"/>
    <w:rsid w:val="00E32C2A"/>
    <w:rsid w:val="00E33726"/>
    <w:rsid w:val="00E33C86"/>
    <w:rsid w:val="00E33D51"/>
    <w:rsid w:val="00E34678"/>
    <w:rsid w:val="00E34B98"/>
    <w:rsid w:val="00E35071"/>
    <w:rsid w:val="00E3577D"/>
    <w:rsid w:val="00E35848"/>
    <w:rsid w:val="00E36034"/>
    <w:rsid w:val="00E362EA"/>
    <w:rsid w:val="00E36EA5"/>
    <w:rsid w:val="00E37795"/>
    <w:rsid w:val="00E37B93"/>
    <w:rsid w:val="00E37F94"/>
    <w:rsid w:val="00E401B7"/>
    <w:rsid w:val="00E40E96"/>
    <w:rsid w:val="00E41A24"/>
    <w:rsid w:val="00E4282D"/>
    <w:rsid w:val="00E4289F"/>
    <w:rsid w:val="00E42A27"/>
    <w:rsid w:val="00E43606"/>
    <w:rsid w:val="00E4445A"/>
    <w:rsid w:val="00E44BA3"/>
    <w:rsid w:val="00E44F04"/>
    <w:rsid w:val="00E45008"/>
    <w:rsid w:val="00E4572E"/>
    <w:rsid w:val="00E47031"/>
    <w:rsid w:val="00E47452"/>
    <w:rsid w:val="00E474F5"/>
    <w:rsid w:val="00E475AA"/>
    <w:rsid w:val="00E47752"/>
    <w:rsid w:val="00E5054E"/>
    <w:rsid w:val="00E50E9C"/>
    <w:rsid w:val="00E51465"/>
    <w:rsid w:val="00E51D49"/>
    <w:rsid w:val="00E521CA"/>
    <w:rsid w:val="00E53556"/>
    <w:rsid w:val="00E5375C"/>
    <w:rsid w:val="00E53E01"/>
    <w:rsid w:val="00E54382"/>
    <w:rsid w:val="00E5482A"/>
    <w:rsid w:val="00E55EBC"/>
    <w:rsid w:val="00E567C4"/>
    <w:rsid w:val="00E56DBF"/>
    <w:rsid w:val="00E56FE4"/>
    <w:rsid w:val="00E57775"/>
    <w:rsid w:val="00E57857"/>
    <w:rsid w:val="00E5785C"/>
    <w:rsid w:val="00E57C1E"/>
    <w:rsid w:val="00E60A31"/>
    <w:rsid w:val="00E620C3"/>
    <w:rsid w:val="00E62E79"/>
    <w:rsid w:val="00E639A8"/>
    <w:rsid w:val="00E64181"/>
    <w:rsid w:val="00E64319"/>
    <w:rsid w:val="00E64BD6"/>
    <w:rsid w:val="00E64CC6"/>
    <w:rsid w:val="00E6579F"/>
    <w:rsid w:val="00E6594E"/>
    <w:rsid w:val="00E6623E"/>
    <w:rsid w:val="00E669B9"/>
    <w:rsid w:val="00E66AD6"/>
    <w:rsid w:val="00E66D01"/>
    <w:rsid w:val="00E67177"/>
    <w:rsid w:val="00E67390"/>
    <w:rsid w:val="00E67B2E"/>
    <w:rsid w:val="00E67C6B"/>
    <w:rsid w:val="00E67C92"/>
    <w:rsid w:val="00E67D41"/>
    <w:rsid w:val="00E70759"/>
    <w:rsid w:val="00E71051"/>
    <w:rsid w:val="00E711E3"/>
    <w:rsid w:val="00E716B1"/>
    <w:rsid w:val="00E718E7"/>
    <w:rsid w:val="00E71A98"/>
    <w:rsid w:val="00E71BB3"/>
    <w:rsid w:val="00E71CA0"/>
    <w:rsid w:val="00E727EF"/>
    <w:rsid w:val="00E729AD"/>
    <w:rsid w:val="00E731D4"/>
    <w:rsid w:val="00E73CF9"/>
    <w:rsid w:val="00E73F28"/>
    <w:rsid w:val="00E7495A"/>
    <w:rsid w:val="00E74D6F"/>
    <w:rsid w:val="00E7536D"/>
    <w:rsid w:val="00E75424"/>
    <w:rsid w:val="00E75C23"/>
    <w:rsid w:val="00E76013"/>
    <w:rsid w:val="00E76CCE"/>
    <w:rsid w:val="00E772B6"/>
    <w:rsid w:val="00E77660"/>
    <w:rsid w:val="00E7785B"/>
    <w:rsid w:val="00E8003B"/>
    <w:rsid w:val="00E80515"/>
    <w:rsid w:val="00E81E5A"/>
    <w:rsid w:val="00E82CC1"/>
    <w:rsid w:val="00E82EDE"/>
    <w:rsid w:val="00E83052"/>
    <w:rsid w:val="00E836F9"/>
    <w:rsid w:val="00E83886"/>
    <w:rsid w:val="00E83CAC"/>
    <w:rsid w:val="00E8464A"/>
    <w:rsid w:val="00E84ED6"/>
    <w:rsid w:val="00E85402"/>
    <w:rsid w:val="00E85BFF"/>
    <w:rsid w:val="00E85F64"/>
    <w:rsid w:val="00E85FF4"/>
    <w:rsid w:val="00E86468"/>
    <w:rsid w:val="00E8662C"/>
    <w:rsid w:val="00E86F09"/>
    <w:rsid w:val="00E87419"/>
    <w:rsid w:val="00E87F68"/>
    <w:rsid w:val="00E9115B"/>
    <w:rsid w:val="00E9148E"/>
    <w:rsid w:val="00E91AE5"/>
    <w:rsid w:val="00E91CEC"/>
    <w:rsid w:val="00E91F61"/>
    <w:rsid w:val="00E923CF"/>
    <w:rsid w:val="00E92595"/>
    <w:rsid w:val="00E92A89"/>
    <w:rsid w:val="00E92D8D"/>
    <w:rsid w:val="00E937E8"/>
    <w:rsid w:val="00E938F8"/>
    <w:rsid w:val="00E94D1F"/>
    <w:rsid w:val="00E954BA"/>
    <w:rsid w:val="00E96E57"/>
    <w:rsid w:val="00E96FFC"/>
    <w:rsid w:val="00E97612"/>
    <w:rsid w:val="00E9788E"/>
    <w:rsid w:val="00E97B60"/>
    <w:rsid w:val="00EA0A13"/>
    <w:rsid w:val="00EA11E9"/>
    <w:rsid w:val="00EA20E8"/>
    <w:rsid w:val="00EA39B9"/>
    <w:rsid w:val="00EA39CF"/>
    <w:rsid w:val="00EA434B"/>
    <w:rsid w:val="00EA459B"/>
    <w:rsid w:val="00EA507E"/>
    <w:rsid w:val="00EA5464"/>
    <w:rsid w:val="00EA67FC"/>
    <w:rsid w:val="00EA6F60"/>
    <w:rsid w:val="00EA744D"/>
    <w:rsid w:val="00EA7729"/>
    <w:rsid w:val="00EB0300"/>
    <w:rsid w:val="00EB0454"/>
    <w:rsid w:val="00EB0735"/>
    <w:rsid w:val="00EB1095"/>
    <w:rsid w:val="00EB11BF"/>
    <w:rsid w:val="00EB1244"/>
    <w:rsid w:val="00EB1A6C"/>
    <w:rsid w:val="00EB1ACD"/>
    <w:rsid w:val="00EB1C43"/>
    <w:rsid w:val="00EB1E20"/>
    <w:rsid w:val="00EB1FF0"/>
    <w:rsid w:val="00EB206B"/>
    <w:rsid w:val="00EB2134"/>
    <w:rsid w:val="00EB2F77"/>
    <w:rsid w:val="00EB30AB"/>
    <w:rsid w:val="00EB37CE"/>
    <w:rsid w:val="00EB553E"/>
    <w:rsid w:val="00EB5B1F"/>
    <w:rsid w:val="00EB5EA2"/>
    <w:rsid w:val="00EB60BA"/>
    <w:rsid w:val="00EB6121"/>
    <w:rsid w:val="00EB6804"/>
    <w:rsid w:val="00EB690C"/>
    <w:rsid w:val="00EB73F6"/>
    <w:rsid w:val="00EC1936"/>
    <w:rsid w:val="00EC3767"/>
    <w:rsid w:val="00EC3B5C"/>
    <w:rsid w:val="00EC4140"/>
    <w:rsid w:val="00EC432E"/>
    <w:rsid w:val="00EC4D31"/>
    <w:rsid w:val="00EC4D75"/>
    <w:rsid w:val="00EC51DD"/>
    <w:rsid w:val="00EC5F36"/>
    <w:rsid w:val="00EC67B6"/>
    <w:rsid w:val="00EC711E"/>
    <w:rsid w:val="00EC74C1"/>
    <w:rsid w:val="00EC78A1"/>
    <w:rsid w:val="00EC7DCA"/>
    <w:rsid w:val="00ED0454"/>
    <w:rsid w:val="00ED06D9"/>
    <w:rsid w:val="00ED20FA"/>
    <w:rsid w:val="00ED250C"/>
    <w:rsid w:val="00ED2C39"/>
    <w:rsid w:val="00ED30EE"/>
    <w:rsid w:val="00ED360E"/>
    <w:rsid w:val="00ED3691"/>
    <w:rsid w:val="00ED3706"/>
    <w:rsid w:val="00ED403F"/>
    <w:rsid w:val="00ED4D76"/>
    <w:rsid w:val="00ED6723"/>
    <w:rsid w:val="00ED6D8E"/>
    <w:rsid w:val="00ED6DD2"/>
    <w:rsid w:val="00ED711C"/>
    <w:rsid w:val="00ED7180"/>
    <w:rsid w:val="00ED7B3E"/>
    <w:rsid w:val="00ED7F96"/>
    <w:rsid w:val="00EE085B"/>
    <w:rsid w:val="00EE102D"/>
    <w:rsid w:val="00EE11AD"/>
    <w:rsid w:val="00EE12A9"/>
    <w:rsid w:val="00EE15B7"/>
    <w:rsid w:val="00EE167F"/>
    <w:rsid w:val="00EE27DE"/>
    <w:rsid w:val="00EE2C12"/>
    <w:rsid w:val="00EE3306"/>
    <w:rsid w:val="00EE3A58"/>
    <w:rsid w:val="00EE3F78"/>
    <w:rsid w:val="00EE59E7"/>
    <w:rsid w:val="00EE62EA"/>
    <w:rsid w:val="00EE6853"/>
    <w:rsid w:val="00EE6BF7"/>
    <w:rsid w:val="00EE78FC"/>
    <w:rsid w:val="00EE7B99"/>
    <w:rsid w:val="00EF0141"/>
    <w:rsid w:val="00EF0AF8"/>
    <w:rsid w:val="00EF138D"/>
    <w:rsid w:val="00EF17C1"/>
    <w:rsid w:val="00EF27A7"/>
    <w:rsid w:val="00EF2A50"/>
    <w:rsid w:val="00EF2AF2"/>
    <w:rsid w:val="00EF2D7D"/>
    <w:rsid w:val="00EF3875"/>
    <w:rsid w:val="00EF3C14"/>
    <w:rsid w:val="00EF4304"/>
    <w:rsid w:val="00EF4579"/>
    <w:rsid w:val="00EF4BEC"/>
    <w:rsid w:val="00EF56F2"/>
    <w:rsid w:val="00EF5791"/>
    <w:rsid w:val="00EF6079"/>
    <w:rsid w:val="00EF666D"/>
    <w:rsid w:val="00EF7352"/>
    <w:rsid w:val="00EF7594"/>
    <w:rsid w:val="00F00A7F"/>
    <w:rsid w:val="00F01452"/>
    <w:rsid w:val="00F02149"/>
    <w:rsid w:val="00F02F21"/>
    <w:rsid w:val="00F03A65"/>
    <w:rsid w:val="00F047FF"/>
    <w:rsid w:val="00F04951"/>
    <w:rsid w:val="00F04C33"/>
    <w:rsid w:val="00F056BA"/>
    <w:rsid w:val="00F05AF6"/>
    <w:rsid w:val="00F06683"/>
    <w:rsid w:val="00F06AF5"/>
    <w:rsid w:val="00F06D40"/>
    <w:rsid w:val="00F07778"/>
    <w:rsid w:val="00F112F9"/>
    <w:rsid w:val="00F11CFA"/>
    <w:rsid w:val="00F1334F"/>
    <w:rsid w:val="00F13649"/>
    <w:rsid w:val="00F1440D"/>
    <w:rsid w:val="00F158F9"/>
    <w:rsid w:val="00F15972"/>
    <w:rsid w:val="00F1620F"/>
    <w:rsid w:val="00F162AB"/>
    <w:rsid w:val="00F1748A"/>
    <w:rsid w:val="00F17925"/>
    <w:rsid w:val="00F207EA"/>
    <w:rsid w:val="00F20F21"/>
    <w:rsid w:val="00F21913"/>
    <w:rsid w:val="00F22CDD"/>
    <w:rsid w:val="00F22D07"/>
    <w:rsid w:val="00F239E7"/>
    <w:rsid w:val="00F23AA6"/>
    <w:rsid w:val="00F245DF"/>
    <w:rsid w:val="00F24D56"/>
    <w:rsid w:val="00F252C5"/>
    <w:rsid w:val="00F2595D"/>
    <w:rsid w:val="00F26F09"/>
    <w:rsid w:val="00F274A1"/>
    <w:rsid w:val="00F31073"/>
    <w:rsid w:val="00F314CF"/>
    <w:rsid w:val="00F31BD4"/>
    <w:rsid w:val="00F31C0A"/>
    <w:rsid w:val="00F31F25"/>
    <w:rsid w:val="00F329E6"/>
    <w:rsid w:val="00F33009"/>
    <w:rsid w:val="00F33DA9"/>
    <w:rsid w:val="00F342BC"/>
    <w:rsid w:val="00F345FF"/>
    <w:rsid w:val="00F3465F"/>
    <w:rsid w:val="00F34A94"/>
    <w:rsid w:val="00F35051"/>
    <w:rsid w:val="00F356D7"/>
    <w:rsid w:val="00F35B7E"/>
    <w:rsid w:val="00F362ED"/>
    <w:rsid w:val="00F362FB"/>
    <w:rsid w:val="00F369CB"/>
    <w:rsid w:val="00F37E34"/>
    <w:rsid w:val="00F408B5"/>
    <w:rsid w:val="00F40B47"/>
    <w:rsid w:val="00F410CE"/>
    <w:rsid w:val="00F41A64"/>
    <w:rsid w:val="00F427CC"/>
    <w:rsid w:val="00F428E8"/>
    <w:rsid w:val="00F42A6E"/>
    <w:rsid w:val="00F4352F"/>
    <w:rsid w:val="00F43744"/>
    <w:rsid w:val="00F4431A"/>
    <w:rsid w:val="00F44511"/>
    <w:rsid w:val="00F44B9D"/>
    <w:rsid w:val="00F454F4"/>
    <w:rsid w:val="00F45C47"/>
    <w:rsid w:val="00F45DE8"/>
    <w:rsid w:val="00F46097"/>
    <w:rsid w:val="00F4620D"/>
    <w:rsid w:val="00F470B1"/>
    <w:rsid w:val="00F47BFE"/>
    <w:rsid w:val="00F507A5"/>
    <w:rsid w:val="00F518A6"/>
    <w:rsid w:val="00F51B41"/>
    <w:rsid w:val="00F51C1B"/>
    <w:rsid w:val="00F51EEA"/>
    <w:rsid w:val="00F52057"/>
    <w:rsid w:val="00F5224C"/>
    <w:rsid w:val="00F527AE"/>
    <w:rsid w:val="00F531F5"/>
    <w:rsid w:val="00F5352F"/>
    <w:rsid w:val="00F537A8"/>
    <w:rsid w:val="00F5477B"/>
    <w:rsid w:val="00F549B0"/>
    <w:rsid w:val="00F54D41"/>
    <w:rsid w:val="00F55D39"/>
    <w:rsid w:val="00F55F92"/>
    <w:rsid w:val="00F565CC"/>
    <w:rsid w:val="00F56B41"/>
    <w:rsid w:val="00F57D72"/>
    <w:rsid w:val="00F60120"/>
    <w:rsid w:val="00F6078F"/>
    <w:rsid w:val="00F60862"/>
    <w:rsid w:val="00F60B84"/>
    <w:rsid w:val="00F6134F"/>
    <w:rsid w:val="00F61528"/>
    <w:rsid w:val="00F618ED"/>
    <w:rsid w:val="00F6197D"/>
    <w:rsid w:val="00F6225C"/>
    <w:rsid w:val="00F62E10"/>
    <w:rsid w:val="00F63207"/>
    <w:rsid w:val="00F632A9"/>
    <w:rsid w:val="00F63778"/>
    <w:rsid w:val="00F63876"/>
    <w:rsid w:val="00F63AE5"/>
    <w:rsid w:val="00F6401B"/>
    <w:rsid w:val="00F64749"/>
    <w:rsid w:val="00F647D8"/>
    <w:rsid w:val="00F64FF8"/>
    <w:rsid w:val="00F65219"/>
    <w:rsid w:val="00F67046"/>
    <w:rsid w:val="00F67ACB"/>
    <w:rsid w:val="00F70A7D"/>
    <w:rsid w:val="00F70D8E"/>
    <w:rsid w:val="00F70E81"/>
    <w:rsid w:val="00F70F59"/>
    <w:rsid w:val="00F710E8"/>
    <w:rsid w:val="00F71DC6"/>
    <w:rsid w:val="00F728C6"/>
    <w:rsid w:val="00F72EE2"/>
    <w:rsid w:val="00F73398"/>
    <w:rsid w:val="00F7341A"/>
    <w:rsid w:val="00F74EB3"/>
    <w:rsid w:val="00F74ED1"/>
    <w:rsid w:val="00F75839"/>
    <w:rsid w:val="00F75BBC"/>
    <w:rsid w:val="00F75D63"/>
    <w:rsid w:val="00F75F36"/>
    <w:rsid w:val="00F761E9"/>
    <w:rsid w:val="00F766EF"/>
    <w:rsid w:val="00F7734D"/>
    <w:rsid w:val="00F773B6"/>
    <w:rsid w:val="00F7755A"/>
    <w:rsid w:val="00F80E23"/>
    <w:rsid w:val="00F816BD"/>
    <w:rsid w:val="00F81830"/>
    <w:rsid w:val="00F81ADE"/>
    <w:rsid w:val="00F827A8"/>
    <w:rsid w:val="00F82C2D"/>
    <w:rsid w:val="00F82C3E"/>
    <w:rsid w:val="00F831B6"/>
    <w:rsid w:val="00F8385C"/>
    <w:rsid w:val="00F83B2F"/>
    <w:rsid w:val="00F84127"/>
    <w:rsid w:val="00F842DC"/>
    <w:rsid w:val="00F84A65"/>
    <w:rsid w:val="00F84E6E"/>
    <w:rsid w:val="00F8563A"/>
    <w:rsid w:val="00F861FB"/>
    <w:rsid w:val="00F865CC"/>
    <w:rsid w:val="00F87362"/>
    <w:rsid w:val="00F87B91"/>
    <w:rsid w:val="00F90584"/>
    <w:rsid w:val="00F90699"/>
    <w:rsid w:val="00F90E06"/>
    <w:rsid w:val="00F91BB5"/>
    <w:rsid w:val="00F91C08"/>
    <w:rsid w:val="00F91C30"/>
    <w:rsid w:val="00F92BD6"/>
    <w:rsid w:val="00F92D48"/>
    <w:rsid w:val="00F93926"/>
    <w:rsid w:val="00F940A9"/>
    <w:rsid w:val="00F95281"/>
    <w:rsid w:val="00F95929"/>
    <w:rsid w:val="00F960F7"/>
    <w:rsid w:val="00F97A7C"/>
    <w:rsid w:val="00FA03C6"/>
    <w:rsid w:val="00FA0574"/>
    <w:rsid w:val="00FA0B9A"/>
    <w:rsid w:val="00FA155F"/>
    <w:rsid w:val="00FA1870"/>
    <w:rsid w:val="00FA1A92"/>
    <w:rsid w:val="00FA1FDF"/>
    <w:rsid w:val="00FA2536"/>
    <w:rsid w:val="00FA31E4"/>
    <w:rsid w:val="00FA34EE"/>
    <w:rsid w:val="00FA3F6E"/>
    <w:rsid w:val="00FA42AC"/>
    <w:rsid w:val="00FA48D3"/>
    <w:rsid w:val="00FA4A8C"/>
    <w:rsid w:val="00FA5626"/>
    <w:rsid w:val="00FA5CD4"/>
    <w:rsid w:val="00FA6249"/>
    <w:rsid w:val="00FA6475"/>
    <w:rsid w:val="00FA657D"/>
    <w:rsid w:val="00FA7AA4"/>
    <w:rsid w:val="00FA7D30"/>
    <w:rsid w:val="00FB0325"/>
    <w:rsid w:val="00FB05DD"/>
    <w:rsid w:val="00FB06AA"/>
    <w:rsid w:val="00FB2FAC"/>
    <w:rsid w:val="00FB3734"/>
    <w:rsid w:val="00FB382C"/>
    <w:rsid w:val="00FB3E94"/>
    <w:rsid w:val="00FB4CF6"/>
    <w:rsid w:val="00FB5DA6"/>
    <w:rsid w:val="00FB5E9C"/>
    <w:rsid w:val="00FB6A7B"/>
    <w:rsid w:val="00FC07BE"/>
    <w:rsid w:val="00FC09A4"/>
    <w:rsid w:val="00FC0B37"/>
    <w:rsid w:val="00FC22F0"/>
    <w:rsid w:val="00FC236A"/>
    <w:rsid w:val="00FC242F"/>
    <w:rsid w:val="00FC28AB"/>
    <w:rsid w:val="00FC3651"/>
    <w:rsid w:val="00FC3C12"/>
    <w:rsid w:val="00FC4B01"/>
    <w:rsid w:val="00FC4BF5"/>
    <w:rsid w:val="00FC4C01"/>
    <w:rsid w:val="00FC5662"/>
    <w:rsid w:val="00FC6374"/>
    <w:rsid w:val="00FC63FA"/>
    <w:rsid w:val="00FC64DD"/>
    <w:rsid w:val="00FC665F"/>
    <w:rsid w:val="00FC6787"/>
    <w:rsid w:val="00FC68DF"/>
    <w:rsid w:val="00FC6E00"/>
    <w:rsid w:val="00FC7006"/>
    <w:rsid w:val="00FC7309"/>
    <w:rsid w:val="00FC7370"/>
    <w:rsid w:val="00FC7996"/>
    <w:rsid w:val="00FC7BC9"/>
    <w:rsid w:val="00FD0806"/>
    <w:rsid w:val="00FD2294"/>
    <w:rsid w:val="00FD236D"/>
    <w:rsid w:val="00FD2397"/>
    <w:rsid w:val="00FD27F2"/>
    <w:rsid w:val="00FD357C"/>
    <w:rsid w:val="00FD371E"/>
    <w:rsid w:val="00FD4456"/>
    <w:rsid w:val="00FD5050"/>
    <w:rsid w:val="00FD520F"/>
    <w:rsid w:val="00FD5912"/>
    <w:rsid w:val="00FD61E2"/>
    <w:rsid w:val="00FD63B5"/>
    <w:rsid w:val="00FD6424"/>
    <w:rsid w:val="00FD6854"/>
    <w:rsid w:val="00FD6AF4"/>
    <w:rsid w:val="00FD6CED"/>
    <w:rsid w:val="00FD7533"/>
    <w:rsid w:val="00FD7DEB"/>
    <w:rsid w:val="00FE0A44"/>
    <w:rsid w:val="00FE1A79"/>
    <w:rsid w:val="00FE1C42"/>
    <w:rsid w:val="00FE2310"/>
    <w:rsid w:val="00FE29E5"/>
    <w:rsid w:val="00FE3143"/>
    <w:rsid w:val="00FE325A"/>
    <w:rsid w:val="00FE34D9"/>
    <w:rsid w:val="00FE3715"/>
    <w:rsid w:val="00FE37FD"/>
    <w:rsid w:val="00FE46F2"/>
    <w:rsid w:val="00FE4B8C"/>
    <w:rsid w:val="00FE5A72"/>
    <w:rsid w:val="00FE6084"/>
    <w:rsid w:val="00FF053A"/>
    <w:rsid w:val="00FF1276"/>
    <w:rsid w:val="00FF1BAE"/>
    <w:rsid w:val="00FF1C8D"/>
    <w:rsid w:val="00FF1E50"/>
    <w:rsid w:val="00FF2236"/>
    <w:rsid w:val="00FF41ED"/>
    <w:rsid w:val="00FF470F"/>
    <w:rsid w:val="00FF505B"/>
    <w:rsid w:val="00FF577C"/>
    <w:rsid w:val="00FF64F8"/>
    <w:rsid w:val="00FF684C"/>
    <w:rsid w:val="00FF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0E9FED"/>
  <w15:docId w15:val="{4A33FA7A-27AC-410E-94D0-4CD660CC5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0C8"/>
    <w:pPr>
      <w:jc w:val="both"/>
    </w:pPr>
    <w:rPr>
      <w:rFonts w:ascii="Verdana" w:hAnsi="Verdana"/>
      <w:sz w:val="18"/>
      <w:lang w:eastAsia="en-GB"/>
    </w:rPr>
  </w:style>
  <w:style w:type="paragraph" w:styleId="Heading1">
    <w:name w:val="heading 1"/>
    <w:basedOn w:val="Body"/>
    <w:next w:val="Normal"/>
    <w:link w:val="Heading1Char"/>
    <w:qFormat/>
    <w:rsid w:val="00F342BC"/>
    <w:pPr>
      <w:numPr>
        <w:numId w:val="12"/>
      </w:numPr>
      <w:spacing w:after="0"/>
      <w:ind w:left="709" w:hanging="709"/>
      <w:outlineLvl w:val="0"/>
    </w:pPr>
    <w:rPr>
      <w:b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qFormat/>
    <w:rsid w:val="009C44F0"/>
    <w:pPr>
      <w:numPr>
        <w:numId w:val="9"/>
      </w:numPr>
      <w:spacing w:after="240"/>
    </w:pPr>
  </w:style>
  <w:style w:type="paragraph" w:customStyle="1" w:styleId="aDefinition">
    <w:name w:val="(a) Definition"/>
    <w:basedOn w:val="Body"/>
    <w:qFormat/>
    <w:rsid w:val="00F44B9D"/>
    <w:pPr>
      <w:numPr>
        <w:ilvl w:val="1"/>
      </w:numPr>
    </w:pPr>
  </w:style>
  <w:style w:type="paragraph" w:customStyle="1" w:styleId="iDefinition">
    <w:name w:val="(i) Definition"/>
    <w:basedOn w:val="Body"/>
    <w:qFormat/>
    <w:rsid w:val="005D221E"/>
    <w:pPr>
      <w:numPr>
        <w:ilvl w:val="2"/>
      </w:numPr>
      <w:tabs>
        <w:tab w:val="clear" w:pos="1843"/>
      </w:tabs>
    </w:pPr>
  </w:style>
  <w:style w:type="paragraph" w:customStyle="1" w:styleId="Body1">
    <w:name w:val="Body 1"/>
    <w:basedOn w:val="Body"/>
    <w:uiPriority w:val="2"/>
    <w:semiHidden/>
    <w:qFormat/>
    <w:rsid w:val="005D221E"/>
    <w:pPr>
      <w:ind w:left="851"/>
    </w:pPr>
  </w:style>
  <w:style w:type="paragraph" w:customStyle="1" w:styleId="Background">
    <w:name w:val="Background"/>
    <w:basedOn w:val="Body1"/>
    <w:uiPriority w:val="2"/>
    <w:semiHidden/>
    <w:qFormat/>
    <w:rsid w:val="005D221E"/>
    <w:pPr>
      <w:numPr>
        <w:numId w:val="1"/>
      </w:numPr>
    </w:pPr>
  </w:style>
  <w:style w:type="paragraph" w:customStyle="1" w:styleId="Body2">
    <w:name w:val="Body 2"/>
    <w:basedOn w:val="Body1"/>
    <w:uiPriority w:val="2"/>
    <w:semiHidden/>
    <w:qFormat/>
    <w:rsid w:val="005D221E"/>
  </w:style>
  <w:style w:type="paragraph" w:customStyle="1" w:styleId="Body3">
    <w:name w:val="Body 3"/>
    <w:basedOn w:val="Body2"/>
    <w:uiPriority w:val="2"/>
    <w:semiHidden/>
    <w:qFormat/>
    <w:rsid w:val="005D221E"/>
    <w:pPr>
      <w:ind w:left="1843"/>
    </w:pPr>
  </w:style>
  <w:style w:type="paragraph" w:customStyle="1" w:styleId="Body4">
    <w:name w:val="Body 4"/>
    <w:basedOn w:val="Body3"/>
    <w:uiPriority w:val="2"/>
    <w:semiHidden/>
    <w:qFormat/>
    <w:rsid w:val="005D221E"/>
    <w:pPr>
      <w:ind w:left="3119"/>
    </w:pPr>
  </w:style>
  <w:style w:type="paragraph" w:customStyle="1" w:styleId="Body5">
    <w:name w:val="Body 5"/>
    <w:basedOn w:val="Body3"/>
    <w:uiPriority w:val="2"/>
    <w:semiHidden/>
    <w:qFormat/>
    <w:rsid w:val="005D221E"/>
    <w:pPr>
      <w:ind w:left="3119"/>
    </w:pPr>
  </w:style>
  <w:style w:type="paragraph" w:customStyle="1" w:styleId="Bullet1">
    <w:name w:val="Bullet 1"/>
    <w:basedOn w:val="Body1"/>
    <w:uiPriority w:val="2"/>
    <w:semiHidden/>
    <w:qFormat/>
    <w:rsid w:val="005D221E"/>
    <w:pPr>
      <w:numPr>
        <w:numId w:val="2"/>
      </w:numPr>
    </w:pPr>
  </w:style>
  <w:style w:type="paragraph" w:customStyle="1" w:styleId="Bullet2">
    <w:name w:val="Bullet 2"/>
    <w:basedOn w:val="Body2"/>
    <w:uiPriority w:val="2"/>
    <w:semiHidden/>
    <w:qFormat/>
    <w:rsid w:val="005D221E"/>
    <w:pPr>
      <w:numPr>
        <w:ilvl w:val="1"/>
        <w:numId w:val="2"/>
      </w:numPr>
    </w:pPr>
  </w:style>
  <w:style w:type="paragraph" w:customStyle="1" w:styleId="Bullet3">
    <w:name w:val="Bullet 3"/>
    <w:basedOn w:val="Body3"/>
    <w:uiPriority w:val="2"/>
    <w:semiHidden/>
    <w:qFormat/>
    <w:rsid w:val="005D221E"/>
    <w:pPr>
      <w:numPr>
        <w:ilvl w:val="2"/>
        <w:numId w:val="2"/>
      </w:numPr>
    </w:pPr>
  </w:style>
  <w:style w:type="character" w:customStyle="1" w:styleId="CrossReference">
    <w:name w:val="Cross Reference"/>
    <w:basedOn w:val="DefaultParagraphFont"/>
    <w:uiPriority w:val="2"/>
    <w:semiHidden/>
    <w:qFormat/>
    <w:rsid w:val="005D221E"/>
    <w:rPr>
      <w:b/>
    </w:rPr>
  </w:style>
  <w:style w:type="paragraph" w:styleId="Footer">
    <w:name w:val="footer"/>
    <w:basedOn w:val="Normal"/>
    <w:uiPriority w:val="2"/>
    <w:semiHidden/>
    <w:rsid w:val="005D221E"/>
    <w:pPr>
      <w:tabs>
        <w:tab w:val="center" w:pos="4536"/>
      </w:tabs>
    </w:pPr>
    <w:rPr>
      <w:noProof/>
      <w:sz w:val="16"/>
    </w:rPr>
  </w:style>
  <w:style w:type="character" w:styleId="FootnoteReference">
    <w:name w:val="footnote reference"/>
    <w:basedOn w:val="DefaultParagraphFont"/>
    <w:rsid w:val="005D221E"/>
    <w:rPr>
      <w:rFonts w:ascii="Tahoma" w:hAnsi="Tahoma"/>
      <w:b/>
      <w:color w:val="auto"/>
      <w:sz w:val="20"/>
      <w:u w:val="none"/>
      <w:vertAlign w:val="superscript"/>
    </w:rPr>
  </w:style>
  <w:style w:type="paragraph" w:styleId="FootnoteText">
    <w:name w:val="footnote text"/>
    <w:basedOn w:val="Normal"/>
    <w:link w:val="FootnoteTextChar"/>
    <w:qFormat/>
    <w:rsid w:val="004A5265"/>
    <w:pPr>
      <w:ind w:left="142" w:hanging="142"/>
    </w:pPr>
    <w:rPr>
      <w:sz w:val="16"/>
      <w:lang w:val="et-EE"/>
    </w:rPr>
  </w:style>
  <w:style w:type="paragraph" w:styleId="Header">
    <w:name w:val="header"/>
    <w:basedOn w:val="Normal"/>
    <w:link w:val="HeaderChar"/>
    <w:uiPriority w:val="99"/>
    <w:rsid w:val="005D221E"/>
    <w:pPr>
      <w:tabs>
        <w:tab w:val="center" w:pos="4536"/>
        <w:tab w:val="right" w:pos="9072"/>
      </w:tabs>
    </w:pPr>
    <w:rPr>
      <w:noProof/>
      <w:sz w:val="16"/>
    </w:rPr>
  </w:style>
  <w:style w:type="paragraph" w:customStyle="1" w:styleId="Level1">
    <w:name w:val="Level 1"/>
    <w:basedOn w:val="ListParagraph"/>
    <w:link w:val="Level1Mrk"/>
    <w:qFormat/>
    <w:rsid w:val="00633735"/>
    <w:pPr>
      <w:numPr>
        <w:numId w:val="10"/>
      </w:numPr>
    </w:pPr>
    <w:rPr>
      <w:bCs/>
      <w:szCs w:val="18"/>
      <w:lang w:val="et-EE"/>
    </w:rPr>
  </w:style>
  <w:style w:type="character" w:customStyle="1" w:styleId="Level1asHeadingtext">
    <w:name w:val="Level 1 as Heading (text)"/>
    <w:basedOn w:val="DefaultParagraphFont"/>
    <w:uiPriority w:val="1"/>
    <w:rsid w:val="005D221E"/>
    <w:rPr>
      <w:b/>
    </w:rPr>
  </w:style>
  <w:style w:type="paragraph" w:customStyle="1" w:styleId="Level2">
    <w:name w:val="Level 2"/>
    <w:basedOn w:val="Body"/>
    <w:qFormat/>
    <w:rsid w:val="00791EF6"/>
    <w:pPr>
      <w:numPr>
        <w:ilvl w:val="1"/>
        <w:numId w:val="10"/>
      </w:numPr>
      <w:spacing w:after="0"/>
    </w:pPr>
    <w:rPr>
      <w:lang w:val="et-EE"/>
    </w:rPr>
  </w:style>
  <w:style w:type="character" w:customStyle="1" w:styleId="Level2asHeadingtext">
    <w:name w:val="Level 2 as Heading (text)"/>
    <w:basedOn w:val="DefaultParagraphFont"/>
    <w:uiPriority w:val="1"/>
    <w:rsid w:val="005D221E"/>
    <w:rPr>
      <w:b/>
    </w:rPr>
  </w:style>
  <w:style w:type="paragraph" w:customStyle="1" w:styleId="Level3">
    <w:name w:val="Level 3"/>
    <w:basedOn w:val="Level2"/>
    <w:qFormat/>
    <w:rsid w:val="00196ACE"/>
    <w:pPr>
      <w:numPr>
        <w:ilvl w:val="2"/>
      </w:numPr>
      <w:tabs>
        <w:tab w:val="clear" w:pos="720"/>
      </w:tabs>
      <w:spacing w:before="60"/>
    </w:pPr>
  </w:style>
  <w:style w:type="character" w:customStyle="1" w:styleId="Level3asHeadingtext">
    <w:name w:val="Level 3 as Heading (text)"/>
    <w:basedOn w:val="DefaultParagraphFont"/>
    <w:uiPriority w:val="1"/>
    <w:rsid w:val="005D221E"/>
    <w:rPr>
      <w:b/>
    </w:rPr>
  </w:style>
  <w:style w:type="paragraph" w:customStyle="1" w:styleId="Level4">
    <w:name w:val="Level 4"/>
    <w:basedOn w:val="Body4"/>
    <w:qFormat/>
    <w:rsid w:val="005D221E"/>
    <w:pPr>
      <w:numPr>
        <w:ilvl w:val="3"/>
        <w:numId w:val="3"/>
      </w:numPr>
      <w:outlineLvl w:val="3"/>
    </w:pPr>
  </w:style>
  <w:style w:type="paragraph" w:customStyle="1" w:styleId="Level5">
    <w:name w:val="Level 5"/>
    <w:basedOn w:val="Body5"/>
    <w:qFormat/>
    <w:rsid w:val="005D221E"/>
    <w:pPr>
      <w:numPr>
        <w:ilvl w:val="4"/>
        <w:numId w:val="3"/>
      </w:numPr>
      <w:outlineLvl w:val="4"/>
    </w:pPr>
  </w:style>
  <w:style w:type="character" w:styleId="PageNumber">
    <w:name w:val="page number"/>
    <w:basedOn w:val="DefaultParagraphFont"/>
    <w:uiPriority w:val="2"/>
    <w:semiHidden/>
    <w:rsid w:val="005D221E"/>
    <w:rPr>
      <w:sz w:val="16"/>
    </w:rPr>
  </w:style>
  <w:style w:type="paragraph" w:customStyle="1" w:styleId="Parties">
    <w:name w:val="Parties"/>
    <w:basedOn w:val="Body1"/>
    <w:uiPriority w:val="1"/>
    <w:semiHidden/>
    <w:qFormat/>
    <w:rsid w:val="005D221E"/>
    <w:pPr>
      <w:numPr>
        <w:numId w:val="4"/>
      </w:numPr>
    </w:pPr>
  </w:style>
  <w:style w:type="paragraph" w:customStyle="1" w:styleId="Rule1">
    <w:name w:val="Rule 1"/>
    <w:basedOn w:val="Body"/>
    <w:semiHidden/>
    <w:rsid w:val="005D221E"/>
    <w:pPr>
      <w:keepNext/>
      <w:numPr>
        <w:numId w:val="5"/>
      </w:numPr>
    </w:pPr>
    <w:rPr>
      <w:b/>
    </w:rPr>
  </w:style>
  <w:style w:type="paragraph" w:customStyle="1" w:styleId="Rule2">
    <w:name w:val="Rule 2"/>
    <w:basedOn w:val="Body2"/>
    <w:semiHidden/>
    <w:rsid w:val="005D221E"/>
    <w:pPr>
      <w:numPr>
        <w:ilvl w:val="1"/>
        <w:numId w:val="5"/>
      </w:numPr>
    </w:pPr>
  </w:style>
  <w:style w:type="paragraph" w:customStyle="1" w:styleId="Rule3">
    <w:name w:val="Rule 3"/>
    <w:basedOn w:val="Body3"/>
    <w:semiHidden/>
    <w:rsid w:val="005D221E"/>
    <w:pPr>
      <w:numPr>
        <w:ilvl w:val="2"/>
        <w:numId w:val="5"/>
      </w:numPr>
    </w:pPr>
  </w:style>
  <w:style w:type="paragraph" w:customStyle="1" w:styleId="Rule4">
    <w:name w:val="Rule 4"/>
    <w:basedOn w:val="Body4"/>
    <w:semiHidden/>
    <w:rsid w:val="005D221E"/>
    <w:pPr>
      <w:numPr>
        <w:ilvl w:val="3"/>
        <w:numId w:val="5"/>
      </w:numPr>
    </w:pPr>
  </w:style>
  <w:style w:type="paragraph" w:customStyle="1" w:styleId="Rule5">
    <w:name w:val="Rule 5"/>
    <w:basedOn w:val="Body5"/>
    <w:semiHidden/>
    <w:rsid w:val="005D221E"/>
    <w:pPr>
      <w:numPr>
        <w:ilvl w:val="4"/>
        <w:numId w:val="5"/>
      </w:numPr>
    </w:pPr>
  </w:style>
  <w:style w:type="paragraph" w:customStyle="1" w:styleId="Schedule">
    <w:name w:val="Schedule"/>
    <w:basedOn w:val="Normal"/>
    <w:semiHidden/>
    <w:rsid w:val="005D221E"/>
    <w:pPr>
      <w:keepNext/>
      <w:numPr>
        <w:numId w:val="6"/>
      </w:numPr>
      <w:spacing w:after="240"/>
      <w:jc w:val="center"/>
    </w:pPr>
    <w:rPr>
      <w:b/>
      <w:caps/>
      <w:sz w:val="24"/>
    </w:rPr>
  </w:style>
  <w:style w:type="paragraph" w:customStyle="1" w:styleId="ScheduleTitle">
    <w:name w:val="Schedule Title"/>
    <w:basedOn w:val="Body"/>
    <w:uiPriority w:val="2"/>
    <w:semiHidden/>
    <w:qFormat/>
    <w:rsid w:val="005D221E"/>
    <w:pPr>
      <w:keepNext/>
      <w:spacing w:after="480"/>
      <w:jc w:val="center"/>
    </w:pPr>
    <w:rPr>
      <w:b/>
    </w:rPr>
  </w:style>
  <w:style w:type="paragraph" w:customStyle="1" w:styleId="aBankingDefinition">
    <w:name w:val="(a) Banking Definition"/>
    <w:basedOn w:val="Body"/>
    <w:uiPriority w:val="2"/>
    <w:semiHidden/>
    <w:qFormat/>
    <w:rsid w:val="00F44B9D"/>
    <w:pPr>
      <w:numPr>
        <w:numId w:val="8"/>
      </w:numPr>
    </w:pPr>
  </w:style>
  <w:style w:type="paragraph" w:customStyle="1" w:styleId="Sideheading">
    <w:name w:val="Sideheading"/>
    <w:basedOn w:val="Body"/>
    <w:qFormat/>
    <w:rsid w:val="005D221E"/>
    <w:rPr>
      <w:b/>
      <w:caps/>
    </w:rPr>
  </w:style>
  <w:style w:type="paragraph" w:customStyle="1" w:styleId="iBankingDefinition">
    <w:name w:val="(i) Banking Definition"/>
    <w:basedOn w:val="aBankingDefinition"/>
    <w:uiPriority w:val="2"/>
    <w:semiHidden/>
    <w:qFormat/>
    <w:rsid w:val="000D0EB3"/>
    <w:pPr>
      <w:numPr>
        <w:ilvl w:val="1"/>
      </w:numPr>
    </w:pPr>
  </w:style>
  <w:style w:type="paragraph" w:styleId="TOC1">
    <w:name w:val="toc 1"/>
    <w:basedOn w:val="Body"/>
    <w:next w:val="Normal"/>
    <w:semiHidden/>
    <w:rsid w:val="005D221E"/>
    <w:pPr>
      <w:tabs>
        <w:tab w:val="right" w:leader="dot" w:pos="9072"/>
      </w:tabs>
      <w:spacing w:after="60"/>
      <w:ind w:left="851" w:right="851" w:hanging="851"/>
    </w:pPr>
    <w:rPr>
      <w:caps/>
      <w:noProof/>
    </w:rPr>
  </w:style>
  <w:style w:type="paragraph" w:styleId="TOC2">
    <w:name w:val="toc 2"/>
    <w:basedOn w:val="Body"/>
    <w:next w:val="Normal"/>
    <w:semiHidden/>
    <w:rsid w:val="005D221E"/>
    <w:pPr>
      <w:tabs>
        <w:tab w:val="left" w:pos="1680"/>
        <w:tab w:val="right" w:leader="dot" w:pos="9072"/>
      </w:tabs>
      <w:spacing w:after="60"/>
      <w:ind w:left="1680" w:right="851" w:hanging="829"/>
    </w:pPr>
    <w:rPr>
      <w:noProof/>
    </w:rPr>
  </w:style>
  <w:style w:type="paragraph" w:styleId="TOC3">
    <w:name w:val="toc 3"/>
    <w:basedOn w:val="Body"/>
    <w:next w:val="Normal"/>
    <w:semiHidden/>
    <w:rsid w:val="005D221E"/>
    <w:pPr>
      <w:tabs>
        <w:tab w:val="right" w:leader="dot" w:pos="9072"/>
      </w:tabs>
      <w:spacing w:after="60"/>
      <w:ind w:left="851" w:right="851" w:hanging="851"/>
    </w:pPr>
    <w:rPr>
      <w:noProof/>
    </w:rPr>
  </w:style>
  <w:style w:type="paragraph" w:styleId="TOC4">
    <w:name w:val="toc 4"/>
    <w:basedOn w:val="Body"/>
    <w:next w:val="Normal"/>
    <w:semiHidden/>
    <w:rsid w:val="005D221E"/>
    <w:pPr>
      <w:keepNext/>
      <w:spacing w:after="60"/>
      <w:ind w:right="851"/>
    </w:pPr>
    <w:rPr>
      <w:b/>
      <w:noProof/>
    </w:rPr>
  </w:style>
  <w:style w:type="paragraph" w:styleId="TOC5">
    <w:name w:val="toc 5"/>
    <w:basedOn w:val="TOC1"/>
    <w:next w:val="Normal"/>
    <w:semiHidden/>
    <w:rsid w:val="0079192D"/>
    <w:pPr>
      <w:ind w:firstLine="0"/>
    </w:pPr>
    <w:rPr>
      <w:caps w:val="0"/>
    </w:rPr>
  </w:style>
  <w:style w:type="paragraph" w:styleId="TOC6">
    <w:name w:val="toc 6"/>
    <w:basedOn w:val="Normal"/>
    <w:next w:val="Normal"/>
    <w:semiHidden/>
    <w:rsid w:val="005D221E"/>
    <w:pPr>
      <w:tabs>
        <w:tab w:val="right" w:leader="dot" w:pos="9072"/>
      </w:tabs>
      <w:ind w:left="2835" w:right="851" w:hanging="1134"/>
    </w:pPr>
    <w:rPr>
      <w:noProof/>
    </w:rPr>
  </w:style>
  <w:style w:type="paragraph" w:customStyle="1" w:styleId="FootnoteTextContinuation">
    <w:name w:val="Footnote Text Continuation"/>
    <w:basedOn w:val="FootnoteText"/>
    <w:uiPriority w:val="2"/>
    <w:semiHidden/>
    <w:rsid w:val="00A86EAF"/>
    <w:pPr>
      <w:ind w:firstLine="0"/>
    </w:pPr>
  </w:style>
  <w:style w:type="paragraph" w:customStyle="1" w:styleId="Part">
    <w:name w:val="Part"/>
    <w:basedOn w:val="Body"/>
    <w:uiPriority w:val="1"/>
    <w:semiHidden/>
    <w:qFormat/>
    <w:rsid w:val="003000F0"/>
    <w:pPr>
      <w:numPr>
        <w:numId w:val="7"/>
      </w:numPr>
      <w:spacing w:line="312" w:lineRule="auto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4D78C3"/>
    <w:rPr>
      <w:rFonts w:ascii="Verdana" w:hAnsi="Verdana"/>
      <w:noProof/>
      <w:sz w:val="16"/>
      <w:lang w:eastAsia="en-GB"/>
    </w:rPr>
  </w:style>
  <w:style w:type="table" w:styleId="TableGrid">
    <w:name w:val="Table Grid"/>
    <w:basedOn w:val="TableNormal"/>
    <w:uiPriority w:val="59"/>
    <w:rsid w:val="004D7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0BBB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BBB"/>
    <w:rPr>
      <w:rFonts w:ascii="Segoe UI" w:hAnsi="Segoe UI" w:cs="Segoe UI"/>
      <w:sz w:val="18"/>
      <w:szCs w:val="18"/>
      <w:lang w:eastAsia="en-GB"/>
    </w:rPr>
  </w:style>
  <w:style w:type="paragraph" w:customStyle="1" w:styleId="ExtraInfo">
    <w:name w:val="ExtraInfo"/>
    <w:basedOn w:val="Normal"/>
    <w:uiPriority w:val="2"/>
    <w:semiHidden/>
    <w:rsid w:val="00470BBB"/>
    <w:pPr>
      <w:framePr w:w="2206" w:h="919" w:hSpace="181" w:wrap="around" w:vAnchor="page" w:hAnchor="page" w:x="9385" w:y="211"/>
      <w:shd w:val="clear" w:color="auto" w:fill="FFFFFF"/>
    </w:pPr>
    <w:rPr>
      <w:sz w:val="14"/>
      <w:szCs w:val="14"/>
    </w:rPr>
  </w:style>
  <w:style w:type="paragraph" w:customStyle="1" w:styleId="Default">
    <w:name w:val="Default"/>
    <w:rsid w:val="00EC78A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61D81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469D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E552B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val="et-EE" w:eastAsia="et-EE"/>
    </w:rPr>
  </w:style>
  <w:style w:type="table" w:customStyle="1" w:styleId="TableGrid2">
    <w:name w:val="Table Grid2"/>
    <w:basedOn w:val="TableNormal"/>
    <w:next w:val="TableGrid"/>
    <w:uiPriority w:val="59"/>
    <w:rsid w:val="009667D4"/>
    <w:rPr>
      <w:rFonts w:asciiTheme="minorHAnsi" w:hAnsiTheme="minorHAns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F507A5"/>
    <w:rPr>
      <w:color w:val="605E5C"/>
      <w:shd w:val="clear" w:color="auto" w:fill="E1DFDD"/>
    </w:rPr>
  </w:style>
  <w:style w:type="character" w:customStyle="1" w:styleId="FootnoteTextChar">
    <w:name w:val="Footnote Text Char"/>
    <w:basedOn w:val="DefaultParagraphFont"/>
    <w:link w:val="FootnoteText"/>
    <w:rsid w:val="004A5265"/>
    <w:rPr>
      <w:rFonts w:ascii="Verdana" w:hAnsi="Verdana"/>
      <w:sz w:val="16"/>
      <w:lang w:val="et-EE" w:eastAsia="en-GB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A66D51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F342BC"/>
    <w:rPr>
      <w:rFonts w:ascii="Verdana" w:hAnsi="Verdana"/>
      <w:b/>
      <w:sz w:val="18"/>
      <w:lang w:val="et-EE" w:eastAsia="en-GB"/>
    </w:rPr>
  </w:style>
  <w:style w:type="paragraph" w:customStyle="1" w:styleId="Lisadenimekiri">
    <w:name w:val="Lisade nimekiri"/>
    <w:basedOn w:val="Normal"/>
    <w:uiPriority w:val="1"/>
    <w:qFormat/>
    <w:rsid w:val="008F1361"/>
    <w:pPr>
      <w:tabs>
        <w:tab w:val="num" w:pos="720"/>
      </w:tabs>
      <w:outlineLvl w:val="0"/>
    </w:pPr>
    <w:rPr>
      <w:lang w:val="et-E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F1361"/>
    <w:rPr>
      <w:rFonts w:ascii="Verdana" w:hAnsi="Verdana"/>
      <w:sz w:val="18"/>
      <w:lang w:eastAsia="en-GB"/>
    </w:rPr>
  </w:style>
  <w:style w:type="character" w:customStyle="1" w:styleId="Level1Mrk">
    <w:name w:val="Level 1 Märk"/>
    <w:basedOn w:val="ListParagraphChar"/>
    <w:link w:val="Level1"/>
    <w:uiPriority w:val="1"/>
    <w:rsid w:val="00633735"/>
    <w:rPr>
      <w:rFonts w:ascii="Verdana" w:hAnsi="Verdana"/>
      <w:bCs/>
      <w:sz w:val="18"/>
      <w:szCs w:val="18"/>
      <w:lang w:val="et-EE" w:eastAsia="en-GB"/>
    </w:rPr>
  </w:style>
  <w:style w:type="paragraph" w:customStyle="1" w:styleId="Level21">
    <w:name w:val="Level2.1"/>
    <w:basedOn w:val="Level2"/>
    <w:next w:val="Normal"/>
    <w:qFormat/>
    <w:rsid w:val="00D76760"/>
    <w:pPr>
      <w:numPr>
        <w:ilvl w:val="0"/>
        <w:numId w:val="0"/>
      </w:numPr>
      <w:ind w:left="709"/>
    </w:pPr>
    <w:rPr>
      <w:b/>
      <w:i/>
      <w:u w:val="single"/>
    </w:rPr>
  </w:style>
  <w:style w:type="paragraph" w:customStyle="1" w:styleId="Muu">
    <w:name w:val="Muu"/>
    <w:basedOn w:val="Level1"/>
    <w:link w:val="MuuMrk"/>
    <w:qFormat/>
    <w:rsid w:val="00B33FAF"/>
    <w:pPr>
      <w:numPr>
        <w:numId w:val="11"/>
      </w:numPr>
      <w:ind w:left="754" w:hanging="357"/>
    </w:pPr>
  </w:style>
  <w:style w:type="character" w:customStyle="1" w:styleId="MuuMrk">
    <w:name w:val="Muu Märk"/>
    <w:basedOn w:val="Level1Mrk"/>
    <w:link w:val="Muu"/>
    <w:rsid w:val="00B33FAF"/>
    <w:rPr>
      <w:rFonts w:ascii="Verdana" w:hAnsi="Verdana"/>
      <w:bCs/>
      <w:sz w:val="18"/>
      <w:szCs w:val="18"/>
      <w:lang w:val="et-EE" w:eastAsia="en-GB"/>
    </w:rPr>
  </w:style>
  <w:style w:type="character" w:customStyle="1" w:styleId="Lahendamatamainimine3">
    <w:name w:val="Lahendamata mainimine3"/>
    <w:basedOn w:val="DefaultParagraphFont"/>
    <w:uiPriority w:val="99"/>
    <w:semiHidden/>
    <w:unhideWhenUsed/>
    <w:rsid w:val="00EE11A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F74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41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41D"/>
    <w:rPr>
      <w:rFonts w:ascii="Verdana" w:hAnsi="Verdana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4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41D"/>
    <w:rPr>
      <w:rFonts w:ascii="Verdana" w:hAnsi="Verdana"/>
      <w:b/>
      <w:bCs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E2906"/>
    <w:rPr>
      <w:color w:val="605E5C"/>
      <w:shd w:val="clear" w:color="auto" w:fill="E1DFDD"/>
    </w:rPr>
  </w:style>
  <w:style w:type="paragraph" w:customStyle="1" w:styleId="text-3mezera">
    <w:name w:val="text - 3 mezera"/>
    <w:basedOn w:val="Normal"/>
    <w:uiPriority w:val="99"/>
    <w:rsid w:val="003F6CA3"/>
    <w:pPr>
      <w:spacing w:before="60" w:line="240" w:lineRule="exact"/>
    </w:pPr>
    <w:rPr>
      <w:rFonts w:ascii="Arial" w:eastAsiaTheme="minorHAnsi" w:hAnsi="Arial" w:cs="Arial"/>
      <w:sz w:val="24"/>
      <w:szCs w:val="24"/>
      <w:lang w:val="et-EE" w:eastAsia="ar-SA"/>
    </w:rPr>
  </w:style>
  <w:style w:type="table" w:customStyle="1" w:styleId="Kontuurtabel1">
    <w:name w:val="Kontuurtabel1"/>
    <w:basedOn w:val="TableNormal"/>
    <w:next w:val="TableGrid"/>
    <w:uiPriority w:val="39"/>
    <w:rsid w:val="00557BF4"/>
    <w:rPr>
      <w:rFonts w:ascii="Calibri" w:eastAsia="Calibri" w:hAnsi="Calibri"/>
      <w:sz w:val="22"/>
      <w:szCs w:val="22"/>
      <w:lang w:val="et-E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67819"/>
    <w:rPr>
      <w:color w:val="800080" w:themeColor="followed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03B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003BE"/>
    <w:rPr>
      <w:rFonts w:ascii="Verdana" w:hAnsi="Verdana"/>
      <w:sz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lena\AppData\Roaming\Microsoft\Templates\Apellatsioonkaeb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67" row="7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C4C3512-91B3-4261-8062-9A593173A587}">
  <we:reference id="wa104381077" version="1.0.0.3" store="et-EE" storeType="OMEX"/>
  <we:alternateReferences>
    <we:reference id="wa104381077" version="1.0.0.3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5107F-77D8-4E55-AAB8-138A49EB7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Apellatsioonkaebus</Template>
  <TotalTime>1697</TotalTime>
  <Pages>1</Pages>
  <Words>212</Words>
  <Characters>1718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House Style</vt:lpstr>
      <vt:lpstr>House Style</vt:lpstr>
    </vt:vector>
  </TitlesOfParts>
  <Company>Eversheds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House Style</dc:title>
  <dc:subject/>
  <dc:creator>Eversheds Sutherland</dc:creator>
  <cp:keywords/>
  <dc:description/>
  <cp:lastModifiedBy>Toomas Pikamäe / Eversheds Sutherland</cp:lastModifiedBy>
  <cp:revision>700</cp:revision>
  <cp:lastPrinted>2021-03-10T13:30:00Z</cp:lastPrinted>
  <dcterms:created xsi:type="dcterms:W3CDTF">2021-07-19T10:15:00Z</dcterms:created>
  <dcterms:modified xsi:type="dcterms:W3CDTF">2023-11-29T06:47:00Z</dcterms:modified>
</cp:coreProperties>
</file>